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11" w:rsidRDefault="004A2011" w:rsidP="00DA00EC">
      <w:pPr>
        <w:jc w:val="center"/>
        <w:rPr>
          <w:b/>
          <w:sz w:val="32"/>
          <w:szCs w:val="32"/>
        </w:rPr>
      </w:pPr>
      <w:r w:rsidRPr="00DA00EC">
        <w:rPr>
          <w:rFonts w:hint="eastAsia"/>
          <w:b/>
          <w:sz w:val="32"/>
          <w:szCs w:val="32"/>
        </w:rPr>
        <w:t>岗位</w:t>
      </w:r>
      <w:r>
        <w:rPr>
          <w:rFonts w:hint="eastAsia"/>
          <w:b/>
          <w:sz w:val="32"/>
          <w:szCs w:val="32"/>
        </w:rPr>
        <w:t>招收</w:t>
      </w:r>
      <w:r w:rsidRPr="00DA00EC">
        <w:rPr>
          <w:rFonts w:hint="eastAsia"/>
          <w:b/>
          <w:sz w:val="32"/>
          <w:szCs w:val="32"/>
        </w:rPr>
        <w:t>录</w:t>
      </w:r>
      <w:r>
        <w:rPr>
          <w:rFonts w:hint="eastAsia"/>
          <w:b/>
          <w:sz w:val="32"/>
          <w:szCs w:val="32"/>
        </w:rPr>
        <w:t>用条件</w:t>
      </w:r>
    </w:p>
    <w:p w:rsidR="004A2011" w:rsidRDefault="004A2011" w:rsidP="007A373A">
      <w:pPr>
        <w:rPr>
          <w:b/>
          <w:sz w:val="28"/>
          <w:szCs w:val="28"/>
        </w:rPr>
      </w:pPr>
      <w:r w:rsidRPr="004B683D">
        <w:rPr>
          <w:rFonts w:hint="eastAsia"/>
          <w:b/>
          <w:sz w:val="28"/>
          <w:szCs w:val="28"/>
        </w:rPr>
        <w:t>一、通讯员岗位</w:t>
      </w:r>
      <w:r>
        <w:rPr>
          <w:rFonts w:hint="eastAsia"/>
          <w:b/>
          <w:sz w:val="28"/>
          <w:szCs w:val="28"/>
        </w:rPr>
        <w:t>需具备以下条件</w:t>
      </w:r>
      <w:r w:rsidRPr="004B683D">
        <w:rPr>
          <w:rFonts w:hint="eastAsia"/>
          <w:b/>
          <w:sz w:val="28"/>
          <w:szCs w:val="28"/>
        </w:rPr>
        <w:t>：</w:t>
      </w:r>
    </w:p>
    <w:p w:rsidR="004A2011" w:rsidRDefault="004A2011" w:rsidP="007A373A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、有</w:t>
      </w:r>
      <w:r w:rsidRPr="004B683D">
        <w:rPr>
          <w:rFonts w:hint="eastAsia"/>
          <w:sz w:val="28"/>
          <w:szCs w:val="28"/>
        </w:rPr>
        <w:t>拍照</w:t>
      </w:r>
      <w:r>
        <w:rPr>
          <w:rFonts w:hint="eastAsia"/>
          <w:sz w:val="28"/>
          <w:szCs w:val="28"/>
        </w:rPr>
        <w:t>、</w:t>
      </w:r>
      <w:r w:rsidRPr="004B683D">
        <w:rPr>
          <w:rFonts w:hint="eastAsia"/>
          <w:sz w:val="28"/>
          <w:szCs w:val="28"/>
        </w:rPr>
        <w:t>摄像</w:t>
      </w:r>
      <w:r>
        <w:rPr>
          <w:rFonts w:hint="eastAsia"/>
          <w:sz w:val="28"/>
          <w:szCs w:val="28"/>
        </w:rPr>
        <w:t>经验，可熟练使用照相机、摄像机、投影仪、远程视频等设备；</w:t>
      </w:r>
    </w:p>
    <w:p w:rsidR="004A2011" w:rsidRDefault="004A2011" w:rsidP="007A373A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、沟通能力强，能够掌握报警人口述信息要素，及时反馈信息；</w:t>
      </w:r>
    </w:p>
    <w:p w:rsidR="004A2011" w:rsidRDefault="004A2011" w:rsidP="007A373A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、学习能力强，掌握新知识快，对辖区道路掌握清晰；</w:t>
      </w:r>
    </w:p>
    <w:p w:rsidR="004A2011" w:rsidRDefault="004A2011" w:rsidP="007A373A">
      <w:pPr>
        <w:rPr>
          <w:b/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、熟练使用计算机及各类办公软件，打字速度快且准确，有从业经历者优先。</w:t>
      </w:r>
    </w:p>
    <w:p w:rsidR="004A2011" w:rsidRDefault="004A2011" w:rsidP="007A373A">
      <w:pPr>
        <w:rPr>
          <w:b/>
          <w:sz w:val="28"/>
          <w:szCs w:val="28"/>
        </w:rPr>
      </w:pPr>
      <w:r w:rsidRPr="004B683D">
        <w:rPr>
          <w:rFonts w:hint="eastAsia"/>
          <w:b/>
          <w:sz w:val="28"/>
          <w:szCs w:val="28"/>
        </w:rPr>
        <w:t>二、装备技师岗位</w:t>
      </w:r>
      <w:r>
        <w:rPr>
          <w:rFonts w:hint="eastAsia"/>
          <w:b/>
          <w:sz w:val="28"/>
          <w:szCs w:val="28"/>
        </w:rPr>
        <w:t>需具备以下条件</w:t>
      </w:r>
      <w:r w:rsidRPr="004B683D">
        <w:rPr>
          <w:rFonts w:hint="eastAsia"/>
          <w:b/>
          <w:sz w:val="28"/>
          <w:szCs w:val="28"/>
        </w:rPr>
        <w:t>：</w:t>
      </w:r>
    </w:p>
    <w:p w:rsidR="004A2011" w:rsidRPr="00386787" w:rsidRDefault="004A2011">
      <w:pPr>
        <w:rPr>
          <w:sz w:val="28"/>
          <w:szCs w:val="28"/>
        </w:rPr>
      </w:pPr>
      <w:r w:rsidRPr="00386787">
        <w:rPr>
          <w:sz w:val="28"/>
          <w:szCs w:val="28"/>
        </w:rPr>
        <w:t>1</w:t>
      </w:r>
      <w:r w:rsidRPr="00386787">
        <w:rPr>
          <w:rFonts w:hint="eastAsia"/>
          <w:sz w:val="28"/>
          <w:szCs w:val="28"/>
        </w:rPr>
        <w:t>、有电子设备、机械设备等装备器材相关专业知识；</w:t>
      </w:r>
    </w:p>
    <w:p w:rsidR="004A2011" w:rsidRPr="00386787" w:rsidRDefault="004A2011">
      <w:pPr>
        <w:rPr>
          <w:sz w:val="28"/>
          <w:szCs w:val="28"/>
        </w:rPr>
      </w:pPr>
      <w:r w:rsidRPr="00386787">
        <w:rPr>
          <w:sz w:val="28"/>
          <w:szCs w:val="28"/>
        </w:rPr>
        <w:t>2</w:t>
      </w:r>
      <w:r w:rsidRPr="00386787">
        <w:rPr>
          <w:rFonts w:hint="eastAsia"/>
          <w:sz w:val="28"/>
          <w:szCs w:val="28"/>
        </w:rPr>
        <w:t>、在校</w:t>
      </w:r>
      <w:r>
        <w:rPr>
          <w:rFonts w:hint="eastAsia"/>
          <w:sz w:val="28"/>
          <w:szCs w:val="28"/>
        </w:rPr>
        <w:t>期间</w:t>
      </w:r>
      <w:r w:rsidRPr="00386787">
        <w:rPr>
          <w:rFonts w:hint="eastAsia"/>
          <w:sz w:val="28"/>
          <w:szCs w:val="28"/>
        </w:rPr>
        <w:t>专业为工程器械</w:t>
      </w:r>
      <w:r>
        <w:rPr>
          <w:rFonts w:hint="eastAsia"/>
          <w:sz w:val="28"/>
          <w:szCs w:val="28"/>
        </w:rPr>
        <w:t>、</w:t>
      </w:r>
      <w:r w:rsidRPr="00386787">
        <w:rPr>
          <w:rFonts w:hint="eastAsia"/>
          <w:sz w:val="28"/>
          <w:szCs w:val="28"/>
        </w:rPr>
        <w:t>车辆维保</w:t>
      </w:r>
      <w:r>
        <w:rPr>
          <w:rFonts w:hint="eastAsia"/>
          <w:sz w:val="28"/>
          <w:szCs w:val="28"/>
        </w:rPr>
        <w:t>或有相关任职经验的</w:t>
      </w:r>
      <w:r w:rsidRPr="00386787">
        <w:rPr>
          <w:rFonts w:hint="eastAsia"/>
          <w:sz w:val="28"/>
          <w:szCs w:val="28"/>
        </w:rPr>
        <w:t>；</w:t>
      </w:r>
    </w:p>
    <w:p w:rsidR="004A2011" w:rsidRPr="00386787" w:rsidRDefault="004A2011">
      <w:pPr>
        <w:rPr>
          <w:sz w:val="28"/>
          <w:szCs w:val="28"/>
        </w:rPr>
      </w:pPr>
      <w:r w:rsidRPr="00386787">
        <w:rPr>
          <w:sz w:val="28"/>
          <w:szCs w:val="28"/>
        </w:rPr>
        <w:t>3</w:t>
      </w:r>
      <w:r w:rsidRPr="00386787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爱护装备器材，</w:t>
      </w:r>
      <w:r w:rsidRPr="00386787">
        <w:rPr>
          <w:rFonts w:hint="eastAsia"/>
          <w:sz w:val="28"/>
          <w:szCs w:val="28"/>
        </w:rPr>
        <w:t>对消防装备器材有浓厚兴趣的；</w:t>
      </w:r>
    </w:p>
    <w:p w:rsidR="004A2011" w:rsidRPr="00386787" w:rsidRDefault="004A2011">
      <w:pPr>
        <w:rPr>
          <w:sz w:val="28"/>
          <w:szCs w:val="28"/>
        </w:rPr>
      </w:pPr>
      <w:r w:rsidRPr="00386787">
        <w:rPr>
          <w:sz w:val="28"/>
          <w:szCs w:val="28"/>
        </w:rPr>
        <w:t>4</w:t>
      </w:r>
      <w:r w:rsidRPr="00386787">
        <w:rPr>
          <w:rFonts w:hint="eastAsia"/>
          <w:sz w:val="28"/>
          <w:szCs w:val="28"/>
        </w:rPr>
        <w:t>、对账目管理及出入库方面有相关工作经验的</w:t>
      </w:r>
      <w:r>
        <w:rPr>
          <w:rFonts w:hint="eastAsia"/>
          <w:sz w:val="28"/>
          <w:szCs w:val="28"/>
        </w:rPr>
        <w:t>。</w:t>
      </w:r>
    </w:p>
    <w:p w:rsidR="004A2011" w:rsidRDefault="004A2011" w:rsidP="006145A3">
      <w:pPr>
        <w:rPr>
          <w:b/>
          <w:sz w:val="28"/>
          <w:szCs w:val="28"/>
        </w:rPr>
      </w:pPr>
      <w:r w:rsidRPr="004B683D">
        <w:rPr>
          <w:rFonts w:hint="eastAsia"/>
          <w:b/>
          <w:sz w:val="28"/>
          <w:szCs w:val="28"/>
        </w:rPr>
        <w:t>三、文书岗位</w:t>
      </w:r>
      <w:r>
        <w:rPr>
          <w:rFonts w:hint="eastAsia"/>
          <w:b/>
          <w:sz w:val="28"/>
          <w:szCs w:val="28"/>
        </w:rPr>
        <w:t>需具备以下条件</w:t>
      </w:r>
      <w:r w:rsidRPr="004B683D">
        <w:rPr>
          <w:rFonts w:hint="eastAsia"/>
          <w:b/>
          <w:sz w:val="28"/>
          <w:szCs w:val="28"/>
        </w:rPr>
        <w:t>：</w:t>
      </w:r>
    </w:p>
    <w:p w:rsidR="004A2011" w:rsidRDefault="004A2011" w:rsidP="00F472D9">
      <w:pPr>
        <w:rPr>
          <w:sz w:val="28"/>
          <w:szCs w:val="28"/>
        </w:rPr>
      </w:pPr>
      <w:r w:rsidRPr="004B683D">
        <w:rPr>
          <w:sz w:val="28"/>
          <w:szCs w:val="28"/>
        </w:rPr>
        <w:t>1</w:t>
      </w:r>
      <w:r w:rsidRPr="004B683D">
        <w:rPr>
          <w:rFonts w:hint="eastAsia"/>
          <w:sz w:val="28"/>
          <w:szCs w:val="28"/>
        </w:rPr>
        <w:t>、能熟练操作各种办公软件及电脑的其他操作；</w:t>
      </w:r>
      <w:r w:rsidRPr="004B683D">
        <w:rPr>
          <w:sz w:val="28"/>
          <w:szCs w:val="28"/>
        </w:rPr>
        <w:br/>
        <w:t>2</w:t>
      </w:r>
      <w:r w:rsidRPr="004B683D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会</w:t>
      </w:r>
      <w:r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撰写材料、文件管理和档案管理等工作；</w:t>
      </w:r>
    </w:p>
    <w:p w:rsidR="004A2011" w:rsidRDefault="004A2011" w:rsidP="00F472D9">
      <w:pPr>
        <w:rPr>
          <w:rFonts w:ascii="Arial" w:hAnsi="Arial" w:cs="Arial"/>
          <w:color w:val="191919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191919"/>
          <w:sz w:val="27"/>
          <w:szCs w:val="27"/>
          <w:shd w:val="clear" w:color="auto" w:fill="FFFFFF"/>
        </w:rPr>
        <w:t>3</w:t>
      </w:r>
      <w:r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、应届或历届中文或新闻专业大专以上学历，有扎实的文字功底，精通文书材料工作，身体健康，为人正直，有良好的沟通能力，服从工作安排；</w:t>
      </w:r>
    </w:p>
    <w:p w:rsidR="004A2011" w:rsidRDefault="004A2011" w:rsidP="00F472D9">
      <w:pPr>
        <w:rPr>
          <w:rFonts w:ascii="Arial" w:hAnsi="Arial" w:cs="Arial"/>
          <w:color w:val="191919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191919"/>
          <w:sz w:val="27"/>
          <w:szCs w:val="27"/>
          <w:shd w:val="clear" w:color="auto" w:fill="FFFFFF"/>
        </w:rPr>
        <w:t>4</w:t>
      </w:r>
      <w:r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、有公办事业单位文书工作经验者优先。</w:t>
      </w:r>
    </w:p>
    <w:p w:rsidR="004A2011" w:rsidRDefault="004A2011" w:rsidP="006145A3">
      <w:pPr>
        <w:rPr>
          <w:b/>
          <w:sz w:val="28"/>
          <w:szCs w:val="28"/>
        </w:rPr>
      </w:pPr>
      <w:r w:rsidRPr="004B683D">
        <w:rPr>
          <w:rFonts w:hint="eastAsia"/>
          <w:b/>
          <w:sz w:val="28"/>
          <w:szCs w:val="28"/>
        </w:rPr>
        <w:t>四、驾驶员岗位</w:t>
      </w:r>
      <w:r>
        <w:rPr>
          <w:rFonts w:hint="eastAsia"/>
          <w:b/>
          <w:sz w:val="28"/>
          <w:szCs w:val="28"/>
        </w:rPr>
        <w:t>需具备以下条件</w:t>
      </w:r>
      <w:r w:rsidRPr="004B683D">
        <w:rPr>
          <w:rFonts w:hint="eastAsia"/>
          <w:b/>
          <w:sz w:val="28"/>
          <w:szCs w:val="28"/>
        </w:rPr>
        <w:t>：</w:t>
      </w:r>
    </w:p>
    <w:p w:rsidR="004A2011" w:rsidRPr="00CD4D22" w:rsidRDefault="004A2011" w:rsidP="006F6F0E">
      <w:pPr>
        <w:rPr>
          <w:rFonts w:ascii="Arial" w:hAnsi="Arial" w:cs="Arial"/>
          <w:color w:val="191919"/>
          <w:sz w:val="27"/>
          <w:szCs w:val="27"/>
          <w:shd w:val="clear" w:color="auto" w:fill="FFFFFF"/>
        </w:rPr>
      </w:pPr>
      <w:r w:rsidRPr="00CD4D22">
        <w:rPr>
          <w:rFonts w:ascii="Arial" w:hAnsi="Arial" w:cs="Arial"/>
          <w:color w:val="191919"/>
          <w:sz w:val="27"/>
          <w:szCs w:val="27"/>
          <w:shd w:val="clear" w:color="auto" w:fill="FFFFFF"/>
        </w:rPr>
        <w:t>1</w:t>
      </w:r>
      <w:r w:rsidRPr="00CD4D22"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、熟悉洛阳及周边地区交通路况，</w:t>
      </w:r>
      <w:r w:rsidRPr="00792C02"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拥有</w:t>
      </w:r>
      <w:r w:rsidRPr="00792C02">
        <w:rPr>
          <w:rFonts w:ascii="Arial" w:hAnsi="Arial" w:cs="Arial"/>
          <w:color w:val="191919"/>
          <w:sz w:val="27"/>
          <w:szCs w:val="27"/>
          <w:shd w:val="clear" w:color="auto" w:fill="FFFFFF"/>
        </w:rPr>
        <w:t>B2</w:t>
      </w:r>
      <w:r w:rsidRPr="00792C02"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、</w:t>
      </w:r>
      <w:r w:rsidRPr="00792C02">
        <w:rPr>
          <w:rFonts w:ascii="Arial" w:hAnsi="Arial" w:cs="Arial"/>
          <w:color w:val="191919"/>
          <w:sz w:val="27"/>
          <w:szCs w:val="27"/>
          <w:shd w:val="clear" w:color="auto" w:fill="FFFFFF"/>
        </w:rPr>
        <w:t>A1</w:t>
      </w:r>
      <w:r w:rsidRPr="00792C02"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、</w:t>
      </w:r>
      <w:r w:rsidRPr="00792C02">
        <w:rPr>
          <w:rFonts w:ascii="Arial" w:hAnsi="Arial" w:cs="Arial"/>
          <w:color w:val="191919"/>
          <w:sz w:val="27"/>
          <w:szCs w:val="27"/>
          <w:shd w:val="clear" w:color="auto" w:fill="FFFFFF"/>
        </w:rPr>
        <w:t>A2</w:t>
      </w:r>
      <w:r w:rsidRPr="00792C02"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驾照，</w:t>
      </w:r>
      <w:r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且</w:t>
      </w:r>
      <w:r w:rsidRPr="00CD4D22"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有三年以上驾驶经验，技术稳定娴熟；</w:t>
      </w:r>
    </w:p>
    <w:p w:rsidR="004A2011" w:rsidRPr="00CD4D22" w:rsidRDefault="004A2011" w:rsidP="006F6F0E">
      <w:pPr>
        <w:rPr>
          <w:rFonts w:ascii="Arial" w:hAnsi="Arial" w:cs="Arial"/>
          <w:color w:val="191919"/>
          <w:sz w:val="27"/>
          <w:szCs w:val="27"/>
          <w:shd w:val="clear" w:color="auto" w:fill="FFFFFF"/>
        </w:rPr>
      </w:pPr>
      <w:r w:rsidRPr="00CD4D22">
        <w:rPr>
          <w:rFonts w:ascii="Arial" w:hAnsi="Arial" w:cs="Arial"/>
          <w:color w:val="191919"/>
          <w:sz w:val="27"/>
          <w:szCs w:val="27"/>
          <w:shd w:val="clear" w:color="auto" w:fill="FFFFFF"/>
        </w:rPr>
        <w:t>2</w:t>
      </w:r>
      <w:r w:rsidRPr="00CD4D22"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、热爱本职工作，服从管理，能吃苦耐劳；</w:t>
      </w:r>
    </w:p>
    <w:p w:rsidR="004A2011" w:rsidRPr="00CD4D22" w:rsidRDefault="004A2011" w:rsidP="006F6F0E">
      <w:pPr>
        <w:rPr>
          <w:rFonts w:ascii="Arial" w:hAnsi="Arial" w:cs="Arial"/>
          <w:color w:val="191919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191919"/>
          <w:sz w:val="27"/>
          <w:szCs w:val="27"/>
          <w:shd w:val="clear" w:color="auto" w:fill="FFFFFF"/>
        </w:rPr>
        <w:t>3</w:t>
      </w:r>
      <w:r w:rsidRPr="00CD4D22"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、会排出一般故障</w:t>
      </w:r>
      <w:r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，积极做好日</w:t>
      </w:r>
      <w:r w:rsidRPr="00CD4D22"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常保养和维护工作</w:t>
      </w:r>
      <w:r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；</w:t>
      </w:r>
    </w:p>
    <w:p w:rsidR="004A2011" w:rsidRDefault="004A2011">
      <w:pPr>
        <w:rPr>
          <w:rFonts w:ascii="Arial" w:hAnsi="Arial" w:cs="Arial"/>
          <w:color w:val="191919"/>
          <w:sz w:val="27"/>
          <w:szCs w:val="27"/>
          <w:shd w:val="clear" w:color="auto" w:fill="FFFFFF"/>
        </w:rPr>
      </w:pPr>
      <w:r w:rsidRPr="00386787">
        <w:rPr>
          <w:rFonts w:ascii="Arial" w:hAnsi="Arial" w:cs="Arial"/>
          <w:color w:val="191919"/>
          <w:sz w:val="27"/>
          <w:szCs w:val="27"/>
          <w:shd w:val="clear" w:color="auto" w:fill="FFFFFF"/>
        </w:rPr>
        <w:t>4</w:t>
      </w:r>
      <w:r w:rsidRPr="00386787"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、</w:t>
      </w:r>
      <w:r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有</w:t>
      </w:r>
      <w:r w:rsidRPr="00386787"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特种车辆（半挂车）、工程机械（推土机、挖掘机、装载机、叉车等）</w:t>
      </w:r>
      <w:r>
        <w:rPr>
          <w:rFonts w:ascii="Arial" w:hAnsi="Arial" w:cs="Arial" w:hint="eastAsia"/>
          <w:color w:val="191919"/>
          <w:sz w:val="27"/>
          <w:szCs w:val="27"/>
          <w:shd w:val="clear" w:color="auto" w:fill="FFFFFF"/>
        </w:rPr>
        <w:t>工作经验者优先录用。</w:t>
      </w:r>
    </w:p>
    <w:sectPr w:rsidR="004A2011" w:rsidSect="00C15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011" w:rsidRDefault="004A2011" w:rsidP="003355A2">
      <w:r>
        <w:separator/>
      </w:r>
    </w:p>
  </w:endnote>
  <w:endnote w:type="continuationSeparator" w:id="1">
    <w:p w:rsidR="004A2011" w:rsidRDefault="004A2011" w:rsidP="003355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011" w:rsidRDefault="004A2011" w:rsidP="003355A2">
      <w:r>
        <w:separator/>
      </w:r>
    </w:p>
  </w:footnote>
  <w:footnote w:type="continuationSeparator" w:id="1">
    <w:p w:rsidR="004A2011" w:rsidRDefault="004A2011" w:rsidP="003355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5A2"/>
    <w:rsid w:val="00010F32"/>
    <w:rsid w:val="00050B56"/>
    <w:rsid w:val="000917CB"/>
    <w:rsid w:val="000C6C89"/>
    <w:rsid w:val="000D5F31"/>
    <w:rsid w:val="00141A61"/>
    <w:rsid w:val="0015367D"/>
    <w:rsid w:val="00157C49"/>
    <w:rsid w:val="001D72FB"/>
    <w:rsid w:val="001F45FC"/>
    <w:rsid w:val="002011A9"/>
    <w:rsid w:val="002054EC"/>
    <w:rsid w:val="002120E8"/>
    <w:rsid w:val="00273130"/>
    <w:rsid w:val="002B03C3"/>
    <w:rsid w:val="00301648"/>
    <w:rsid w:val="003355A2"/>
    <w:rsid w:val="00354242"/>
    <w:rsid w:val="00386787"/>
    <w:rsid w:val="003A3763"/>
    <w:rsid w:val="003C280E"/>
    <w:rsid w:val="003D4B12"/>
    <w:rsid w:val="003F75C8"/>
    <w:rsid w:val="00461AAB"/>
    <w:rsid w:val="004A2011"/>
    <w:rsid w:val="004B25DB"/>
    <w:rsid w:val="004B306D"/>
    <w:rsid w:val="004B683D"/>
    <w:rsid w:val="00511C4B"/>
    <w:rsid w:val="00560108"/>
    <w:rsid w:val="00585EE9"/>
    <w:rsid w:val="005A2609"/>
    <w:rsid w:val="005B7853"/>
    <w:rsid w:val="005C6A3D"/>
    <w:rsid w:val="005D0421"/>
    <w:rsid w:val="00613B5F"/>
    <w:rsid w:val="006145A3"/>
    <w:rsid w:val="0062413B"/>
    <w:rsid w:val="00695079"/>
    <w:rsid w:val="006A27B4"/>
    <w:rsid w:val="006F6F0E"/>
    <w:rsid w:val="00704A3D"/>
    <w:rsid w:val="00742987"/>
    <w:rsid w:val="00792C02"/>
    <w:rsid w:val="007A373A"/>
    <w:rsid w:val="007D34E5"/>
    <w:rsid w:val="00803EF9"/>
    <w:rsid w:val="00815AE3"/>
    <w:rsid w:val="00873213"/>
    <w:rsid w:val="00876733"/>
    <w:rsid w:val="008954DE"/>
    <w:rsid w:val="008A3FEE"/>
    <w:rsid w:val="0095102A"/>
    <w:rsid w:val="009A3B04"/>
    <w:rsid w:val="009E6A45"/>
    <w:rsid w:val="00A006A8"/>
    <w:rsid w:val="00A42F0B"/>
    <w:rsid w:val="00A52322"/>
    <w:rsid w:val="00BB0DB9"/>
    <w:rsid w:val="00BD7068"/>
    <w:rsid w:val="00BF710B"/>
    <w:rsid w:val="00C15560"/>
    <w:rsid w:val="00C71B1E"/>
    <w:rsid w:val="00CA785E"/>
    <w:rsid w:val="00CB186A"/>
    <w:rsid w:val="00CC7DEA"/>
    <w:rsid w:val="00CD4193"/>
    <w:rsid w:val="00CD4D22"/>
    <w:rsid w:val="00CF3A6E"/>
    <w:rsid w:val="00D008C0"/>
    <w:rsid w:val="00D17387"/>
    <w:rsid w:val="00D469C6"/>
    <w:rsid w:val="00DA00EC"/>
    <w:rsid w:val="00DA1ADA"/>
    <w:rsid w:val="00DF3EDF"/>
    <w:rsid w:val="00E13193"/>
    <w:rsid w:val="00E22CF4"/>
    <w:rsid w:val="00E36C19"/>
    <w:rsid w:val="00E73F18"/>
    <w:rsid w:val="00E91E24"/>
    <w:rsid w:val="00EA6C79"/>
    <w:rsid w:val="00EF6654"/>
    <w:rsid w:val="00F442DF"/>
    <w:rsid w:val="00F472D9"/>
    <w:rsid w:val="00F95A17"/>
    <w:rsid w:val="00FA700E"/>
    <w:rsid w:val="00FB3AAC"/>
    <w:rsid w:val="00FC6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56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355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355A2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355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355A2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010F3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4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2</Pages>
  <Words>85</Words>
  <Characters>488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各类岗位优先录用条件</dc:title>
  <dc:subject/>
  <dc:creator>Administrator</dc:creator>
  <cp:keywords/>
  <dc:description/>
  <cp:lastModifiedBy>荣凯</cp:lastModifiedBy>
  <cp:revision>9</cp:revision>
  <cp:lastPrinted>2021-06-16T00:24:00Z</cp:lastPrinted>
  <dcterms:created xsi:type="dcterms:W3CDTF">2021-06-04T03:03:00Z</dcterms:created>
  <dcterms:modified xsi:type="dcterms:W3CDTF">2021-06-16T00:25:00Z</dcterms:modified>
</cp:coreProperties>
</file>