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09" w:type="dxa"/>
        <w:tblInd w:w="-68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029"/>
        <w:gridCol w:w="658"/>
        <w:gridCol w:w="693"/>
        <w:gridCol w:w="252"/>
        <w:gridCol w:w="887"/>
        <w:gridCol w:w="214"/>
        <w:gridCol w:w="600"/>
        <w:gridCol w:w="753"/>
        <w:gridCol w:w="18"/>
        <w:gridCol w:w="768"/>
        <w:gridCol w:w="165"/>
        <w:gridCol w:w="50"/>
        <w:gridCol w:w="352"/>
        <w:gridCol w:w="319"/>
        <w:gridCol w:w="1123"/>
        <w:gridCol w:w="215"/>
        <w:gridCol w:w="10"/>
        <w:gridCol w:w="1689"/>
        <w:gridCol w:w="214"/>
      </w:tblGrid>
      <w:tr w:rsidR="00A40376" w:rsidTr="00BC4520">
        <w:trPr>
          <w:gridAfter w:val="1"/>
          <w:wAfter w:w="214" w:type="dxa"/>
          <w:trHeight w:val="348"/>
        </w:trPr>
        <w:tc>
          <w:tcPr>
            <w:tcW w:w="9795" w:type="dxa"/>
            <w:gridSpan w:val="18"/>
            <w:vAlign w:val="center"/>
          </w:tcPr>
          <w:p w:rsidR="00A26255" w:rsidRDefault="00A26255" w:rsidP="00A26255">
            <w:pPr>
              <w:rPr>
                <w:rFonts w:ascii="宋体" w:hAnsi="宋体" w:cs="宋体"/>
                <w:b/>
                <w:color w:val="000000"/>
                <w:kern w:val="0"/>
                <w:sz w:val="32"/>
                <w:szCs w:val="32"/>
              </w:rPr>
            </w:pPr>
            <w:bookmarkStart w:id="0" w:name="_GoBack"/>
            <w:bookmarkEnd w:id="0"/>
            <w:r w:rsidRPr="00A26255">
              <w:rPr>
                <w:rFonts w:ascii="宋体" w:hAnsi="宋体" w:cs="宋体" w:hint="eastAsia"/>
                <w:color w:val="000000"/>
                <w:kern w:val="0"/>
                <w:sz w:val="32"/>
                <w:szCs w:val="32"/>
              </w:rPr>
              <w:t>附件3：</w:t>
            </w:r>
            <w:r>
              <w:rPr>
                <w:rFonts w:ascii="宋体" w:hAnsi="宋体" w:cs="宋体" w:hint="eastAsia"/>
                <w:b/>
                <w:color w:val="000000"/>
                <w:kern w:val="0"/>
                <w:sz w:val="32"/>
                <w:szCs w:val="32"/>
              </w:rPr>
              <w:t xml:space="preserve">   </w:t>
            </w:r>
          </w:p>
          <w:p w:rsidR="00A40376" w:rsidRPr="00127208" w:rsidRDefault="00A40376" w:rsidP="00A26255">
            <w:pPr>
              <w:ind w:firstLineChars="545" w:firstLine="1751"/>
              <w:rPr>
                <w:rFonts w:ascii="黑体" w:eastAsia="黑体" w:hAnsi="宋体" w:cs="黑体"/>
                <w:b/>
                <w:color w:val="000000"/>
                <w:sz w:val="40"/>
                <w:szCs w:val="40"/>
              </w:rPr>
            </w:pPr>
            <w:r w:rsidRPr="00127208">
              <w:rPr>
                <w:rFonts w:ascii="宋体" w:hAnsi="宋体" w:cs="宋体" w:hint="eastAsia"/>
                <w:b/>
                <w:color w:val="000000"/>
                <w:kern w:val="0"/>
                <w:sz w:val="32"/>
                <w:szCs w:val="32"/>
              </w:rPr>
              <w:t>蚌埠市</w:t>
            </w:r>
            <w:r w:rsidR="00CC5F85">
              <w:rPr>
                <w:rFonts w:ascii="宋体" w:hAnsi="宋体" w:cs="宋体" w:hint="eastAsia"/>
                <w:b/>
                <w:color w:val="000000"/>
                <w:kern w:val="0"/>
                <w:sz w:val="32"/>
                <w:szCs w:val="32"/>
              </w:rPr>
              <w:t>公安局</w:t>
            </w:r>
            <w:r w:rsidR="00C92DEF">
              <w:rPr>
                <w:rFonts w:ascii="宋体" w:hAnsi="宋体" w:cs="宋体" w:hint="eastAsia"/>
                <w:b/>
                <w:color w:val="000000"/>
                <w:kern w:val="0"/>
                <w:sz w:val="32"/>
                <w:szCs w:val="32"/>
              </w:rPr>
              <w:t>招聘</w:t>
            </w:r>
            <w:r w:rsidR="00CC5F85">
              <w:rPr>
                <w:rFonts w:ascii="宋体" w:hAnsi="宋体" w:cs="宋体" w:hint="eastAsia"/>
                <w:b/>
                <w:color w:val="000000"/>
                <w:kern w:val="0"/>
                <w:sz w:val="32"/>
                <w:szCs w:val="32"/>
              </w:rPr>
              <w:t>警务辅助人员报名</w:t>
            </w:r>
            <w:r w:rsidRPr="00127208">
              <w:rPr>
                <w:rFonts w:ascii="宋体" w:hAnsi="宋体" w:cs="宋体" w:hint="eastAsia"/>
                <w:b/>
                <w:color w:val="000000"/>
                <w:kern w:val="0"/>
                <w:sz w:val="32"/>
                <w:szCs w:val="32"/>
              </w:rPr>
              <w:t>审批表</w:t>
            </w:r>
          </w:p>
        </w:tc>
      </w:tr>
      <w:tr w:rsidR="00A40376" w:rsidTr="00BC4520">
        <w:trPr>
          <w:gridAfter w:val="1"/>
          <w:wAfter w:w="214" w:type="dxa"/>
          <w:trHeight w:val="624"/>
        </w:trPr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0376" w:rsidRDefault="00A4037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姓  名</w:t>
            </w:r>
          </w:p>
        </w:tc>
        <w:tc>
          <w:tcPr>
            <w:tcW w:w="13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0376" w:rsidRDefault="00A40376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3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0376" w:rsidRDefault="00A4037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曾用名</w:t>
            </w:r>
          </w:p>
        </w:tc>
        <w:tc>
          <w:tcPr>
            <w:tcW w:w="13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0376" w:rsidRDefault="00A40376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35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0376" w:rsidRDefault="00A4037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性  别</w:t>
            </w:r>
          </w:p>
        </w:tc>
        <w:tc>
          <w:tcPr>
            <w:tcW w:w="1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0376" w:rsidRDefault="00A40376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914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0376" w:rsidRDefault="00A4037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（照片）</w:t>
            </w:r>
          </w:p>
        </w:tc>
      </w:tr>
      <w:tr w:rsidR="00A40376" w:rsidTr="00BC4520">
        <w:trPr>
          <w:gridAfter w:val="1"/>
          <w:wAfter w:w="214" w:type="dxa"/>
          <w:trHeight w:val="624"/>
        </w:trPr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0376" w:rsidRDefault="00A4037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出生</w:t>
            </w:r>
          </w:p>
          <w:p w:rsidR="00A40376" w:rsidRDefault="00A4037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日期</w:t>
            </w:r>
          </w:p>
        </w:tc>
        <w:tc>
          <w:tcPr>
            <w:tcW w:w="13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0376" w:rsidRDefault="00A40376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3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0376" w:rsidRDefault="00A4037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政 治</w:t>
            </w:r>
          </w:p>
          <w:p w:rsidR="00A40376" w:rsidRDefault="00A4037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面 貌</w:t>
            </w:r>
          </w:p>
        </w:tc>
        <w:tc>
          <w:tcPr>
            <w:tcW w:w="13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0376" w:rsidRDefault="00A40376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35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0376" w:rsidRDefault="00A4037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民  族</w:t>
            </w:r>
          </w:p>
        </w:tc>
        <w:tc>
          <w:tcPr>
            <w:tcW w:w="1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0376" w:rsidRDefault="00A40376">
            <w:pPr>
              <w:jc w:val="left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914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0376" w:rsidRDefault="00A40376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 w:rsidR="00A40376" w:rsidTr="00BC4520">
        <w:trPr>
          <w:gridAfter w:val="1"/>
          <w:wAfter w:w="214" w:type="dxa"/>
          <w:trHeight w:val="624"/>
        </w:trPr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0376" w:rsidRDefault="00A4037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宗教</w:t>
            </w:r>
          </w:p>
          <w:p w:rsidR="00A40376" w:rsidRDefault="00A4037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信仰</w:t>
            </w:r>
          </w:p>
        </w:tc>
        <w:tc>
          <w:tcPr>
            <w:tcW w:w="13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0376" w:rsidRDefault="00A40376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3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0376" w:rsidRDefault="00A4037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文 化</w:t>
            </w:r>
          </w:p>
          <w:p w:rsidR="00A40376" w:rsidRDefault="00A4037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程 度</w:t>
            </w:r>
          </w:p>
        </w:tc>
        <w:tc>
          <w:tcPr>
            <w:tcW w:w="13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0376" w:rsidRDefault="00A40376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35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0376" w:rsidRDefault="00A4037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婚 </w:t>
            </w: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姻</w:t>
            </w:r>
            <w:proofErr w:type="gramEnd"/>
          </w:p>
          <w:p w:rsidR="00A40376" w:rsidRDefault="00A4037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状 </w:t>
            </w: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况</w:t>
            </w:r>
            <w:proofErr w:type="gramEnd"/>
          </w:p>
        </w:tc>
        <w:tc>
          <w:tcPr>
            <w:tcW w:w="1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0376" w:rsidRDefault="00A40376">
            <w:pPr>
              <w:jc w:val="left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914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0376" w:rsidRDefault="00A40376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 w:rsidR="00A40376" w:rsidTr="00BC4520">
        <w:trPr>
          <w:gridAfter w:val="1"/>
          <w:wAfter w:w="214" w:type="dxa"/>
          <w:trHeight w:val="624"/>
        </w:trPr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0376" w:rsidRDefault="00A4037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身份证</w:t>
            </w:r>
          </w:p>
          <w:p w:rsidR="00A40376" w:rsidRDefault="00A4037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号码</w:t>
            </w:r>
          </w:p>
        </w:tc>
        <w:tc>
          <w:tcPr>
            <w:tcW w:w="405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0376" w:rsidRDefault="00A40376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35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0376" w:rsidRDefault="00AC6DD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特长</w:t>
            </w:r>
          </w:p>
        </w:tc>
        <w:tc>
          <w:tcPr>
            <w:tcW w:w="1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0376" w:rsidRDefault="00A40376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914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0376" w:rsidRDefault="00A40376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 w:rsidR="00A40376" w:rsidTr="00BC4520">
        <w:trPr>
          <w:gridAfter w:val="1"/>
          <w:wAfter w:w="214" w:type="dxa"/>
          <w:trHeight w:val="312"/>
        </w:trPr>
        <w:tc>
          <w:tcPr>
            <w:tcW w:w="10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0376" w:rsidRDefault="00A4037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户籍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所在地</w:t>
            </w:r>
          </w:p>
        </w:tc>
        <w:tc>
          <w:tcPr>
            <w:tcW w:w="4057" w:type="dxa"/>
            <w:gridSpan w:val="7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0376" w:rsidRDefault="00A40376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353" w:type="dxa"/>
            <w:gridSpan w:val="5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0376" w:rsidRDefault="00A4037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本人手机及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家庭电话</w:t>
            </w:r>
          </w:p>
        </w:tc>
        <w:tc>
          <w:tcPr>
            <w:tcW w:w="3356" w:type="dxa"/>
            <w:gridSpan w:val="5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0376" w:rsidRDefault="00A40376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 w:rsidR="00A40376" w:rsidTr="00BC4520">
        <w:trPr>
          <w:gridAfter w:val="1"/>
          <w:wAfter w:w="214" w:type="dxa"/>
          <w:trHeight w:val="360"/>
        </w:trPr>
        <w:tc>
          <w:tcPr>
            <w:tcW w:w="10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0376" w:rsidRDefault="00A40376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4057" w:type="dxa"/>
            <w:gridSpan w:val="7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0376" w:rsidRDefault="00A40376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353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0376" w:rsidRDefault="00A40376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3356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0376" w:rsidRDefault="00A40376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 w:rsidR="00A40376" w:rsidTr="00BC4520">
        <w:trPr>
          <w:gridAfter w:val="1"/>
          <w:wAfter w:w="214" w:type="dxa"/>
          <w:trHeight w:val="720"/>
        </w:trPr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0376" w:rsidRDefault="00E10F1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现居住地</w:t>
            </w:r>
          </w:p>
        </w:tc>
        <w:tc>
          <w:tcPr>
            <w:tcW w:w="4843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0376" w:rsidRDefault="00A40376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223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0376" w:rsidRDefault="00F7496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报考岗位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0376" w:rsidRDefault="00A40376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</w:tr>
      <w:tr w:rsidR="00A40376" w:rsidTr="00BC4520">
        <w:trPr>
          <w:gridAfter w:val="1"/>
          <w:wAfter w:w="214" w:type="dxa"/>
          <w:trHeight w:val="390"/>
        </w:trPr>
        <w:tc>
          <w:tcPr>
            <w:tcW w:w="102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A40376" w:rsidRDefault="00A4037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教育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经历</w:t>
            </w:r>
          </w:p>
        </w:tc>
        <w:tc>
          <w:tcPr>
            <w:tcW w:w="16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0376" w:rsidRDefault="00A4037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起止时间</w:t>
            </w:r>
          </w:p>
        </w:tc>
        <w:tc>
          <w:tcPr>
            <w:tcW w:w="3240" w:type="dxa"/>
            <w:gridSpan w:val="6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0376" w:rsidRDefault="00A4037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所在学校</w:t>
            </w:r>
          </w:p>
        </w:tc>
        <w:tc>
          <w:tcPr>
            <w:tcW w:w="223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0376" w:rsidRDefault="00A4037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证明人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0376" w:rsidRDefault="00A40376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</w:rPr>
              <w:t>联系方式</w:t>
            </w:r>
          </w:p>
        </w:tc>
      </w:tr>
      <w:tr w:rsidR="00A40376" w:rsidTr="00BC4520">
        <w:trPr>
          <w:gridAfter w:val="1"/>
          <w:wAfter w:w="214" w:type="dxa"/>
          <w:trHeight w:val="390"/>
        </w:trPr>
        <w:tc>
          <w:tcPr>
            <w:tcW w:w="1029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A40376" w:rsidRDefault="00A40376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6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0376" w:rsidRDefault="00A40376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3240" w:type="dxa"/>
            <w:gridSpan w:val="6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0376" w:rsidRDefault="00A40376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223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0376" w:rsidRDefault="00A40376"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0376" w:rsidRDefault="00A40376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 w:rsidR="00A40376" w:rsidTr="00BC4520">
        <w:trPr>
          <w:gridAfter w:val="1"/>
          <w:wAfter w:w="214" w:type="dxa"/>
          <w:trHeight w:val="390"/>
        </w:trPr>
        <w:tc>
          <w:tcPr>
            <w:tcW w:w="1029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A40376" w:rsidRDefault="00A40376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6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0376" w:rsidRDefault="00A40376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3240" w:type="dxa"/>
            <w:gridSpan w:val="6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0376" w:rsidRDefault="00A40376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223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0376" w:rsidRDefault="00A40376"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0376" w:rsidRDefault="00A40376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 w:rsidR="00A40376" w:rsidTr="00BC4520">
        <w:trPr>
          <w:gridAfter w:val="1"/>
          <w:wAfter w:w="214" w:type="dxa"/>
          <w:trHeight w:val="390"/>
        </w:trPr>
        <w:tc>
          <w:tcPr>
            <w:tcW w:w="1029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A40376" w:rsidRDefault="00A40376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6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0376" w:rsidRDefault="00A40376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3240" w:type="dxa"/>
            <w:gridSpan w:val="6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0376" w:rsidRDefault="00A40376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223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0376" w:rsidRDefault="00A40376"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0376" w:rsidRDefault="00A40376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 w:rsidR="00A40376" w:rsidTr="00BC4520">
        <w:trPr>
          <w:gridAfter w:val="1"/>
          <w:wAfter w:w="214" w:type="dxa"/>
          <w:trHeight w:val="390"/>
        </w:trPr>
        <w:tc>
          <w:tcPr>
            <w:tcW w:w="1029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A40376" w:rsidRDefault="00A40376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6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0376" w:rsidRDefault="00A40376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3240" w:type="dxa"/>
            <w:gridSpan w:val="6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0376" w:rsidRDefault="00A40376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223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0376" w:rsidRDefault="00A40376"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0376" w:rsidRDefault="00A40376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 w:rsidR="00A40376" w:rsidTr="00BC4520">
        <w:trPr>
          <w:gridAfter w:val="1"/>
          <w:wAfter w:w="214" w:type="dxa"/>
          <w:trHeight w:val="390"/>
        </w:trPr>
        <w:tc>
          <w:tcPr>
            <w:tcW w:w="102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A40376" w:rsidRDefault="00A4037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工作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经历</w:t>
            </w:r>
          </w:p>
        </w:tc>
        <w:tc>
          <w:tcPr>
            <w:tcW w:w="16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0376" w:rsidRDefault="00A4037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起止时间</w:t>
            </w:r>
          </w:p>
        </w:tc>
        <w:tc>
          <w:tcPr>
            <w:tcW w:w="3240" w:type="dxa"/>
            <w:gridSpan w:val="6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0376" w:rsidRDefault="00A4037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单位名称</w:t>
            </w:r>
          </w:p>
        </w:tc>
        <w:tc>
          <w:tcPr>
            <w:tcW w:w="223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0376" w:rsidRDefault="00A4037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证明人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0376" w:rsidRDefault="00A40376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</w:rPr>
              <w:t>联系方式</w:t>
            </w:r>
          </w:p>
        </w:tc>
      </w:tr>
      <w:tr w:rsidR="00A40376" w:rsidTr="00BC4520">
        <w:trPr>
          <w:gridAfter w:val="1"/>
          <w:wAfter w:w="214" w:type="dxa"/>
          <w:trHeight w:val="390"/>
        </w:trPr>
        <w:tc>
          <w:tcPr>
            <w:tcW w:w="1029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A40376" w:rsidRDefault="00A40376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6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40376" w:rsidRDefault="00A40376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324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0376" w:rsidRDefault="00A40376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223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0376" w:rsidRDefault="00A40376"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0376" w:rsidRDefault="00A40376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 w:rsidR="00A40376" w:rsidTr="00BC4520">
        <w:trPr>
          <w:gridAfter w:val="1"/>
          <w:wAfter w:w="214" w:type="dxa"/>
          <w:trHeight w:val="390"/>
        </w:trPr>
        <w:tc>
          <w:tcPr>
            <w:tcW w:w="1029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A40376" w:rsidRDefault="00A40376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6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40376" w:rsidRDefault="00A40376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324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0376" w:rsidRDefault="00A40376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223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0376" w:rsidRDefault="00A40376"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0376" w:rsidRDefault="00A40376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 w:rsidR="00A40376" w:rsidTr="00BC4520">
        <w:trPr>
          <w:gridAfter w:val="1"/>
          <w:wAfter w:w="214" w:type="dxa"/>
          <w:trHeight w:val="390"/>
        </w:trPr>
        <w:tc>
          <w:tcPr>
            <w:tcW w:w="1029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A40376" w:rsidRDefault="00A40376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6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40376" w:rsidRDefault="00A40376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324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0376" w:rsidRDefault="00A40376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223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0376" w:rsidRDefault="00A40376"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0376" w:rsidRDefault="00A40376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 w:rsidR="00A40376" w:rsidTr="00BC4520">
        <w:trPr>
          <w:gridAfter w:val="1"/>
          <w:wAfter w:w="214" w:type="dxa"/>
          <w:trHeight w:val="360"/>
        </w:trPr>
        <w:tc>
          <w:tcPr>
            <w:tcW w:w="102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A40376" w:rsidRDefault="00A4037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主要</w:t>
            </w:r>
          </w:p>
          <w:p w:rsidR="00A40376" w:rsidRDefault="00A4037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家庭</w:t>
            </w:r>
          </w:p>
          <w:p w:rsidR="00A40376" w:rsidRDefault="00A4037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成员</w:t>
            </w:r>
          </w:p>
          <w:p w:rsidR="00A40376" w:rsidRDefault="00A4037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情况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40376" w:rsidRDefault="00A4037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称谓</w:t>
            </w:r>
          </w:p>
        </w:tc>
        <w:tc>
          <w:tcPr>
            <w:tcW w:w="9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40376" w:rsidRDefault="00A4037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姓名</w:t>
            </w:r>
          </w:p>
        </w:tc>
        <w:tc>
          <w:tcPr>
            <w:tcW w:w="324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0376" w:rsidRDefault="00A4037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公民身份证号码</w:t>
            </w:r>
          </w:p>
        </w:tc>
        <w:tc>
          <w:tcPr>
            <w:tcW w:w="223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0376" w:rsidRDefault="00A4037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 工作单位及职务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0376" w:rsidRDefault="00A40376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</w:rPr>
              <w:t>联系方式</w:t>
            </w:r>
          </w:p>
        </w:tc>
      </w:tr>
      <w:tr w:rsidR="00A40376" w:rsidTr="00BC4520">
        <w:trPr>
          <w:gridAfter w:val="1"/>
          <w:wAfter w:w="214" w:type="dxa"/>
          <w:trHeight w:val="360"/>
        </w:trPr>
        <w:tc>
          <w:tcPr>
            <w:tcW w:w="1029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A40376" w:rsidRDefault="00A40376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40376" w:rsidRDefault="00A40376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9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40376" w:rsidRDefault="00A40376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324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0376" w:rsidRDefault="00A40376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223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0376" w:rsidRDefault="00A40376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0376" w:rsidRDefault="00A40376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 w:rsidR="00A40376" w:rsidTr="00BC4520">
        <w:trPr>
          <w:gridAfter w:val="1"/>
          <w:wAfter w:w="214" w:type="dxa"/>
          <w:trHeight w:val="360"/>
        </w:trPr>
        <w:tc>
          <w:tcPr>
            <w:tcW w:w="1029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A40376" w:rsidRDefault="00A40376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40376" w:rsidRDefault="00A40376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9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40376" w:rsidRDefault="00A40376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324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0376" w:rsidRDefault="00A40376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223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0376" w:rsidRDefault="00A40376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0376" w:rsidRDefault="00A40376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 w:rsidR="00A40376" w:rsidTr="00BC4520">
        <w:trPr>
          <w:gridAfter w:val="1"/>
          <w:wAfter w:w="214" w:type="dxa"/>
          <w:trHeight w:val="360"/>
        </w:trPr>
        <w:tc>
          <w:tcPr>
            <w:tcW w:w="1029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A40376" w:rsidRDefault="00A40376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40376" w:rsidRDefault="00A40376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9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40376" w:rsidRDefault="00A40376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324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0376" w:rsidRDefault="00A40376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223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0376" w:rsidRDefault="00A40376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0376" w:rsidRDefault="00A40376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 w:rsidR="00A40376" w:rsidTr="00BC4520">
        <w:trPr>
          <w:gridAfter w:val="1"/>
          <w:wAfter w:w="214" w:type="dxa"/>
          <w:trHeight w:val="360"/>
        </w:trPr>
        <w:tc>
          <w:tcPr>
            <w:tcW w:w="1029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A40376" w:rsidRDefault="00A40376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40376" w:rsidRDefault="00A40376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9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40376" w:rsidRDefault="00A40376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324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0376" w:rsidRDefault="00A40376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223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0376" w:rsidRDefault="00A40376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0376" w:rsidRDefault="00A40376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 w:rsidR="00A40376" w:rsidTr="00BC4520">
        <w:trPr>
          <w:gridAfter w:val="1"/>
          <w:wAfter w:w="214" w:type="dxa"/>
          <w:trHeight w:val="360"/>
        </w:trPr>
        <w:tc>
          <w:tcPr>
            <w:tcW w:w="102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A40376" w:rsidRDefault="00A4037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主要</w:t>
            </w:r>
          </w:p>
          <w:p w:rsidR="00A40376" w:rsidRDefault="00A4037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社会</w:t>
            </w:r>
          </w:p>
          <w:p w:rsidR="00A40376" w:rsidRDefault="00A4037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关系</w:t>
            </w:r>
          </w:p>
          <w:p w:rsidR="00A40376" w:rsidRDefault="00A4037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成员</w:t>
            </w:r>
          </w:p>
          <w:p w:rsidR="00A40376" w:rsidRDefault="00A4037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情况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40376" w:rsidRDefault="00A4037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称谓</w:t>
            </w:r>
          </w:p>
        </w:tc>
        <w:tc>
          <w:tcPr>
            <w:tcW w:w="9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40376" w:rsidRDefault="00A4037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姓名</w:t>
            </w:r>
          </w:p>
        </w:tc>
        <w:tc>
          <w:tcPr>
            <w:tcW w:w="324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0376" w:rsidRDefault="00A4037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公民身份证号码</w:t>
            </w:r>
          </w:p>
        </w:tc>
        <w:tc>
          <w:tcPr>
            <w:tcW w:w="223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0376" w:rsidRDefault="00A4037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 工作单位及职务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0376" w:rsidRDefault="00A40376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</w:rPr>
              <w:t>联系方式</w:t>
            </w:r>
          </w:p>
        </w:tc>
      </w:tr>
      <w:tr w:rsidR="00A40376" w:rsidTr="00BC4520">
        <w:trPr>
          <w:gridAfter w:val="1"/>
          <w:wAfter w:w="214" w:type="dxa"/>
          <w:trHeight w:val="390"/>
        </w:trPr>
        <w:tc>
          <w:tcPr>
            <w:tcW w:w="1029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A40376" w:rsidRDefault="00A40376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40376" w:rsidRDefault="00A40376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9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40376" w:rsidRDefault="00A40376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324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0376" w:rsidRDefault="00A40376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223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0376" w:rsidRDefault="00A40376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0376" w:rsidRDefault="00A40376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 w:rsidR="00A40376" w:rsidTr="00BC4520">
        <w:trPr>
          <w:gridAfter w:val="1"/>
          <w:wAfter w:w="214" w:type="dxa"/>
          <w:trHeight w:val="390"/>
        </w:trPr>
        <w:tc>
          <w:tcPr>
            <w:tcW w:w="1029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A40376" w:rsidRDefault="00A40376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40376" w:rsidRDefault="00A40376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9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40376" w:rsidRDefault="00A40376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324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0376" w:rsidRDefault="00A40376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223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0376" w:rsidRDefault="00A40376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0376" w:rsidRDefault="00A40376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 w:rsidR="00A40376" w:rsidTr="00BC4520">
        <w:trPr>
          <w:gridAfter w:val="1"/>
          <w:wAfter w:w="214" w:type="dxa"/>
          <w:trHeight w:val="390"/>
        </w:trPr>
        <w:tc>
          <w:tcPr>
            <w:tcW w:w="1029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A40376" w:rsidRDefault="00A40376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40376" w:rsidRDefault="00A40376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9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40376" w:rsidRDefault="00A40376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324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0376" w:rsidRDefault="00A40376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223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0376" w:rsidRDefault="00A40376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0376" w:rsidRDefault="00A40376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 w:rsidR="00A40376" w:rsidTr="00BC4520">
        <w:trPr>
          <w:gridAfter w:val="1"/>
          <w:wAfter w:w="214" w:type="dxa"/>
          <w:trHeight w:val="1561"/>
        </w:trPr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16EF" w:rsidRDefault="00A4037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诚信</w:t>
            </w:r>
          </w:p>
          <w:p w:rsidR="00A40376" w:rsidRDefault="00AA16E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承诺</w:t>
            </w:r>
          </w:p>
        </w:tc>
        <w:tc>
          <w:tcPr>
            <w:tcW w:w="8766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16EF" w:rsidRDefault="00AA16EF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     </w:t>
            </w:r>
            <w:r w:rsidR="00A40376">
              <w:rPr>
                <w:rFonts w:ascii="宋体" w:hAnsi="宋体" w:cs="宋体" w:hint="eastAsia"/>
                <w:color w:val="000000"/>
                <w:kern w:val="0"/>
                <w:sz w:val="24"/>
              </w:rPr>
              <w:t>本人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承诺</w:t>
            </w:r>
            <w:r w:rsidR="00A40376">
              <w:rPr>
                <w:rFonts w:ascii="宋体" w:hAnsi="宋体" w:cs="宋体" w:hint="eastAsia"/>
                <w:color w:val="000000"/>
                <w:kern w:val="0"/>
                <w:sz w:val="24"/>
              </w:rPr>
              <w:t>以上所填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的</w:t>
            </w:r>
            <w:r w:rsidR="00A40376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内容属实，并已达到报名条件（见公告），如发现隐瞒或者不实，取消考试及录取资格，由此产生的后果由本人承担。                              </w:t>
            </w:r>
            <w:r w:rsidR="00A40376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</w:r>
            <w:r w:rsidR="0017284B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                      </w:t>
            </w:r>
          </w:p>
          <w:p w:rsidR="00A40376" w:rsidRDefault="00AA16EF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                          </w:t>
            </w:r>
            <w:r w:rsidR="0017284B">
              <w:rPr>
                <w:rFonts w:ascii="宋体" w:hAnsi="宋体" w:cs="宋体" w:hint="eastAsia"/>
                <w:color w:val="000000"/>
                <w:kern w:val="0"/>
                <w:sz w:val="24"/>
              </w:rPr>
              <w:t>考生</w:t>
            </w:r>
            <w:r w:rsidR="00A40376">
              <w:rPr>
                <w:rFonts w:ascii="宋体" w:hAnsi="宋体" w:cs="宋体" w:hint="eastAsia"/>
                <w:color w:val="000000"/>
                <w:kern w:val="0"/>
                <w:sz w:val="24"/>
              </w:rPr>
              <w:t>签名：</w:t>
            </w:r>
            <w:r w:rsidR="00A40376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</w:r>
            <w:r w:rsidR="00A40376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 xml:space="preserve">                                                    年   月   日</w:t>
            </w:r>
          </w:p>
        </w:tc>
      </w:tr>
      <w:tr w:rsidR="00A40376" w:rsidTr="00BC4520">
        <w:trPr>
          <w:trHeight w:val="199"/>
        </w:trPr>
        <w:tc>
          <w:tcPr>
            <w:tcW w:w="1029" w:type="dxa"/>
            <w:vAlign w:val="center"/>
          </w:tcPr>
          <w:p w:rsidR="00A40376" w:rsidRDefault="00A40376">
            <w:pPr>
              <w:jc w:val="left"/>
              <w:rPr>
                <w:rFonts w:ascii="宋体" w:hAnsi="宋体" w:cs="宋体"/>
                <w:color w:val="000000"/>
                <w:sz w:val="24"/>
              </w:rPr>
            </w:pPr>
          </w:p>
          <w:p w:rsidR="00A26255" w:rsidRDefault="00A26255">
            <w:pPr>
              <w:jc w:val="left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658" w:type="dxa"/>
            <w:vAlign w:val="center"/>
          </w:tcPr>
          <w:p w:rsidR="00A40376" w:rsidRDefault="00A40376">
            <w:pPr>
              <w:jc w:val="left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945" w:type="dxa"/>
            <w:gridSpan w:val="2"/>
            <w:vAlign w:val="center"/>
          </w:tcPr>
          <w:p w:rsidR="00A40376" w:rsidRDefault="00A40376">
            <w:pPr>
              <w:jc w:val="left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887" w:type="dxa"/>
            <w:vAlign w:val="center"/>
          </w:tcPr>
          <w:p w:rsidR="00A40376" w:rsidRDefault="00A40376">
            <w:pPr>
              <w:jc w:val="left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585" w:type="dxa"/>
            <w:gridSpan w:val="4"/>
            <w:vAlign w:val="center"/>
          </w:tcPr>
          <w:p w:rsidR="00A40376" w:rsidRDefault="00A40376">
            <w:pPr>
              <w:jc w:val="left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933" w:type="dxa"/>
            <w:gridSpan w:val="2"/>
            <w:vAlign w:val="center"/>
          </w:tcPr>
          <w:p w:rsidR="00A40376" w:rsidRDefault="00A40376">
            <w:pPr>
              <w:jc w:val="left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50" w:type="dxa"/>
            <w:vAlign w:val="center"/>
          </w:tcPr>
          <w:p w:rsidR="00A40376" w:rsidRDefault="00A40376">
            <w:pPr>
              <w:jc w:val="left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671" w:type="dxa"/>
            <w:gridSpan w:val="2"/>
            <w:vAlign w:val="center"/>
          </w:tcPr>
          <w:p w:rsidR="00A40376" w:rsidRDefault="00A40376">
            <w:pPr>
              <w:jc w:val="left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338" w:type="dxa"/>
            <w:gridSpan w:val="2"/>
            <w:vAlign w:val="center"/>
          </w:tcPr>
          <w:p w:rsidR="00A40376" w:rsidRDefault="00A40376">
            <w:pPr>
              <w:jc w:val="left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913" w:type="dxa"/>
            <w:gridSpan w:val="3"/>
            <w:vAlign w:val="center"/>
          </w:tcPr>
          <w:p w:rsidR="00A40376" w:rsidRDefault="00A40376">
            <w:pPr>
              <w:jc w:val="left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 w:rsidR="00BC4520" w:rsidTr="00BC4520">
        <w:trPr>
          <w:gridAfter w:val="1"/>
          <w:wAfter w:w="214" w:type="dxa"/>
          <w:trHeight w:val="900"/>
        </w:trPr>
        <w:tc>
          <w:tcPr>
            <w:tcW w:w="10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7B5C" w:rsidRDefault="003B7B5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考试</w:t>
            </w:r>
          </w:p>
          <w:p w:rsidR="00BC4520" w:rsidRDefault="00BC452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考核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br/>
              <w:t>情况</w:t>
            </w:r>
          </w:p>
        </w:tc>
        <w:tc>
          <w:tcPr>
            <w:tcW w:w="16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C4520" w:rsidRDefault="00BC452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笔试成绩</w:t>
            </w:r>
          </w:p>
        </w:tc>
        <w:tc>
          <w:tcPr>
            <w:tcW w:w="17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C4520" w:rsidRDefault="00BC4520" w:rsidP="00BC4520">
            <w:pPr>
              <w:widowControl/>
              <w:ind w:firstLineChars="200" w:firstLine="480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加分</w:t>
            </w:r>
          </w:p>
        </w:tc>
        <w:tc>
          <w:tcPr>
            <w:tcW w:w="17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BC4520" w:rsidRDefault="00BC4520" w:rsidP="00BC452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</w:rPr>
              <w:t>总成绩</w:t>
            </w:r>
          </w:p>
        </w:tc>
        <w:tc>
          <w:tcPr>
            <w:tcW w:w="184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C4520" w:rsidRDefault="00BC4520" w:rsidP="00BC4520">
            <w:pPr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1000米</w:t>
            </w:r>
          </w:p>
        </w:tc>
        <w:tc>
          <w:tcPr>
            <w:tcW w:w="19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4520" w:rsidRDefault="00BC452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立定跳远</w:t>
            </w:r>
          </w:p>
        </w:tc>
      </w:tr>
      <w:tr w:rsidR="00BC4520" w:rsidTr="00BC4520">
        <w:trPr>
          <w:gridAfter w:val="1"/>
          <w:wAfter w:w="214" w:type="dxa"/>
          <w:trHeight w:val="900"/>
        </w:trPr>
        <w:tc>
          <w:tcPr>
            <w:tcW w:w="10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4520" w:rsidRDefault="00BC452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6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4520" w:rsidRDefault="00BC452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4520" w:rsidRDefault="00BC452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7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BC4520" w:rsidRDefault="00BC452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84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C4520" w:rsidRDefault="00BC452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9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4520" w:rsidRDefault="00BC452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</w:tr>
      <w:tr w:rsidR="00916F88" w:rsidTr="00BC4520">
        <w:trPr>
          <w:gridAfter w:val="1"/>
          <w:wAfter w:w="214" w:type="dxa"/>
          <w:trHeight w:val="2768"/>
        </w:trPr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1D6C" w:rsidRDefault="002C1D6C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体</w:t>
            </w:r>
          </w:p>
          <w:p w:rsidR="002C1D6C" w:rsidRDefault="002C1D6C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检</w:t>
            </w:r>
          </w:p>
          <w:p w:rsidR="002C1D6C" w:rsidRDefault="002C1D6C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结</w:t>
            </w:r>
          </w:p>
          <w:p w:rsidR="00916F88" w:rsidRDefault="002C1D6C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果</w:t>
            </w:r>
          </w:p>
        </w:tc>
        <w:tc>
          <w:tcPr>
            <w:tcW w:w="8766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1D6C" w:rsidRDefault="002C1D6C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  <w:p w:rsidR="002C1D6C" w:rsidRDefault="002C1D6C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  <w:p w:rsidR="002C1D6C" w:rsidRDefault="002C1D6C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  <w:p w:rsidR="002C1D6C" w:rsidRDefault="002C1D6C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  <w:p w:rsidR="002C1D6C" w:rsidRDefault="002C1D6C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  <w:p w:rsidR="002C1D6C" w:rsidRDefault="001E469D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 w:rsidRPr="002C1D6C">
              <w:rPr>
                <w:rFonts w:ascii="宋体" w:hAnsi="宋体" w:cs="宋体" w:hint="eastAsia"/>
                <w:color w:val="000000"/>
                <w:sz w:val="22"/>
                <w:szCs w:val="22"/>
              </w:rPr>
              <w:t>审查人：</w:t>
            </w:r>
          </w:p>
          <w:p w:rsidR="00916F88" w:rsidRDefault="002C1D6C" w:rsidP="001E469D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 w:rsidRPr="002C1D6C">
              <w:rPr>
                <w:rFonts w:ascii="宋体" w:hAnsi="宋体" w:cs="宋体" w:hint="eastAsia"/>
                <w:color w:val="000000"/>
                <w:sz w:val="22"/>
                <w:szCs w:val="22"/>
              </w:rPr>
              <w:br/>
            </w:r>
            <w:r w:rsidRPr="002C1D6C">
              <w:rPr>
                <w:rFonts w:ascii="宋体" w:hAnsi="宋体" w:cs="宋体" w:hint="eastAsia"/>
                <w:color w:val="000000"/>
                <w:sz w:val="22"/>
                <w:szCs w:val="22"/>
              </w:rPr>
              <w:br/>
              <w:t xml:space="preserve">                                               </w:t>
            </w:r>
            <w:r w:rsidR="00AA16EF">
              <w:rPr>
                <w:rFonts w:ascii="宋体" w:hAnsi="宋体" w:cs="宋体" w:hint="eastAsia"/>
                <w:color w:val="000000"/>
                <w:sz w:val="22"/>
                <w:szCs w:val="22"/>
              </w:rPr>
              <w:t xml:space="preserve">    </w:t>
            </w:r>
            <w:r w:rsidRPr="002C1D6C">
              <w:rPr>
                <w:rFonts w:ascii="宋体" w:hAnsi="宋体" w:cs="宋体" w:hint="eastAsia"/>
                <w:color w:val="000000"/>
                <w:sz w:val="22"/>
                <w:szCs w:val="22"/>
              </w:rPr>
              <w:t>年   月   日</w:t>
            </w:r>
          </w:p>
        </w:tc>
      </w:tr>
      <w:tr w:rsidR="00A40376" w:rsidTr="00BC4520">
        <w:trPr>
          <w:gridAfter w:val="1"/>
          <w:wAfter w:w="214" w:type="dxa"/>
          <w:trHeight w:val="3111"/>
        </w:trPr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1D6C" w:rsidRDefault="00A40376" w:rsidP="002C1D6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政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br/>
              <w:t>治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br/>
              <w:t>审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br/>
              <w:t>查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br/>
            </w:r>
            <w:r w:rsidR="002C1D6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结</w:t>
            </w:r>
          </w:p>
          <w:p w:rsidR="00A40376" w:rsidRDefault="002C1D6C" w:rsidP="002C1D6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果</w:t>
            </w:r>
            <w:r w:rsidR="00A4037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br/>
            </w:r>
          </w:p>
        </w:tc>
        <w:tc>
          <w:tcPr>
            <w:tcW w:w="8766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E469D" w:rsidRDefault="001E469D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  <w:p w:rsidR="001E469D" w:rsidRDefault="001E469D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  <w:p w:rsidR="001E469D" w:rsidRDefault="001E469D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  <w:p w:rsidR="001E469D" w:rsidRDefault="001E469D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  <w:p w:rsidR="001E469D" w:rsidRDefault="001E469D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  <w:p w:rsidR="001E469D" w:rsidRDefault="001E469D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  <w:p w:rsidR="001E469D" w:rsidRDefault="001E469D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审查人：</w:t>
            </w:r>
          </w:p>
          <w:p w:rsidR="00A40376" w:rsidRDefault="00A40376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br/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br/>
              <w:t xml:space="preserve"> </w:t>
            </w:r>
            <w:r w:rsidR="00AA16E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                                                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年   月   日</w:t>
            </w:r>
          </w:p>
        </w:tc>
      </w:tr>
      <w:tr w:rsidR="00A40376" w:rsidTr="00BC4520">
        <w:trPr>
          <w:gridAfter w:val="1"/>
          <w:wAfter w:w="214" w:type="dxa"/>
          <w:trHeight w:val="3156"/>
        </w:trPr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5257" w:rsidRDefault="0057525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575257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招</w:t>
            </w:r>
          </w:p>
          <w:p w:rsidR="00575257" w:rsidRDefault="0057525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575257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聘</w:t>
            </w:r>
          </w:p>
          <w:p w:rsidR="00575257" w:rsidRDefault="0057525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575257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结</w:t>
            </w:r>
          </w:p>
          <w:p w:rsidR="00A40376" w:rsidRDefault="0057525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 w:rsidRPr="00575257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论</w:t>
            </w:r>
          </w:p>
        </w:tc>
        <w:tc>
          <w:tcPr>
            <w:tcW w:w="8766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75257" w:rsidRDefault="00575257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  <w:p w:rsidR="00575257" w:rsidRDefault="00575257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  <w:p w:rsidR="00575257" w:rsidRDefault="00575257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  <w:p w:rsidR="00575257" w:rsidRDefault="00575257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  <w:p w:rsidR="00E31218" w:rsidRDefault="00E31218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  <w:p w:rsidR="00E31218" w:rsidRDefault="00E31218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  <w:p w:rsidR="00575257" w:rsidRPr="00575257" w:rsidRDefault="00575257" w:rsidP="00575257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575257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招聘</w:t>
            </w:r>
            <w:r w:rsidR="003B7B5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工作</w:t>
            </w:r>
            <w:r w:rsidRPr="00575257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领导小组组长签</w:t>
            </w:r>
            <w:r w:rsidR="00E3121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字</w:t>
            </w:r>
            <w:r w:rsidRPr="00575257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（盖章）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：</w:t>
            </w:r>
          </w:p>
          <w:p w:rsidR="00575257" w:rsidRPr="00575257" w:rsidRDefault="00575257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  <w:p w:rsidR="00A40376" w:rsidRDefault="00A40376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br/>
            </w:r>
            <w:r w:rsidR="00AA16E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                                              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年   月   日</w:t>
            </w:r>
          </w:p>
        </w:tc>
      </w:tr>
      <w:tr w:rsidR="00A40376" w:rsidTr="00BC4520">
        <w:trPr>
          <w:gridAfter w:val="1"/>
          <w:wAfter w:w="214" w:type="dxa"/>
          <w:trHeight w:val="2451"/>
        </w:trPr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6255" w:rsidRDefault="00A2625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  <w:p w:rsidR="00A26255" w:rsidRDefault="00A2625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  <w:p w:rsidR="00A40376" w:rsidRDefault="00A4037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备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br/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br/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br/>
              <w:t>注</w:t>
            </w:r>
          </w:p>
          <w:p w:rsidR="00A26255" w:rsidRDefault="00A2625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  <w:p w:rsidR="00A26255" w:rsidRDefault="00A2625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8766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40376" w:rsidRDefault="00A40376" w:rsidP="00AA16EF">
            <w:pPr>
              <w:widowControl/>
              <w:textAlignment w:val="bottom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</w:tr>
    </w:tbl>
    <w:p w:rsidR="00A40376" w:rsidRPr="000402DC" w:rsidRDefault="000402DC">
      <w:pPr>
        <w:rPr>
          <w:b/>
        </w:rPr>
      </w:pPr>
      <w:r w:rsidRPr="000402DC">
        <w:rPr>
          <w:rFonts w:hint="eastAsia"/>
          <w:b/>
        </w:rPr>
        <w:t>注：此《报名审批表》须</w:t>
      </w:r>
      <w:r w:rsidRPr="000402DC">
        <w:rPr>
          <w:rFonts w:hint="eastAsia"/>
          <w:b/>
        </w:rPr>
        <w:t>A4</w:t>
      </w:r>
      <w:r w:rsidRPr="000402DC">
        <w:rPr>
          <w:rFonts w:hint="eastAsia"/>
          <w:b/>
        </w:rPr>
        <w:t>纸正反面打印</w:t>
      </w:r>
    </w:p>
    <w:sectPr w:rsidR="00A40376" w:rsidRPr="000402DC" w:rsidSect="004500BC">
      <w:pgSz w:w="11906" w:h="16838"/>
      <w:pgMar w:top="850" w:right="1134" w:bottom="850" w:left="1134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65E6" w:rsidRDefault="00C565E6" w:rsidP="00DF3B13">
      <w:r>
        <w:separator/>
      </w:r>
    </w:p>
  </w:endnote>
  <w:endnote w:type="continuationSeparator" w:id="0">
    <w:p w:rsidR="00C565E6" w:rsidRDefault="00C565E6" w:rsidP="00DF3B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65E6" w:rsidRDefault="00C565E6" w:rsidP="00DF3B13">
      <w:r>
        <w:separator/>
      </w:r>
    </w:p>
  </w:footnote>
  <w:footnote w:type="continuationSeparator" w:id="0">
    <w:p w:rsidR="00C565E6" w:rsidRDefault="00C565E6" w:rsidP="00DF3B1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attachedTemplate r:id="rId1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2B06067"/>
    <w:rsid w:val="000402DC"/>
    <w:rsid w:val="00127208"/>
    <w:rsid w:val="00166890"/>
    <w:rsid w:val="0017284B"/>
    <w:rsid w:val="001A6F11"/>
    <w:rsid w:val="001E469D"/>
    <w:rsid w:val="0022596F"/>
    <w:rsid w:val="00264912"/>
    <w:rsid w:val="002C1D6C"/>
    <w:rsid w:val="00345827"/>
    <w:rsid w:val="00386B0A"/>
    <w:rsid w:val="00390C8B"/>
    <w:rsid w:val="003B7B5C"/>
    <w:rsid w:val="00401559"/>
    <w:rsid w:val="00401882"/>
    <w:rsid w:val="00413FEE"/>
    <w:rsid w:val="004500BC"/>
    <w:rsid w:val="00514304"/>
    <w:rsid w:val="00575257"/>
    <w:rsid w:val="00593ABE"/>
    <w:rsid w:val="00603D79"/>
    <w:rsid w:val="0060734E"/>
    <w:rsid w:val="006343FA"/>
    <w:rsid w:val="00636F7C"/>
    <w:rsid w:val="006B104D"/>
    <w:rsid w:val="006D0D65"/>
    <w:rsid w:val="00700F82"/>
    <w:rsid w:val="00701F65"/>
    <w:rsid w:val="00782E63"/>
    <w:rsid w:val="007C555E"/>
    <w:rsid w:val="008A5D14"/>
    <w:rsid w:val="00916F88"/>
    <w:rsid w:val="00A2592E"/>
    <w:rsid w:val="00A26255"/>
    <w:rsid w:val="00A40376"/>
    <w:rsid w:val="00AA16EF"/>
    <w:rsid w:val="00AC6DD2"/>
    <w:rsid w:val="00BC4520"/>
    <w:rsid w:val="00BD06F6"/>
    <w:rsid w:val="00BF0FE6"/>
    <w:rsid w:val="00C565E6"/>
    <w:rsid w:val="00C92DEF"/>
    <w:rsid w:val="00CC5F85"/>
    <w:rsid w:val="00D5270C"/>
    <w:rsid w:val="00D57FFE"/>
    <w:rsid w:val="00DB15B4"/>
    <w:rsid w:val="00DF3B13"/>
    <w:rsid w:val="00DF7B74"/>
    <w:rsid w:val="00E039E2"/>
    <w:rsid w:val="00E10F1E"/>
    <w:rsid w:val="00E31218"/>
    <w:rsid w:val="00EB752E"/>
    <w:rsid w:val="00ED2556"/>
    <w:rsid w:val="00ED419F"/>
    <w:rsid w:val="00F55F51"/>
    <w:rsid w:val="00F74966"/>
    <w:rsid w:val="00F9221A"/>
    <w:rsid w:val="00FE2C1F"/>
    <w:rsid w:val="0AF05609"/>
    <w:rsid w:val="12B06067"/>
    <w:rsid w:val="183C169B"/>
    <w:rsid w:val="1B776C17"/>
    <w:rsid w:val="220D6D95"/>
    <w:rsid w:val="2CC50634"/>
    <w:rsid w:val="307231F1"/>
    <w:rsid w:val="422D6507"/>
    <w:rsid w:val="45542FCD"/>
    <w:rsid w:val="45757ACA"/>
    <w:rsid w:val="4A3B0CDE"/>
    <w:rsid w:val="4EE1759B"/>
    <w:rsid w:val="59185883"/>
    <w:rsid w:val="5BD24636"/>
    <w:rsid w:val="5D141F4A"/>
    <w:rsid w:val="5E2D0B7C"/>
    <w:rsid w:val="665570E2"/>
    <w:rsid w:val="6D5350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500BC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DF3B1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DF3B13"/>
    <w:rPr>
      <w:rFonts w:ascii="Calibri" w:hAnsi="Calibri"/>
      <w:kern w:val="2"/>
      <w:sz w:val="18"/>
      <w:szCs w:val="18"/>
    </w:rPr>
  </w:style>
  <w:style w:type="paragraph" w:styleId="a4">
    <w:name w:val="footer"/>
    <w:basedOn w:val="a"/>
    <w:link w:val="Char0"/>
    <w:uiPriority w:val="99"/>
    <w:rsid w:val="00DF3B1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F3B13"/>
    <w:rPr>
      <w:rFonts w:ascii="Calibri" w:hAnsi="Calibri"/>
      <w:kern w:val="2"/>
      <w:sz w:val="18"/>
      <w:szCs w:val="18"/>
    </w:rPr>
  </w:style>
  <w:style w:type="paragraph" w:styleId="a5">
    <w:name w:val="Balloon Text"/>
    <w:basedOn w:val="a"/>
    <w:link w:val="Char1"/>
    <w:rsid w:val="006343FA"/>
    <w:rPr>
      <w:sz w:val="18"/>
      <w:szCs w:val="18"/>
    </w:rPr>
  </w:style>
  <w:style w:type="character" w:customStyle="1" w:styleId="Char1">
    <w:name w:val="批注框文本 Char"/>
    <w:basedOn w:val="a0"/>
    <w:link w:val="a5"/>
    <w:rsid w:val="006343FA"/>
    <w:rPr>
      <w:rFonts w:ascii="Calibri" w:hAnsi="Calibr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500BC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DF3B1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DF3B13"/>
    <w:rPr>
      <w:rFonts w:ascii="Calibri" w:hAnsi="Calibri"/>
      <w:kern w:val="2"/>
      <w:sz w:val="18"/>
      <w:szCs w:val="18"/>
    </w:rPr>
  </w:style>
  <w:style w:type="paragraph" w:styleId="a4">
    <w:name w:val="footer"/>
    <w:basedOn w:val="a"/>
    <w:link w:val="Char0"/>
    <w:uiPriority w:val="99"/>
    <w:rsid w:val="00DF3B1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F3B13"/>
    <w:rPr>
      <w:rFonts w:ascii="Calibri" w:hAnsi="Calibri"/>
      <w:kern w:val="2"/>
      <w:sz w:val="18"/>
      <w:szCs w:val="18"/>
    </w:rPr>
  </w:style>
  <w:style w:type="paragraph" w:styleId="a5">
    <w:name w:val="Balloon Text"/>
    <w:basedOn w:val="a"/>
    <w:link w:val="Char1"/>
    <w:rsid w:val="006343FA"/>
    <w:rPr>
      <w:sz w:val="18"/>
      <w:szCs w:val="18"/>
    </w:rPr>
  </w:style>
  <w:style w:type="character" w:customStyle="1" w:styleId="Char1">
    <w:name w:val="批注框文本 Char"/>
    <w:basedOn w:val="a0"/>
    <w:link w:val="a5"/>
    <w:rsid w:val="006343FA"/>
    <w:rPr>
      <w:rFonts w:ascii="Calibri" w:hAnsi="Calibr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x-cp20936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enovo\AppData\Roaming\Kingsoft\wps\addons\pool\win-i386\knewfileruby_1.0.0.11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0</Template>
  <TotalTime>0</TotalTime>
  <Pages>2</Pages>
  <Words>142</Words>
  <Characters>812</Characters>
  <Application>Microsoft Office Word</Application>
  <DocSecurity>0</DocSecurity>
  <Lines>6</Lines>
  <Paragraphs>1</Paragraphs>
  <ScaleCrop>false</ScaleCrop>
  <Company>Microsoft</Company>
  <LinksUpToDate>false</LinksUpToDate>
  <CharactersWithSpaces>953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397323205</dc:creator>
  <cp:lastModifiedBy>gyb1</cp:lastModifiedBy>
  <cp:revision>2</cp:revision>
  <cp:lastPrinted>2020-03-23T01:01:00Z</cp:lastPrinted>
  <dcterms:created xsi:type="dcterms:W3CDTF">2021-09-09T00:21:00Z</dcterms:created>
  <dcterms:modified xsi:type="dcterms:W3CDTF">2021-09-09T00:21:00Z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</Properties>
</file>