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</w:p>
    <w:p>
      <w:pPr>
        <w:spacing w:line="720" w:lineRule="auto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贵州省高校毕业生就业见习鉴定表</w:t>
      </w:r>
    </w:p>
    <w:tbl>
      <w:tblPr>
        <w:tblStyle w:val="4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lang w:eastAsia="zh-CN"/>
              </w:rPr>
              <w:t>（人事）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（一式三份，学生本人、见习单位、档案管理部门各执一份）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00061316"/>
    <w:rsid w:val="00792C86"/>
    <w:rsid w:val="008B222F"/>
    <w:rsid w:val="09A440DA"/>
    <w:rsid w:val="1682490F"/>
    <w:rsid w:val="695A579C"/>
    <w:rsid w:val="6D535020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30</Words>
  <Characters>171</Characters>
  <Lines>1</Lines>
  <Paragraphs>1</Paragraphs>
  <TotalTime>1</TotalTime>
  <ScaleCrop>false</ScaleCrop>
  <LinksUpToDate>false</LinksUpToDate>
  <CharactersWithSpaces>200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Administrator</cp:lastModifiedBy>
  <dcterms:modified xsi:type="dcterms:W3CDTF">2021-07-19T09:04:53Z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