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（模板）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eastAsia="zh-CN"/>
        </w:rPr>
        <w:t>曲沃县2021年公立医院引进高层次紧缺急需人才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考试专用）</w:t>
      </w: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pageBreakBefore w:val="0"/>
        <w:kinsoku/>
        <w:wordWrap/>
        <w:topLinePunct w:val="0"/>
        <w:bidi w:val="0"/>
        <w:spacing w:line="54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曲沃县人力资源和社会保障局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</w:t>
      </w:r>
      <w:r>
        <w:rPr>
          <w:rFonts w:ascii="仿宋_GB2312" w:hAnsi="仿宋_GB2312" w:eastAsia="仿宋_GB2312" w:cs="仿宋_GB2312"/>
          <w:sz w:val="32"/>
          <w:szCs w:val="32"/>
        </w:rPr>
        <w:t>***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，性别，民族，政治面貌，身份证号，现任职务，参加工作时间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，我单位同意其报考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曲沃县2021年公立医院引进高层次紧缺急需人才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考试，并保证其如被录用，将配合有关单位办理其档案、工资、党团关系等移交手续。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4E3A2E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B78B1"/>
    <w:rsid w:val="00E00ED8"/>
    <w:rsid w:val="00E84F35"/>
    <w:rsid w:val="07C7533A"/>
    <w:rsid w:val="0F5478D4"/>
    <w:rsid w:val="1708042D"/>
    <w:rsid w:val="184E3A2E"/>
    <w:rsid w:val="1CC87D80"/>
    <w:rsid w:val="26F75EAE"/>
    <w:rsid w:val="2759068E"/>
    <w:rsid w:val="2D87339B"/>
    <w:rsid w:val="36240AC3"/>
    <w:rsid w:val="38810760"/>
    <w:rsid w:val="38DB78B1"/>
    <w:rsid w:val="3A9B08A5"/>
    <w:rsid w:val="3FB35784"/>
    <w:rsid w:val="42C02919"/>
    <w:rsid w:val="55C93261"/>
    <w:rsid w:val="5A9F45E0"/>
    <w:rsid w:val="5C895593"/>
    <w:rsid w:val="79667BF8"/>
    <w:rsid w:val="7F33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29</Words>
  <Characters>171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张翠</cp:lastModifiedBy>
  <cp:lastPrinted>2021-08-11T02:45:00Z</cp:lastPrinted>
  <dcterms:modified xsi:type="dcterms:W3CDTF">2021-08-13T06:02:33Z</dcterms:modified>
  <dc:title>附件6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DB08B5AC09864A418A51EBA2D9906C8B</vt:lpwstr>
  </property>
</Properties>
</file>