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60" w:lineRule="exact"/>
        <w:rPr>
          <w:rFonts w:hint="eastAsia" w:ascii="黑体" w:hAnsi="方正小标宋简体" w:eastAsia="黑体"/>
          <w:sz w:val="32"/>
          <w:szCs w:val="32"/>
          <w:lang w:val="en-US" w:eastAsia="zh-CN"/>
        </w:rPr>
      </w:pPr>
      <w:r>
        <w:rPr>
          <w:rFonts w:hint="eastAsia" w:ascii="黑体" w:hAnsi="方正小标宋简体" w:eastAsia="黑体" w:cs="黑体"/>
          <w:sz w:val="32"/>
          <w:szCs w:val="32"/>
        </w:rPr>
        <w:t>附件</w:t>
      </w:r>
      <w:r>
        <w:rPr>
          <w:rFonts w:hint="eastAsia" w:ascii="黑体" w:hAnsi="方正小标宋简体" w:eastAsia="黑体" w:cs="黑体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spacing w:line="760" w:lineRule="exact"/>
        <w:jc w:val="center"/>
        <w:rPr>
          <w:rFonts w:ascii="宋体"/>
          <w:b/>
          <w:bCs/>
          <w:sz w:val="44"/>
          <w:szCs w:val="44"/>
        </w:rPr>
      </w:pPr>
    </w:p>
    <w:p>
      <w:pPr>
        <w:spacing w:line="760" w:lineRule="exact"/>
        <w:jc w:val="center"/>
        <w:rPr>
          <w:rFonts w:ascii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证</w:t>
      </w:r>
      <w:r>
        <w:rPr>
          <w:rFonts w:ascii="宋体" w:hAnsi="宋体" w:cs="宋体"/>
          <w:b/>
          <w:bCs/>
          <w:sz w:val="44"/>
          <w:szCs w:val="44"/>
        </w:rPr>
        <w:t xml:space="preserve">   </w:t>
      </w:r>
      <w:r>
        <w:rPr>
          <w:rFonts w:hint="eastAsia" w:ascii="宋体" w:hAnsi="宋体" w:cs="宋体"/>
          <w:b/>
          <w:bCs/>
          <w:sz w:val="44"/>
          <w:szCs w:val="44"/>
        </w:rPr>
        <w:t>明</w:t>
      </w:r>
    </w:p>
    <w:p>
      <w:pPr>
        <w:spacing w:line="760" w:lineRule="exact"/>
        <w:jc w:val="center"/>
        <w:rPr>
          <w:rFonts w:ascii="方正小标宋简体" w:hAnsi="方正小标宋简体" w:eastAsia="方正小标宋简体"/>
          <w:sz w:val="72"/>
          <w:szCs w:val="72"/>
        </w:rPr>
      </w:pPr>
    </w:p>
    <w:p>
      <w:pPr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兹有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 w:cs="仿宋_GB2312"/>
          <w:sz w:val="32"/>
          <w:szCs w:val="32"/>
        </w:rPr>
        <w:t>同志</w:t>
      </w:r>
      <w:r>
        <w:rPr>
          <w:rFonts w:ascii="仿宋_GB2312" w:eastAsia="仿宋_GB2312" w:cs="仿宋_GB2312"/>
          <w:sz w:val="32"/>
          <w:szCs w:val="32"/>
        </w:rPr>
        <w:t>,</w:t>
      </w:r>
      <w:r>
        <w:rPr>
          <w:rFonts w:hint="eastAsia" w:ascii="仿宋_GB2312" w:eastAsia="仿宋_GB2312" w:cs="仿宋_GB2312"/>
          <w:sz w:val="32"/>
          <w:szCs w:val="32"/>
        </w:rPr>
        <w:t>性别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 w:cs="仿宋_GB2312"/>
          <w:sz w:val="32"/>
          <w:szCs w:val="32"/>
        </w:rPr>
        <w:t>，身份证号：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 w:cs="仿宋_GB2312"/>
          <w:sz w:val="32"/>
          <w:szCs w:val="32"/>
        </w:rPr>
        <w:t>，参加平顶山市“大学生村干部”计划，自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月至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 w:cs="仿宋_GB2312"/>
          <w:sz w:val="32"/>
          <w:szCs w:val="32"/>
        </w:rPr>
        <w:t>月在新华区工作，服务已满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年，考核合格。</w:t>
      </w:r>
    </w:p>
    <w:p>
      <w:pPr>
        <w:ind w:firstLine="1392" w:firstLineChars="435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</w:t>
      </w:r>
    </w:p>
    <w:p>
      <w:pPr>
        <w:ind w:firstLine="1392" w:firstLineChars="435"/>
        <w:jc w:val="center"/>
        <w:rPr>
          <w:rFonts w:ascii="仿宋_GB2312" w:eastAsia="仿宋_GB2312" w:cs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特此证明</w:t>
      </w:r>
    </w:p>
    <w:p>
      <w:pPr>
        <w:ind w:firstLine="1392" w:firstLineChars="435"/>
        <w:jc w:val="center"/>
        <w:rPr>
          <w:rFonts w:ascii="仿宋_GB2312" w:eastAsia="仿宋_GB2312"/>
          <w:sz w:val="32"/>
          <w:szCs w:val="32"/>
        </w:rPr>
      </w:pPr>
    </w:p>
    <w:p>
      <w:pPr>
        <w:ind w:firstLine="1392" w:firstLineChars="435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</w:t>
      </w:r>
    </w:p>
    <w:p>
      <w:pPr>
        <w:ind w:firstLine="1392" w:firstLineChars="435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</w:t>
      </w:r>
    </w:p>
    <w:p>
      <w:pPr>
        <w:ind w:firstLine="1392" w:firstLineChars="435"/>
        <w:jc w:val="center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</w:t>
      </w:r>
      <w:r>
        <w:rPr>
          <w:rFonts w:hint="eastAsia" w:ascii="仿宋_GB2312" w:eastAsia="仿宋_GB2312" w:cs="仿宋_GB2312"/>
          <w:sz w:val="32"/>
          <w:szCs w:val="32"/>
        </w:rPr>
        <w:t>新华区委组织部（盖章）</w:t>
      </w:r>
      <w:r>
        <w:rPr>
          <w:rFonts w:ascii="仿宋_GB2312" w:eastAsia="仿宋_GB2312" w:cs="仿宋_GB2312"/>
          <w:sz w:val="32"/>
          <w:szCs w:val="32"/>
        </w:rPr>
        <w:t xml:space="preserve">                    </w:t>
      </w:r>
    </w:p>
    <w:p>
      <w:pPr>
        <w:jc w:val="right"/>
        <w:rPr>
          <w:rFonts w:ascii="仿宋_GB2312" w:hAnsi="宋体" w:eastAsia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</w:t>
      </w:r>
      <w:r>
        <w:rPr>
          <w:rFonts w:ascii="仿宋_GB2312" w:eastAsia="仿宋_GB2312" w:cs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hAnsi="宋体" w:eastAsia="仿宋_GB2312" w:cs="仿宋_GB2312"/>
          <w:sz w:val="32"/>
          <w:szCs w:val="32"/>
        </w:rPr>
        <w:t>年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宋体" w:eastAsia="仿宋_GB2312" w:cs="仿宋_GB2312"/>
          <w:sz w:val="32"/>
          <w:szCs w:val="32"/>
        </w:rPr>
        <w:t>月</w:t>
      </w:r>
      <w:r>
        <w:rPr>
          <w:rFonts w:ascii="仿宋_GB2312" w:hAnsi="宋体" w:eastAsia="仿宋_GB2312" w:cs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宋体" w:eastAsia="仿宋_GB2312" w:cs="仿宋_GB2312"/>
          <w:sz w:val="32"/>
          <w:szCs w:val="32"/>
        </w:rPr>
        <w:t>日</w:t>
      </w:r>
    </w:p>
    <w:p>
      <w:pPr>
        <w:jc w:val="right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473B"/>
    <w:rsid w:val="00047297"/>
    <w:rsid w:val="000A5905"/>
    <w:rsid w:val="000B382C"/>
    <w:rsid w:val="000C01F4"/>
    <w:rsid w:val="001159F2"/>
    <w:rsid w:val="00184D4B"/>
    <w:rsid w:val="001B112B"/>
    <w:rsid w:val="001D5DE0"/>
    <w:rsid w:val="001E3279"/>
    <w:rsid w:val="001F0E30"/>
    <w:rsid w:val="00295B15"/>
    <w:rsid w:val="002F4716"/>
    <w:rsid w:val="00313F4B"/>
    <w:rsid w:val="00341F87"/>
    <w:rsid w:val="00393147"/>
    <w:rsid w:val="00400D43"/>
    <w:rsid w:val="00443007"/>
    <w:rsid w:val="00481852"/>
    <w:rsid w:val="004D0678"/>
    <w:rsid w:val="00505304"/>
    <w:rsid w:val="005C7FD2"/>
    <w:rsid w:val="005D216E"/>
    <w:rsid w:val="005F6070"/>
    <w:rsid w:val="008938B1"/>
    <w:rsid w:val="008B5297"/>
    <w:rsid w:val="008D30ED"/>
    <w:rsid w:val="00953C00"/>
    <w:rsid w:val="009D64E6"/>
    <w:rsid w:val="00A01E11"/>
    <w:rsid w:val="00A249D8"/>
    <w:rsid w:val="00A9634A"/>
    <w:rsid w:val="00AA624C"/>
    <w:rsid w:val="00AD4D7F"/>
    <w:rsid w:val="00AE1335"/>
    <w:rsid w:val="00AF13C6"/>
    <w:rsid w:val="00BA0F3F"/>
    <w:rsid w:val="00BB0CFB"/>
    <w:rsid w:val="00C63B07"/>
    <w:rsid w:val="00D96D38"/>
    <w:rsid w:val="00E51FBD"/>
    <w:rsid w:val="00E8473B"/>
    <w:rsid w:val="00E85D1D"/>
    <w:rsid w:val="00F203AA"/>
    <w:rsid w:val="00FB3DEF"/>
    <w:rsid w:val="00FB5F8F"/>
    <w:rsid w:val="00FC758B"/>
    <w:rsid w:val="03FC3C6D"/>
    <w:rsid w:val="08596241"/>
    <w:rsid w:val="12F62C56"/>
    <w:rsid w:val="1B922638"/>
    <w:rsid w:val="1C4F2972"/>
    <w:rsid w:val="1CF04879"/>
    <w:rsid w:val="1E5C0F57"/>
    <w:rsid w:val="1EEE0F96"/>
    <w:rsid w:val="2B2D3A54"/>
    <w:rsid w:val="2C5D2167"/>
    <w:rsid w:val="3AA944DA"/>
    <w:rsid w:val="3C99612C"/>
    <w:rsid w:val="3D5D5B8B"/>
    <w:rsid w:val="3FC104B2"/>
    <w:rsid w:val="45EF5320"/>
    <w:rsid w:val="49E170C9"/>
    <w:rsid w:val="4C8E6AFD"/>
    <w:rsid w:val="58E968A2"/>
    <w:rsid w:val="594A6DFA"/>
    <w:rsid w:val="5D9F5270"/>
    <w:rsid w:val="5FE94E39"/>
    <w:rsid w:val="637B1619"/>
    <w:rsid w:val="6A252967"/>
    <w:rsid w:val="6CA77489"/>
    <w:rsid w:val="6E366C9B"/>
    <w:rsid w:val="75632864"/>
    <w:rsid w:val="782F374A"/>
    <w:rsid w:val="78633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nhideWhenUsed="0" w:uiPriority="99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locked/>
    <w:uiPriority w:val="99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oter Char"/>
    <w:basedOn w:val="6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Header Char"/>
    <w:basedOn w:val="6"/>
    <w:link w:val="4"/>
    <w:semiHidden/>
    <w:qFormat/>
    <w:locked/>
    <w:uiPriority w:val="99"/>
    <w:rPr>
      <w:sz w:val="18"/>
      <w:szCs w:val="18"/>
    </w:rPr>
  </w:style>
  <w:style w:type="character" w:customStyle="1" w:styleId="9">
    <w:name w:val="Balloon Text Char"/>
    <w:basedOn w:val="6"/>
    <w:link w:val="2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China</Company>
  <Pages>1</Pages>
  <Words>36</Words>
  <Characters>209</Characters>
  <Lines>0</Lines>
  <Paragraphs>0</Paragraphs>
  <TotalTime>6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2019-07-08T08:17:00Z</dcterms:created>
  <dc:creator>徐鹏飞</dc:creator>
  <cp:lastModifiedBy>陌上花开</cp:lastModifiedBy>
  <cp:lastPrinted>2020-09-19T04:54:00Z</cp:lastPrinted>
  <dcterms:modified xsi:type="dcterms:W3CDTF">2021-07-19T00:31:13Z</dcterms:modified>
  <dc:title>Administrator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1EF92FD410784B79AEEB0873C4DB1A83</vt:lpwstr>
  </property>
</Properties>
</file>