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85D" w:rsidRDefault="007A6E22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B64ED8">
        <w:rPr>
          <w:rFonts w:ascii="黑体" w:eastAsia="黑体" w:hAnsi="黑体" w:cs="黑体" w:hint="eastAsia"/>
          <w:bCs/>
          <w:sz w:val="32"/>
          <w:szCs w:val="32"/>
        </w:rPr>
        <w:t>2</w:t>
      </w:r>
    </w:p>
    <w:p w:rsidR="00D0785D" w:rsidRDefault="007A6E22">
      <w:pPr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贵州省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青年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就业见习登记表</w:t>
      </w:r>
    </w:p>
    <w:p w:rsidR="00D0785D" w:rsidRDefault="007A6E22">
      <w:pPr>
        <w:jc w:val="center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20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21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年度）</w:t>
      </w:r>
    </w:p>
    <w:tbl>
      <w:tblPr>
        <w:tblpPr w:leftFromText="180" w:rightFromText="180" w:vertAnchor="page" w:horzAnchor="page" w:tblpX="1459" w:tblpY="4274"/>
        <w:tblW w:w="89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 w:rsidR="00D0785D">
        <w:trPr>
          <w:trHeight w:val="68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姓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性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照</w:t>
            </w:r>
          </w:p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</w:p>
          <w:p w:rsidR="00D0785D" w:rsidRDefault="007A6E22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片</w:t>
            </w:r>
          </w:p>
        </w:tc>
      </w:tr>
      <w:tr w:rsidR="00D0785D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民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D0785D">
        <w:trPr>
          <w:trHeight w:val="68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D0785D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D0785D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学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院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(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系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)</w:t>
            </w:r>
          </w:p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专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业</w:t>
            </w:r>
          </w:p>
        </w:tc>
        <w:tc>
          <w:tcPr>
            <w:tcW w:w="40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785D" w:rsidRDefault="00D0785D">
            <w:pPr>
              <w:spacing w:line="40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D0785D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入学前户</w:t>
            </w:r>
          </w:p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D0785D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785D" w:rsidRDefault="00D0785D">
            <w:pPr>
              <w:spacing w:line="400" w:lineRule="exact"/>
              <w:jc w:val="lef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D0785D">
        <w:trPr>
          <w:trHeight w:val="68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家庭通信</w:t>
            </w:r>
          </w:p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D0785D">
        <w:trPr>
          <w:trHeight w:val="826"/>
        </w:trPr>
        <w:tc>
          <w:tcPr>
            <w:tcW w:w="1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ind w:firstLineChars="400" w:firstLine="960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D0785D">
        <w:trPr>
          <w:trHeight w:val="921"/>
        </w:trPr>
        <w:tc>
          <w:tcPr>
            <w:tcW w:w="1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widowControl/>
              <w:jc w:val="lef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ind w:firstLine="24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是否服从调剂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□服从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</w:p>
          <w:p w:rsidR="00D0785D" w:rsidRDefault="007A6E22">
            <w:pPr>
              <w:spacing w:line="40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□不服从</w:t>
            </w:r>
          </w:p>
        </w:tc>
      </w:tr>
      <w:tr w:rsidR="00D0785D">
        <w:trPr>
          <w:trHeight w:val="3085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</w:tbl>
    <w:p w:rsidR="00D0785D" w:rsidRDefault="007A6E22">
      <w:pPr>
        <w:spacing w:line="600" w:lineRule="exac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4"/>
        </w:rPr>
        <w:t>学校所在省（区、市）：</w:t>
      </w:r>
      <w:r>
        <w:rPr>
          <w:rFonts w:asciiTheme="majorEastAsia" w:eastAsiaTheme="majorEastAsia" w:hAnsiTheme="majorEastAsia" w:cstheme="majorEastAsia" w:hint="eastAsia"/>
          <w:sz w:val="24"/>
        </w:rPr>
        <w:t xml:space="preserve">                     </w:t>
      </w:r>
      <w:r>
        <w:rPr>
          <w:rFonts w:asciiTheme="majorEastAsia" w:eastAsiaTheme="majorEastAsia" w:hAnsiTheme="majorEastAsia" w:cstheme="majorEastAsia" w:hint="eastAsia"/>
          <w:sz w:val="24"/>
        </w:rPr>
        <w:t>学校名称：</w:t>
      </w:r>
    </w:p>
    <w:p w:rsidR="00D0785D" w:rsidRDefault="00D0785D">
      <w:pPr>
        <w:rPr>
          <w:rFonts w:asciiTheme="majorEastAsia" w:eastAsiaTheme="majorEastAsia" w:hAnsiTheme="majorEastAsia" w:cstheme="majorEastAsia"/>
          <w:b/>
        </w:rPr>
      </w:pPr>
    </w:p>
    <w:tbl>
      <w:tblPr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79"/>
        <w:gridCol w:w="7344"/>
      </w:tblGrid>
      <w:tr w:rsidR="00D0785D">
        <w:trPr>
          <w:trHeight w:val="222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大学期间</w:t>
            </w:r>
          </w:p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D0785D">
        <w:trPr>
          <w:trHeight w:val="4128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785D" w:rsidRDefault="007A6E22">
            <w:pPr>
              <w:spacing w:line="400" w:lineRule="exact"/>
              <w:ind w:firstLineChars="200" w:firstLine="48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、本人自愿参加高校毕业生就业见习计划，保证本人相关信息真实。</w:t>
            </w:r>
          </w:p>
          <w:p w:rsidR="00D0785D" w:rsidRDefault="007A6E22">
            <w:pPr>
              <w:spacing w:line="400" w:lineRule="exact"/>
              <w:ind w:firstLineChars="200" w:firstLine="48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2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、本人将按照规定的时间及时前往见习单位报到，并服从岗位分配，除不可抗力外，不以任何理由拖延。</w:t>
            </w:r>
          </w:p>
          <w:p w:rsidR="00D0785D" w:rsidRDefault="007A6E22">
            <w:pPr>
              <w:spacing w:line="400" w:lineRule="exact"/>
              <w:ind w:firstLineChars="200" w:firstLine="48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3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、见习期间，本人将自觉遵守国家法律和高校毕业生就业见习计划的管理规定，爱岗敬业，尽职尽责。</w:t>
            </w:r>
          </w:p>
          <w:p w:rsidR="00D0785D" w:rsidRDefault="007A6E22">
            <w:pPr>
              <w:spacing w:line="400" w:lineRule="exact"/>
              <w:ind w:firstLineChars="200" w:firstLine="48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4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、见习期满，按时离岗，并做好工作交接。</w:t>
            </w:r>
          </w:p>
          <w:p w:rsidR="00D0785D" w:rsidRDefault="00D0785D">
            <w:pPr>
              <w:spacing w:line="400" w:lineRule="exact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</w:p>
          <w:p w:rsidR="00D0785D" w:rsidRDefault="007A6E22">
            <w:pPr>
              <w:spacing w:line="400" w:lineRule="exact"/>
              <w:ind w:firstLineChars="1400" w:firstLine="336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本人签字：</w:t>
            </w:r>
          </w:p>
          <w:p w:rsidR="00D0785D" w:rsidRDefault="007A6E22">
            <w:pPr>
              <w:spacing w:line="400" w:lineRule="exact"/>
              <w:ind w:firstLineChars="1400" w:firstLine="336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</w:t>
            </w:r>
          </w:p>
          <w:p w:rsidR="00D0785D" w:rsidRDefault="007A6E22">
            <w:pPr>
              <w:spacing w:line="400" w:lineRule="exact"/>
              <w:ind w:firstLineChars="1600" w:firstLine="3840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日</w:t>
            </w:r>
          </w:p>
        </w:tc>
      </w:tr>
      <w:tr w:rsidR="00D0785D">
        <w:trPr>
          <w:trHeight w:val="449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招募单位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D0785D" w:rsidRDefault="00D0785D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D0785D" w:rsidRDefault="00D0785D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D0785D" w:rsidRDefault="00D0785D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D0785D" w:rsidRDefault="00D0785D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D0785D" w:rsidRDefault="007A6E22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（盖章）</w:t>
            </w:r>
          </w:p>
          <w:p w:rsidR="00D0785D" w:rsidRDefault="00D0785D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D0785D" w:rsidRDefault="007A6E22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日</w:t>
            </w:r>
          </w:p>
        </w:tc>
      </w:tr>
      <w:tr w:rsidR="00D0785D">
        <w:trPr>
          <w:trHeight w:val="1533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7A6E22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备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注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85D" w:rsidRDefault="00D0785D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 w:val="24"/>
              </w:rPr>
            </w:pPr>
          </w:p>
        </w:tc>
      </w:tr>
    </w:tbl>
    <w:p w:rsidR="00D0785D" w:rsidRDefault="00D0785D">
      <w:pPr>
        <w:rPr>
          <w:rFonts w:asciiTheme="majorEastAsia" w:eastAsiaTheme="majorEastAsia" w:hAnsiTheme="majorEastAsia" w:cstheme="majorEastAsia"/>
          <w:sz w:val="24"/>
        </w:rPr>
      </w:pPr>
    </w:p>
    <w:p w:rsidR="00D0785D" w:rsidRDefault="007A6E22">
      <w:p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贵州省引导和鼓励高校毕业生面向基层就业工作办公室制</w:t>
      </w:r>
      <w:r>
        <w:rPr>
          <w:rFonts w:asciiTheme="majorEastAsia" w:eastAsiaTheme="majorEastAsia" w:hAnsiTheme="majorEastAsia" w:cstheme="majorEastAsia" w:hint="eastAsia"/>
          <w:sz w:val="24"/>
        </w:rPr>
        <w:t xml:space="preserve">       </w:t>
      </w:r>
      <w:r>
        <w:rPr>
          <w:rFonts w:asciiTheme="majorEastAsia" w:eastAsiaTheme="majorEastAsia" w:hAnsiTheme="majorEastAsia" w:cstheme="majorEastAsia" w:hint="eastAsia"/>
          <w:sz w:val="24"/>
        </w:rPr>
        <w:t>（此表可复制）</w:t>
      </w:r>
      <w:bookmarkStart w:id="0" w:name="_GoBack"/>
      <w:bookmarkEnd w:id="0"/>
    </w:p>
    <w:sectPr w:rsidR="00D0785D" w:rsidSect="00D07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E22" w:rsidRDefault="007A6E22" w:rsidP="00B64ED8">
      <w:r>
        <w:separator/>
      </w:r>
    </w:p>
  </w:endnote>
  <w:endnote w:type="continuationSeparator" w:id="0">
    <w:p w:rsidR="007A6E22" w:rsidRDefault="007A6E22" w:rsidP="00B64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E22" w:rsidRDefault="007A6E22" w:rsidP="00B64ED8">
      <w:r>
        <w:separator/>
      </w:r>
    </w:p>
  </w:footnote>
  <w:footnote w:type="continuationSeparator" w:id="0">
    <w:p w:rsidR="007A6E22" w:rsidRDefault="007A6E22" w:rsidP="00B64E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095AC2"/>
    <w:rsid w:val="007A6E22"/>
    <w:rsid w:val="00AF52BF"/>
    <w:rsid w:val="00B64ED8"/>
    <w:rsid w:val="00BA7306"/>
    <w:rsid w:val="00D0785D"/>
    <w:rsid w:val="012909D0"/>
    <w:rsid w:val="02C16989"/>
    <w:rsid w:val="0BD5368B"/>
    <w:rsid w:val="10445633"/>
    <w:rsid w:val="12EC3A00"/>
    <w:rsid w:val="1A846FA9"/>
    <w:rsid w:val="1AAC690F"/>
    <w:rsid w:val="1E671B3E"/>
    <w:rsid w:val="276433D5"/>
    <w:rsid w:val="2B095AC2"/>
    <w:rsid w:val="2BD66411"/>
    <w:rsid w:val="2E9C6AEC"/>
    <w:rsid w:val="3717087D"/>
    <w:rsid w:val="3779269E"/>
    <w:rsid w:val="41E362FD"/>
    <w:rsid w:val="55196B1F"/>
    <w:rsid w:val="56095D51"/>
    <w:rsid w:val="59E242B8"/>
    <w:rsid w:val="61B35185"/>
    <w:rsid w:val="68F43EC0"/>
    <w:rsid w:val="6D535020"/>
    <w:rsid w:val="73CF1034"/>
    <w:rsid w:val="75CC7442"/>
    <w:rsid w:val="7BA93A6E"/>
    <w:rsid w:val="7CE63F4C"/>
    <w:rsid w:val="7E175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8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4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4ED8"/>
    <w:rPr>
      <w:kern w:val="2"/>
      <w:sz w:val="18"/>
      <w:szCs w:val="18"/>
    </w:rPr>
  </w:style>
  <w:style w:type="paragraph" w:styleId="a4">
    <w:name w:val="footer"/>
    <w:basedOn w:val="a"/>
    <w:link w:val="Char0"/>
    <w:rsid w:val="00B64E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4ED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jeandee</dc:creator>
  <cp:lastModifiedBy>Administrator</cp:lastModifiedBy>
  <cp:revision>3</cp:revision>
  <dcterms:created xsi:type="dcterms:W3CDTF">2018-05-03T03:52:00Z</dcterms:created>
  <dcterms:modified xsi:type="dcterms:W3CDTF">2021-03-25T01:03:00Z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3EA8B8D0B6C74A4986E875ECFEE5DBB8</vt:lpwstr>
  </property>
</Properties>
</file>