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drawing>
          <wp:inline distT="0" distB="0" distL="114300" distR="114300">
            <wp:extent cx="2733675" cy="11373485"/>
            <wp:effectExtent l="0" t="0" r="9525" b="18415"/>
            <wp:docPr id="1" name="图片 1" descr="未标题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标题-1.jpg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113734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0" w:afterAutospacing="0"/>
        <w:ind w:left="0" w:right="0" w:firstLine="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            高平市公开引进高层次人才领导组办公室</w:t>
      </w:r>
    </w:p>
    <w:p/>
    <w:sectPr>
      <w:footerReference r:id="rId3" w:type="default"/>
      <w:pgSz w:w="11906" w:h="16838"/>
      <w:pgMar w:top="2098" w:right="1531" w:bottom="1984" w:left="1531" w:header="851" w:footer="164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9"/>
        <w:rFonts w:ascii="宋体"/>
        <w:sz w:val="28"/>
        <w:szCs w:val="28"/>
      </w:rPr>
    </w:pP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F54ED2"/>
    <w:rsid w:val="00487D44"/>
    <w:rsid w:val="006D27A1"/>
    <w:rsid w:val="006F20C1"/>
    <w:rsid w:val="00716901"/>
    <w:rsid w:val="00940D7E"/>
    <w:rsid w:val="00A3421A"/>
    <w:rsid w:val="00BA334C"/>
    <w:rsid w:val="08C5529A"/>
    <w:rsid w:val="0F102356"/>
    <w:rsid w:val="0FF276A8"/>
    <w:rsid w:val="2CCF7D60"/>
    <w:rsid w:val="36251BA4"/>
    <w:rsid w:val="3CF54ED2"/>
    <w:rsid w:val="3CFD0D7A"/>
    <w:rsid w:val="3DDC405D"/>
    <w:rsid w:val="535E18AB"/>
    <w:rsid w:val="56616188"/>
    <w:rsid w:val="57D914F6"/>
    <w:rsid w:val="5C452944"/>
    <w:rsid w:val="5DA760DA"/>
    <w:rsid w:val="5F3327B9"/>
    <w:rsid w:val="62D25ABF"/>
    <w:rsid w:val="64E278E4"/>
    <w:rsid w:val="6F70625C"/>
    <w:rsid w:val="72BC6C48"/>
    <w:rsid w:val="736F7C73"/>
    <w:rsid w:val="760756F8"/>
    <w:rsid w:val="765C3346"/>
    <w:rsid w:val="7911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99"/>
    <w:pPr>
      <w:spacing w:before="100" w:beforeAutospacing="1" w:after="100" w:afterAutospacing="1"/>
      <w:jc w:val="left"/>
      <w:outlineLvl w:val="0"/>
    </w:pPr>
    <w:rPr>
      <w:rFonts w:ascii="宋体" w:hAnsi="宋体"/>
      <w:b/>
      <w:kern w:val="44"/>
      <w:sz w:val="48"/>
      <w:szCs w:val="48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99"/>
    <w:rPr>
      <w:rFonts w:ascii="宋体" w:hAnsi="Courier New" w:cs="宋体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Heading 1 Char"/>
    <w:basedOn w:val="8"/>
    <w:link w:val="3"/>
    <w:qFormat/>
    <w:uiPriority w:val="9"/>
    <w:rPr>
      <w:b/>
      <w:bCs/>
      <w:kern w:val="44"/>
      <w:sz w:val="44"/>
      <w:szCs w:val="44"/>
    </w:rPr>
  </w:style>
  <w:style w:type="character" w:customStyle="1" w:styleId="11">
    <w:name w:val="Plain Text Char"/>
    <w:basedOn w:val="8"/>
    <w:link w:val="2"/>
    <w:semiHidden/>
    <w:qFormat/>
    <w:uiPriority w:val="99"/>
    <w:rPr>
      <w:rFonts w:ascii="宋体" w:hAnsi="Courier New" w:cs="Courier New"/>
      <w:szCs w:val="21"/>
    </w:rPr>
  </w:style>
  <w:style w:type="character" w:customStyle="1" w:styleId="12">
    <w:name w:val="Footer Char"/>
    <w:basedOn w:val="8"/>
    <w:link w:val="4"/>
    <w:semiHidden/>
    <w:qFormat/>
    <w:uiPriority w:val="99"/>
    <w:rPr>
      <w:sz w:val="18"/>
      <w:szCs w:val="18"/>
    </w:rPr>
  </w:style>
  <w:style w:type="character" w:customStyle="1" w:styleId="13">
    <w:name w:val="Header Char"/>
    <w:basedOn w:val="8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4</Pages>
  <Words>156</Words>
  <Characters>894</Characters>
  <Lines>0</Lines>
  <Paragraphs>0</Paragraphs>
  <TotalTime>22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2021-06-18T02:15:00Z</dcterms:created>
  <dc:creator>Administrator</dc:creator>
  <cp:lastModifiedBy>猪笨笨@</cp:lastModifiedBy>
  <dcterms:modified xsi:type="dcterms:W3CDTF">2021-07-07T09:49:55Z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9DED5C29CC5341788A4FE2D9403EC433</vt:lpwstr>
  </property>
</Properties>
</file>