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br w:type="textWrapping"/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2021年如东县事业单位公开招聘体检递补人员名单（二）</w:t>
      </w:r>
    </w:p>
    <w:bookmarkEnd w:id="0"/>
    <w:tbl>
      <w:tblPr>
        <w:tblW w:w="98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2607"/>
        <w:gridCol w:w="1416"/>
        <w:gridCol w:w="1064"/>
        <w:gridCol w:w="920"/>
        <w:gridCol w:w="92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6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单位及岗位名称</w:t>
            </w:r>
          </w:p>
        </w:tc>
        <w:tc>
          <w:tcPr>
            <w:tcW w:w="14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准考考号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岗位内</w:t>
            </w: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如东县融媒体中心</w:t>
            </w:r>
          </w:p>
        </w:tc>
        <w:tc>
          <w:tcPr>
            <w:tcW w:w="26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如东县融媒体中心-(03)二级播音员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209061301028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61.80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footerReference r:id="rId3" w:type="default"/>
      <w:pgSz w:w="11906" w:h="16838"/>
      <w:pgMar w:top="2098" w:right="1531" w:bottom="1984" w:left="1531" w:header="851" w:footer="164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rFonts w:ascii="宋体"/>
        <w:sz w:val="28"/>
        <w:szCs w:val="28"/>
      </w:rPr>
    </w:pP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54ED2"/>
    <w:rsid w:val="00487D44"/>
    <w:rsid w:val="006D27A1"/>
    <w:rsid w:val="006F20C1"/>
    <w:rsid w:val="00716901"/>
    <w:rsid w:val="00940D7E"/>
    <w:rsid w:val="00A3421A"/>
    <w:rsid w:val="00BA334C"/>
    <w:rsid w:val="08C5529A"/>
    <w:rsid w:val="0F102356"/>
    <w:rsid w:val="0FF276A8"/>
    <w:rsid w:val="2CCF7D60"/>
    <w:rsid w:val="36251BA4"/>
    <w:rsid w:val="3CF54ED2"/>
    <w:rsid w:val="3CFD0D7A"/>
    <w:rsid w:val="3DDC405D"/>
    <w:rsid w:val="47955D79"/>
    <w:rsid w:val="535E18AB"/>
    <w:rsid w:val="56616188"/>
    <w:rsid w:val="57D914F6"/>
    <w:rsid w:val="5C452944"/>
    <w:rsid w:val="5DA760DA"/>
    <w:rsid w:val="5F3327B9"/>
    <w:rsid w:val="62D25ABF"/>
    <w:rsid w:val="64E278E4"/>
    <w:rsid w:val="6F70625C"/>
    <w:rsid w:val="72BC6C48"/>
    <w:rsid w:val="736F7C73"/>
    <w:rsid w:val="760756F8"/>
    <w:rsid w:val="765C3346"/>
    <w:rsid w:val="7911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rPr>
      <w:rFonts w:ascii="宋体" w:hAnsi="Courier New" w:cs="宋体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9">
    <w:name w:val="Strong"/>
    <w:basedOn w:val="8"/>
    <w:qFormat/>
    <w:locked/>
    <w:uiPriority w:val="0"/>
    <w:rPr>
      <w:b/>
    </w:rPr>
  </w:style>
  <w:style w:type="character" w:styleId="10">
    <w:name w:val="page number"/>
    <w:basedOn w:val="8"/>
    <w:qFormat/>
    <w:uiPriority w:val="99"/>
    <w:rPr>
      <w:rFonts w:cs="Times New Roman"/>
    </w:rPr>
  </w:style>
  <w:style w:type="character" w:customStyle="1" w:styleId="11">
    <w:name w:val="Heading 1 Char"/>
    <w:basedOn w:val="8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2">
    <w:name w:val="Plain Text Char"/>
    <w:basedOn w:val="8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13">
    <w:name w:val="Footer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Header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156</Words>
  <Characters>894</Characters>
  <Lines>0</Lines>
  <Paragraphs>0</Paragraphs>
  <TotalTime>24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2021-06-18T02:15:00Z</dcterms:created>
  <dc:creator>Administrator</dc:creator>
  <cp:lastModifiedBy>猪笨笨@</cp:lastModifiedBy>
  <dcterms:modified xsi:type="dcterms:W3CDTF">2021-07-07T09:51:50Z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55DB5E1D94DF487D8C4A10CD514436DC</vt:lpwstr>
  </property>
</Properties>
</file>