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</w:rPr>
        <w:t>贵州省</w:t>
      </w:r>
      <w:r>
        <w:rPr>
          <w:rFonts w:hint="eastAsia" w:ascii="方正小标宋简体" w:hAnsi="宋体" w:eastAsia="方正小标宋简体"/>
          <w:b w:val="0"/>
          <w:bCs w:val="0"/>
          <w:color w:val="000000"/>
          <w:sz w:val="44"/>
          <w:szCs w:val="44"/>
          <w:lang w:eastAsia="zh-CN"/>
        </w:rPr>
        <w:t>青年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就业见习登记表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5"/>
        <w:tblpPr w:leftFromText="180" w:rightFromText="180" w:vertAnchor="page" w:horzAnchor="page" w:tblpX="1484" w:tblpY="2673"/>
        <w:tblW w:w="89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3"/>
        <w:gridCol w:w="919"/>
        <w:gridCol w:w="920"/>
        <w:gridCol w:w="118"/>
        <w:gridCol w:w="1198"/>
        <w:gridCol w:w="102"/>
        <w:gridCol w:w="718"/>
        <w:gridCol w:w="577"/>
        <w:gridCol w:w="679"/>
        <w:gridCol w:w="162"/>
        <w:gridCol w:w="195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96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学校所在省（区、市）：                     学校名称：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毕业时间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院(系)专业</w:t>
            </w:r>
          </w:p>
        </w:tc>
        <w:tc>
          <w:tcPr>
            <w:tcW w:w="2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入学前户籍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家庭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地址</w:t>
            </w: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（根据就业见习岗位目录填写见习单位及岗位名称）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是否服从调剂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□服从  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本人自愿参加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青年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就业见习计划，保证本人相关信息真实。2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本人将按照规定的时间及时前往见习单位报到，并服从岗位分配，除不可抗力外，不以任何理由拖延。3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见习期间，本人将自觉遵守国家法律和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青年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就业见习计划的管理规定，爱岗敬业，尽职尽责。4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见习期满，按时离岗，并做好工作交接。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040" w:firstLineChars="2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760" w:firstLineChars="24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280" w:firstLineChars="2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年    月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注</w:t>
            </w:r>
          </w:p>
        </w:tc>
        <w:tc>
          <w:tcPr>
            <w:tcW w:w="73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460" w:firstLineChars="26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4FC1AA9"/>
    <w:rsid w:val="066A5FFC"/>
    <w:rsid w:val="0A020A2D"/>
    <w:rsid w:val="0A03237A"/>
    <w:rsid w:val="0CA21E4F"/>
    <w:rsid w:val="11D91E58"/>
    <w:rsid w:val="11E2028B"/>
    <w:rsid w:val="173467E6"/>
    <w:rsid w:val="17D15538"/>
    <w:rsid w:val="20D25824"/>
    <w:rsid w:val="22265BAC"/>
    <w:rsid w:val="26264CFC"/>
    <w:rsid w:val="2B095AC2"/>
    <w:rsid w:val="2E9C6AEC"/>
    <w:rsid w:val="38DE0691"/>
    <w:rsid w:val="3B9B3701"/>
    <w:rsid w:val="427A480A"/>
    <w:rsid w:val="44AC4267"/>
    <w:rsid w:val="4C1E2A5D"/>
    <w:rsid w:val="4CAD3EB0"/>
    <w:rsid w:val="4D674E73"/>
    <w:rsid w:val="544161FF"/>
    <w:rsid w:val="5B3708D2"/>
    <w:rsid w:val="5BFB0270"/>
    <w:rsid w:val="60C91831"/>
    <w:rsid w:val="61F76CF5"/>
    <w:rsid w:val="6D535020"/>
    <w:rsid w:val="7107142F"/>
    <w:rsid w:val="71DE2793"/>
    <w:rsid w:val="77D21105"/>
    <w:rsid w:val="7A41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Administrator</cp:lastModifiedBy>
  <cp:lastPrinted>2021-02-20T07:19:00Z</cp:lastPrinted>
  <dcterms:modified xsi:type="dcterms:W3CDTF">2021-07-05T04:23:38Z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