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5" w:type="dxa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47"/>
        <w:gridCol w:w="1247"/>
        <w:gridCol w:w="1567"/>
        <w:gridCol w:w="1415"/>
        <w:gridCol w:w="416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岗位名称</w:t>
            </w:r>
          </w:p>
        </w:tc>
        <w:tc>
          <w:tcPr>
            <w:tcW w:w="12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性别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学历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招聘数量</w:t>
            </w:r>
          </w:p>
        </w:tc>
        <w:tc>
          <w:tcPr>
            <w:tcW w:w="3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战斗员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高中以上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 </w:t>
            </w:r>
          </w:p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21 名</w:t>
            </w:r>
          </w:p>
        </w:tc>
        <w:tc>
          <w:tcPr>
            <w:tcW w:w="3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部队退伍官兵、国家综合性消防救援队伍退    出消防员、体育及其他特长者优先。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驾驶员</w:t>
            </w:r>
          </w:p>
        </w:tc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男</w:t>
            </w:r>
          </w:p>
        </w:tc>
        <w:tc>
          <w:tcPr>
            <w:tcW w:w="15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高中以上</w:t>
            </w:r>
          </w:p>
        </w:tc>
        <w:tc>
          <w:tcPr>
            <w:tcW w:w="13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12 名</w:t>
            </w:r>
          </w:p>
        </w:tc>
        <w:tc>
          <w:tcPr>
            <w:tcW w:w="39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拥有 B2 驾驶证（含）以上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</w:tblPrEx>
        <w:tc>
          <w:tcPr>
            <w:tcW w:w="12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总人数</w:t>
            </w:r>
          </w:p>
        </w:tc>
        <w:tc>
          <w:tcPr>
            <w:tcW w:w="8280" w:type="dxa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pStyle w:val="6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33 名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6838" w:h="11906" w:orient="landscape"/>
      <w:pgMar w:top="1531" w:right="2098" w:bottom="1531" w:left="1984" w:header="851" w:footer="164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rFonts w:ascii="宋体"/>
        <w:sz w:val="28"/>
        <w:szCs w:val="28"/>
      </w:rPr>
    </w:pP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54ED2"/>
    <w:rsid w:val="00487D44"/>
    <w:rsid w:val="006D27A1"/>
    <w:rsid w:val="006F20C1"/>
    <w:rsid w:val="00716901"/>
    <w:rsid w:val="00940D7E"/>
    <w:rsid w:val="00A3421A"/>
    <w:rsid w:val="00BA334C"/>
    <w:rsid w:val="08C5529A"/>
    <w:rsid w:val="0AF531FF"/>
    <w:rsid w:val="0C7458D8"/>
    <w:rsid w:val="0F102356"/>
    <w:rsid w:val="0FF276A8"/>
    <w:rsid w:val="2CCF7D60"/>
    <w:rsid w:val="36251BA4"/>
    <w:rsid w:val="3CF54ED2"/>
    <w:rsid w:val="3CFD0D7A"/>
    <w:rsid w:val="3DDC405D"/>
    <w:rsid w:val="3FF161BB"/>
    <w:rsid w:val="47955D79"/>
    <w:rsid w:val="535E18AB"/>
    <w:rsid w:val="56616188"/>
    <w:rsid w:val="57D914F6"/>
    <w:rsid w:val="5C452944"/>
    <w:rsid w:val="5DA760DA"/>
    <w:rsid w:val="5F3327B9"/>
    <w:rsid w:val="62D25ABF"/>
    <w:rsid w:val="64E278E4"/>
    <w:rsid w:val="6F70625C"/>
    <w:rsid w:val="72BC6C48"/>
    <w:rsid w:val="736F7C73"/>
    <w:rsid w:val="760756F8"/>
    <w:rsid w:val="765C3346"/>
    <w:rsid w:val="7911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2"/>
    <w:qFormat/>
    <w:uiPriority w:val="99"/>
    <w:rPr>
      <w:rFonts w:ascii="宋体" w:hAnsi="Courier New" w:cs="宋体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9">
    <w:name w:val="Strong"/>
    <w:basedOn w:val="8"/>
    <w:qFormat/>
    <w:locked/>
    <w:uiPriority w:val="0"/>
    <w:rPr>
      <w:b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customStyle="1" w:styleId="11">
    <w:name w:val="Heading 1 Char"/>
    <w:basedOn w:val="8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2">
    <w:name w:val="Plain Text Char"/>
    <w:basedOn w:val="8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3">
    <w:name w:val="Footer Char"/>
    <w:basedOn w:val="8"/>
    <w:link w:val="4"/>
    <w:semiHidden/>
    <w:qFormat/>
    <w:uiPriority w:val="99"/>
    <w:rPr>
      <w:sz w:val="18"/>
      <w:szCs w:val="18"/>
    </w:rPr>
  </w:style>
  <w:style w:type="character" w:customStyle="1" w:styleId="14">
    <w:name w:val="Header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156</Words>
  <Characters>894</Characters>
  <Lines>0</Lines>
  <Paragraphs>0</Paragraphs>
  <TotalTime>39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2021-06-18T02:15:00Z</dcterms:created>
  <dc:creator>Administrator</dc:creator>
  <cp:lastModifiedBy>猪笨笨@</cp:lastModifiedBy>
  <dcterms:modified xsi:type="dcterms:W3CDTF">2021-07-07T10:06:30Z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914D60D1F06344669988697909840DFC</vt:lpwstr>
  </property>
</Properties>
</file>