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518"/>
        <w:gridCol w:w="1022"/>
        <w:gridCol w:w="770"/>
        <w:gridCol w:w="2023"/>
        <w:gridCol w:w="30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32" w:hRule="atLeast"/>
        </w:trPr>
        <w:tc>
          <w:tcPr>
            <w:tcW w:w="7392"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2021年淮安市清江浦区市场监督管理局公开招聘编外工作人员拟进入体检人员名单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8" w:hRule="atLeast"/>
        </w:trPr>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序号</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岗位代码</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姓名</w:t>
            </w:r>
          </w:p>
        </w:tc>
        <w:tc>
          <w:tcPr>
            <w:tcW w:w="152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面试成绩</w:t>
            </w:r>
          </w:p>
        </w:tc>
        <w:tc>
          <w:tcPr>
            <w:tcW w:w="23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面试排名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6" w:hRule="atLeast"/>
        </w:trPr>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1</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01</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朱玉喜</w:t>
            </w:r>
          </w:p>
        </w:tc>
        <w:tc>
          <w:tcPr>
            <w:tcW w:w="152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80.67</w:t>
            </w:r>
          </w:p>
        </w:tc>
        <w:tc>
          <w:tcPr>
            <w:tcW w:w="30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6" w:hRule="atLeast"/>
        </w:trPr>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2</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01</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朱小芬</w:t>
            </w:r>
          </w:p>
        </w:tc>
        <w:tc>
          <w:tcPr>
            <w:tcW w:w="152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78.67</w:t>
            </w:r>
          </w:p>
        </w:tc>
        <w:tc>
          <w:tcPr>
            <w:tcW w:w="30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6" w:hRule="atLeast"/>
        </w:trPr>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3</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01</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臧露梅</w:t>
            </w:r>
          </w:p>
        </w:tc>
        <w:tc>
          <w:tcPr>
            <w:tcW w:w="152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78.33</w:t>
            </w:r>
          </w:p>
        </w:tc>
        <w:tc>
          <w:tcPr>
            <w:tcW w:w="30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6" w:hRule="atLeast"/>
        </w:trPr>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4</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01</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卜燕</w:t>
            </w:r>
          </w:p>
        </w:tc>
        <w:tc>
          <w:tcPr>
            <w:tcW w:w="152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77.67</w:t>
            </w:r>
          </w:p>
        </w:tc>
        <w:tc>
          <w:tcPr>
            <w:tcW w:w="30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6" w:hRule="atLeast"/>
        </w:trPr>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5</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01</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范婷婷</w:t>
            </w:r>
          </w:p>
        </w:tc>
        <w:tc>
          <w:tcPr>
            <w:tcW w:w="152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75.67</w:t>
            </w:r>
          </w:p>
        </w:tc>
        <w:tc>
          <w:tcPr>
            <w:tcW w:w="30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lang w:val="en-US" w:eastAsia="zh-CN" w:bidi="ar"/>
              </w:rPr>
              <w:t>5</w:t>
            </w:r>
          </w:p>
        </w:tc>
      </w:tr>
    </w:tbl>
    <w:p>
      <w:pPr>
        <w:rPr>
          <w:rFonts w:hint="eastAsia"/>
        </w:rPr>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50C705F"/>
    <w:rsid w:val="00166574"/>
    <w:rsid w:val="0027193E"/>
    <w:rsid w:val="004223FC"/>
    <w:rsid w:val="004753C3"/>
    <w:rsid w:val="00847610"/>
    <w:rsid w:val="008F5EAA"/>
    <w:rsid w:val="0098185F"/>
    <w:rsid w:val="00AD717B"/>
    <w:rsid w:val="00ED0396"/>
    <w:rsid w:val="00EE7DF6"/>
    <w:rsid w:val="00F8095D"/>
    <w:rsid w:val="014E6C0A"/>
    <w:rsid w:val="019A3120"/>
    <w:rsid w:val="027A632D"/>
    <w:rsid w:val="041026BE"/>
    <w:rsid w:val="05457216"/>
    <w:rsid w:val="06BA7004"/>
    <w:rsid w:val="08DE2635"/>
    <w:rsid w:val="0F644ECB"/>
    <w:rsid w:val="160337ED"/>
    <w:rsid w:val="17363931"/>
    <w:rsid w:val="195E2CA4"/>
    <w:rsid w:val="1A3349A9"/>
    <w:rsid w:val="1A5A05AD"/>
    <w:rsid w:val="1AFF52E8"/>
    <w:rsid w:val="1B6B71F6"/>
    <w:rsid w:val="1C15694B"/>
    <w:rsid w:val="216F524F"/>
    <w:rsid w:val="33497C72"/>
    <w:rsid w:val="34275ABD"/>
    <w:rsid w:val="350C705F"/>
    <w:rsid w:val="3A541C4F"/>
    <w:rsid w:val="3E140B6D"/>
    <w:rsid w:val="40BA5C75"/>
    <w:rsid w:val="4A2545C9"/>
    <w:rsid w:val="4AA57DEE"/>
    <w:rsid w:val="4E5C7233"/>
    <w:rsid w:val="62432974"/>
    <w:rsid w:val="62CA3665"/>
    <w:rsid w:val="746F1D3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4">
    <w:name w:val="Table Grid"/>
    <w:basedOn w:val="3"/>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Hyperlink"/>
    <w:basedOn w:val="5"/>
    <w:semiHidden/>
    <w:unhideWhenUsed/>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Pages>
  <Words>26</Words>
  <Characters>153</Characters>
  <Lines>0</Lines>
  <Paragraphs>0</Paragraphs>
  <TotalTime>4</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2020-02-10T09:29:00Z</dcterms:created>
  <dc:creator>张创</dc:creator>
  <cp:lastModifiedBy>卜荣荣</cp:lastModifiedBy>
  <cp:lastPrinted>2020-04-01T09:48:00Z</cp:lastPrinted>
  <dcterms:modified xsi:type="dcterms:W3CDTF">2021-06-28T05:28:42Z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FB71EADE27D5472C892461F0BF92A44C</vt:lpwstr>
  </property>
</Properties>
</file>