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60" w:beforeAutospacing="0" w:after="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E6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E60000"/>
          <w:spacing w:val="0"/>
          <w:kern w:val="0"/>
          <w:sz w:val="31"/>
          <w:szCs w:val="31"/>
          <w:shd w:val="clear" w:fill="FFFFFF"/>
          <w:lang w:val="en-US" w:eastAsia="zh-CN" w:bidi="ar"/>
        </w:rPr>
        <w:t>洪泽区残疾人联合会公开招聘残疾人专职委员综合成绩公示表</w:t>
      </w:r>
    </w:p>
    <w:p>
      <w:pPr>
        <w:keepNext w:val="0"/>
        <w:keepLines w:val="0"/>
        <w:widowControl/>
        <w:suppressLineNumbers w:val="0"/>
        <w:pBdr>
          <w:bottom w:val="single" w:color="EDEDED" w:sz="4" w:space="0"/>
        </w:pBdr>
        <w:shd w:val="clear" w:fill="FFFFFF"/>
        <w:spacing w:before="0" w:beforeAutospacing="0" w:after="240" w:afterAutospacing="0" w:line="6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时间：2021-06-28 11:00　　　　浏览次数：19　字号：[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"http://www.hongze.gov.cn/col/1124_666423/art/16224768/javascript:doZoom(18)"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"http://www.hongze.gov.cn/col/1124_666423/art/16224768/javascript:doZoom(16)"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"http://www.hongze.gov.cn/col/1124_666423/art/16224768/javascript:doZoom(14)"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instrText xml:space="preserve">INCLUDEPICTURE \d "http://www.hongze.gov.cn/upload/2021-06/347cf004-68f5-40f5-8d5c-dfb974e16e3b.png" \* MERGEFORMATINET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pict>
          <v:shape id="_x0000_i1025" o:spt="75" type="#_x0000_t75" style="height:502.5pt;width:518.25pt;" filled="f" coordsize="21600,21600">
            <v:path/>
            <v:fill on="f" focussize="0,0"/>
            <v:stroke/>
            <v:imagedata r:id="rId4" o:title="QQ图片20210628110109.png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fldChar w:fldCharType="end"/>
      </w: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0C705F"/>
    <w:rsid w:val="00166574"/>
    <w:rsid w:val="0027193E"/>
    <w:rsid w:val="004223FC"/>
    <w:rsid w:val="004753C3"/>
    <w:rsid w:val="00847610"/>
    <w:rsid w:val="008F5EAA"/>
    <w:rsid w:val="0098185F"/>
    <w:rsid w:val="00AD717B"/>
    <w:rsid w:val="00ED0396"/>
    <w:rsid w:val="00EE7DF6"/>
    <w:rsid w:val="00F8095D"/>
    <w:rsid w:val="014E6C0A"/>
    <w:rsid w:val="019A3120"/>
    <w:rsid w:val="027A632D"/>
    <w:rsid w:val="041026BE"/>
    <w:rsid w:val="05457216"/>
    <w:rsid w:val="06BA7004"/>
    <w:rsid w:val="08DE2635"/>
    <w:rsid w:val="0F644ECB"/>
    <w:rsid w:val="160337ED"/>
    <w:rsid w:val="17363931"/>
    <w:rsid w:val="195E2CA4"/>
    <w:rsid w:val="1A3349A9"/>
    <w:rsid w:val="1A5A05AD"/>
    <w:rsid w:val="1B6B71F6"/>
    <w:rsid w:val="1C15694B"/>
    <w:rsid w:val="216F524F"/>
    <w:rsid w:val="33497C72"/>
    <w:rsid w:val="34275ABD"/>
    <w:rsid w:val="350C705F"/>
    <w:rsid w:val="3A541C4F"/>
    <w:rsid w:val="3E140B6D"/>
    <w:rsid w:val="40BA5C75"/>
    <w:rsid w:val="4A2545C9"/>
    <w:rsid w:val="4AA57DEE"/>
    <w:rsid w:val="4E5C7233"/>
    <w:rsid w:val="62432974"/>
    <w:rsid w:val="62CA3665"/>
    <w:rsid w:val="746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26</Words>
  <Characters>153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2020-02-10T09:29:00Z</dcterms:created>
  <dc:creator>张创</dc:creator>
  <cp:lastModifiedBy>卜荣荣</cp:lastModifiedBy>
  <cp:lastPrinted>2020-04-01T09:48:00Z</cp:lastPrinted>
  <dcterms:modified xsi:type="dcterms:W3CDTF">2021-06-28T05:26:05Z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FB71EADE27D5472C892461F0BF92A44C</vt:lpwstr>
  </property>
</Properties>
</file>