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招聘岗位及要求</w:t>
      </w:r>
    </w:p>
    <w:tbl>
      <w:tblPr>
        <w:tblW w:w="12691" w:type="dxa"/>
        <w:jc w:val="center"/>
        <w:tblBorders>
          <w:top w:val="single" w:color="111111" w:sz="4" w:space="0"/>
          <w:left w:val="single" w:color="111111" w:sz="4" w:space="0"/>
          <w:bottom w:val="single" w:color="111111" w:sz="4" w:space="0"/>
          <w:right w:val="single" w:color="111111" w:sz="4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7"/>
        <w:gridCol w:w="1584"/>
        <w:gridCol w:w="1006"/>
        <w:gridCol w:w="1006"/>
        <w:gridCol w:w="1006"/>
        <w:gridCol w:w="1006"/>
        <w:gridCol w:w="2611"/>
        <w:gridCol w:w="3895"/>
      </w:tblGrid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岗位</w:t>
            </w:r>
          </w:p>
        </w:tc>
        <w:tc>
          <w:tcPr>
            <w:tcW w:w="5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人数</w:t>
            </w:r>
          </w:p>
        </w:tc>
        <w:tc>
          <w:tcPr>
            <w:tcW w:w="5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5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年龄</w:t>
            </w:r>
          </w:p>
        </w:tc>
        <w:tc>
          <w:tcPr>
            <w:tcW w:w="5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1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其他要求</w:t>
            </w:r>
          </w:p>
        </w:tc>
        <w:tc>
          <w:tcPr>
            <w:tcW w:w="21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办公室</w:t>
            </w:r>
          </w:p>
        </w:tc>
        <w:tc>
          <w:tcPr>
            <w:tcW w:w="5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5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不限</w:t>
            </w:r>
          </w:p>
        </w:tc>
        <w:tc>
          <w:tcPr>
            <w:tcW w:w="5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35周岁以下</w:t>
            </w:r>
          </w:p>
        </w:tc>
        <w:tc>
          <w:tcPr>
            <w:tcW w:w="5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不限</w:t>
            </w:r>
          </w:p>
        </w:tc>
        <w:tc>
          <w:tcPr>
            <w:tcW w:w="14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本科及以上学历</w:t>
            </w:r>
          </w:p>
        </w:tc>
        <w:tc>
          <w:tcPr>
            <w:tcW w:w="21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协助党建工作（同等条件下党员优先）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50C705F"/>
    <w:rsid w:val="00166574"/>
    <w:rsid w:val="0027193E"/>
    <w:rsid w:val="004223FC"/>
    <w:rsid w:val="004753C3"/>
    <w:rsid w:val="00847610"/>
    <w:rsid w:val="008F5EAA"/>
    <w:rsid w:val="0098185F"/>
    <w:rsid w:val="00AD717B"/>
    <w:rsid w:val="00ED0396"/>
    <w:rsid w:val="00EE7DF6"/>
    <w:rsid w:val="00F8095D"/>
    <w:rsid w:val="014E6C0A"/>
    <w:rsid w:val="019A3120"/>
    <w:rsid w:val="02255067"/>
    <w:rsid w:val="027A632D"/>
    <w:rsid w:val="041026BE"/>
    <w:rsid w:val="05457216"/>
    <w:rsid w:val="06BA7004"/>
    <w:rsid w:val="084B7D9F"/>
    <w:rsid w:val="08DE2635"/>
    <w:rsid w:val="0F644ECB"/>
    <w:rsid w:val="160337ED"/>
    <w:rsid w:val="16201667"/>
    <w:rsid w:val="169534B7"/>
    <w:rsid w:val="17363931"/>
    <w:rsid w:val="195E2CA4"/>
    <w:rsid w:val="1A3349A9"/>
    <w:rsid w:val="1A5A05AD"/>
    <w:rsid w:val="1AFF52E8"/>
    <w:rsid w:val="1B6B71F6"/>
    <w:rsid w:val="1C15694B"/>
    <w:rsid w:val="216F524F"/>
    <w:rsid w:val="33497C72"/>
    <w:rsid w:val="34275ABD"/>
    <w:rsid w:val="350C705F"/>
    <w:rsid w:val="3A541C4F"/>
    <w:rsid w:val="3E140B6D"/>
    <w:rsid w:val="40BA5C75"/>
    <w:rsid w:val="4A2545C9"/>
    <w:rsid w:val="4AA57DEE"/>
    <w:rsid w:val="4E5C7233"/>
    <w:rsid w:val="62432974"/>
    <w:rsid w:val="62CA3665"/>
    <w:rsid w:val="746F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26</Words>
  <Characters>153</Characters>
  <Lines>0</Lines>
  <Paragraphs>0</Paragraphs>
  <TotalTime>4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2020-02-10T09:29:00Z</dcterms:created>
  <dc:creator>张创</dc:creator>
  <cp:lastModifiedBy>卜荣荣</cp:lastModifiedBy>
  <cp:lastPrinted>2020-04-01T09:48:00Z</cp:lastPrinted>
  <dcterms:modified xsi:type="dcterms:W3CDTF">2021-06-28T08:58:44Z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FB71EADE27D5472C892461F0BF92A44C</vt:lpwstr>
  </property>
</Properties>
</file>