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E8" w:rsidRPr="000C31C6" w:rsidRDefault="009E37E8" w:rsidP="009D2BEC">
      <w:pPr>
        <w:jc w:val="center"/>
        <w:rPr>
          <w:rFonts w:ascii="方正小标宋_GBK" w:eastAsia="方正小标宋_GBK"/>
          <w:sz w:val="36"/>
          <w:szCs w:val="36"/>
        </w:rPr>
      </w:pPr>
      <w:r w:rsidRPr="000C31C6">
        <w:rPr>
          <w:rFonts w:ascii="方正小标宋_GBK" w:eastAsia="方正小标宋_GBK" w:hint="eastAsia"/>
          <w:sz w:val="36"/>
          <w:szCs w:val="36"/>
        </w:rPr>
        <w:t>网上报名诚信协议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 w:hint="eastAsia"/>
          <w:sz w:val="28"/>
          <w:szCs w:val="28"/>
        </w:rPr>
        <w:t>尊敬的报考人员：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 w:hint="eastAsia"/>
          <w:sz w:val="28"/>
          <w:szCs w:val="28"/>
        </w:rPr>
        <w:t>为保证您的报名信息准确，请务必认真阅读以下事项：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/>
          <w:sz w:val="28"/>
          <w:szCs w:val="28"/>
        </w:rPr>
        <w:t>1.</w:t>
      </w:r>
      <w:r w:rsidRPr="005661F2">
        <w:rPr>
          <w:rFonts w:ascii="仿宋" w:eastAsia="仿宋" w:hAnsi="仿宋" w:hint="eastAsia"/>
          <w:sz w:val="28"/>
          <w:szCs w:val="28"/>
        </w:rPr>
        <w:t>您报考的是泰州市海陵区疾病预防控制中心</w:t>
      </w:r>
      <w:r w:rsidRPr="005661F2">
        <w:rPr>
          <w:rFonts w:ascii="仿宋" w:eastAsia="仿宋" w:hAnsi="仿宋"/>
          <w:sz w:val="28"/>
          <w:szCs w:val="28"/>
        </w:rPr>
        <w:t>2021</w:t>
      </w:r>
      <w:r w:rsidRPr="005661F2">
        <w:rPr>
          <w:rFonts w:ascii="仿宋" w:eastAsia="仿宋" w:hAnsi="仿宋" w:hint="eastAsia"/>
          <w:sz w:val="28"/>
          <w:szCs w:val="28"/>
        </w:rPr>
        <w:t>年公开招聘工作人员。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/>
          <w:sz w:val="28"/>
          <w:szCs w:val="28"/>
        </w:rPr>
        <w:t>2.</w:t>
      </w:r>
      <w:r w:rsidRPr="005661F2">
        <w:rPr>
          <w:rFonts w:ascii="仿宋" w:eastAsia="仿宋" w:hAnsi="仿宋" w:hint="eastAsia"/>
          <w:sz w:val="28"/>
          <w:szCs w:val="28"/>
        </w:rPr>
        <w:t>报考人员不得以他人身份和照片进行报名，如因上述情况引发任何纠纷，由报考人员承担全部责任。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/>
          <w:sz w:val="28"/>
          <w:szCs w:val="28"/>
        </w:rPr>
        <w:t>3.</w:t>
      </w:r>
      <w:r w:rsidRPr="005661F2">
        <w:rPr>
          <w:rFonts w:ascii="仿宋" w:eastAsia="仿宋" w:hAnsi="仿宋" w:hint="eastAsia"/>
          <w:sz w:val="28"/>
          <w:szCs w:val="28"/>
        </w:rPr>
        <w:t>报考人员必须仔细阅读招聘公告，承诺所填写的个人信息资料真实准确，并符合招聘岗位的要求</w:t>
      </w:r>
      <w:r w:rsidRPr="005661F2">
        <w:rPr>
          <w:rFonts w:ascii="仿宋" w:eastAsia="仿宋" w:hAnsi="仿宋"/>
          <w:sz w:val="28"/>
          <w:szCs w:val="28"/>
        </w:rPr>
        <w:t>,</w:t>
      </w:r>
      <w:r w:rsidRPr="005661F2">
        <w:rPr>
          <w:rFonts w:ascii="仿宋" w:eastAsia="仿宋" w:hAnsi="仿宋" w:hint="eastAsia"/>
          <w:sz w:val="28"/>
          <w:szCs w:val="28"/>
        </w:rPr>
        <w:t>在招聘工作的任何环节</w:t>
      </w:r>
      <w:r w:rsidRPr="005661F2">
        <w:rPr>
          <w:rFonts w:ascii="仿宋" w:eastAsia="仿宋" w:hAnsi="仿宋"/>
          <w:sz w:val="28"/>
          <w:szCs w:val="28"/>
        </w:rPr>
        <w:t>,</w:t>
      </w:r>
      <w:r w:rsidRPr="005661F2">
        <w:rPr>
          <w:rFonts w:ascii="仿宋" w:eastAsia="仿宋" w:hAnsi="仿宋" w:hint="eastAsia"/>
          <w:sz w:val="28"/>
          <w:szCs w:val="28"/>
        </w:rPr>
        <w:t>一经发现报考人员弄虚作假</w:t>
      </w:r>
      <w:r w:rsidRPr="005661F2">
        <w:rPr>
          <w:rFonts w:ascii="仿宋" w:eastAsia="仿宋" w:hAnsi="仿宋"/>
          <w:sz w:val="28"/>
          <w:szCs w:val="28"/>
        </w:rPr>
        <w:t>,</w:t>
      </w:r>
      <w:r w:rsidRPr="005661F2">
        <w:rPr>
          <w:rFonts w:ascii="仿宋" w:eastAsia="仿宋" w:hAnsi="仿宋" w:hint="eastAsia"/>
          <w:sz w:val="28"/>
          <w:szCs w:val="28"/>
        </w:rPr>
        <w:t>即取消其相应资格。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/>
          <w:sz w:val="28"/>
          <w:szCs w:val="28"/>
        </w:rPr>
        <w:t>4.</w:t>
      </w:r>
      <w:r w:rsidRPr="005661F2">
        <w:rPr>
          <w:rFonts w:ascii="仿宋" w:eastAsia="仿宋" w:hAnsi="仿宋" w:hint="eastAsia"/>
          <w:sz w:val="28"/>
          <w:szCs w:val="28"/>
        </w:rPr>
        <w:t>由于个人信息填写不准确而导致无法正常参加笔试、面试等情况的，由报考人员本人承担全部责任。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/>
          <w:sz w:val="28"/>
          <w:szCs w:val="28"/>
        </w:rPr>
        <w:t>5.</w:t>
      </w:r>
      <w:r w:rsidRPr="005661F2">
        <w:rPr>
          <w:rFonts w:ascii="仿宋" w:eastAsia="仿宋" w:hAnsi="仿宋" w:hint="eastAsia"/>
          <w:sz w:val="28"/>
          <w:szCs w:val="28"/>
        </w:rPr>
        <w:t>如您是仍未落实工作单位的</w:t>
      </w:r>
      <w:r w:rsidRPr="005661F2">
        <w:rPr>
          <w:rFonts w:ascii="仿宋" w:eastAsia="仿宋" w:hAnsi="仿宋"/>
          <w:sz w:val="28"/>
          <w:szCs w:val="28"/>
        </w:rPr>
        <w:t>2019</w:t>
      </w:r>
      <w:r w:rsidRPr="005661F2">
        <w:rPr>
          <w:rFonts w:ascii="仿宋" w:eastAsia="仿宋" w:hAnsi="仿宋" w:hint="eastAsia"/>
          <w:sz w:val="28"/>
          <w:szCs w:val="28"/>
        </w:rPr>
        <w:t>或</w:t>
      </w:r>
      <w:r w:rsidRPr="005661F2">
        <w:rPr>
          <w:rFonts w:ascii="仿宋" w:eastAsia="仿宋" w:hAnsi="仿宋"/>
          <w:sz w:val="28"/>
          <w:szCs w:val="28"/>
        </w:rPr>
        <w:t>2020</w:t>
      </w:r>
      <w:r w:rsidRPr="005661F2">
        <w:rPr>
          <w:rFonts w:ascii="仿宋" w:eastAsia="仿宋" w:hAnsi="仿宋" w:hint="eastAsia"/>
          <w:sz w:val="28"/>
          <w:szCs w:val="28"/>
        </w:rPr>
        <w:t>年普通高校毕业生或国（境）外同期毕业且已完成学历认证的人员，现按“</w:t>
      </w:r>
      <w:r w:rsidRPr="005661F2">
        <w:rPr>
          <w:rFonts w:ascii="仿宋" w:eastAsia="仿宋" w:hAnsi="仿宋"/>
          <w:sz w:val="28"/>
          <w:szCs w:val="28"/>
        </w:rPr>
        <w:t>2021</w:t>
      </w:r>
      <w:r w:rsidRPr="005661F2">
        <w:rPr>
          <w:rFonts w:ascii="仿宋" w:eastAsia="仿宋" w:hAnsi="仿宋" w:hint="eastAsia"/>
          <w:sz w:val="28"/>
          <w:szCs w:val="28"/>
        </w:rPr>
        <w:t>年毕业生”报考相关岗位，必须承诺毕业至今未参加过工作、未缴纳过社会保险。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/>
          <w:sz w:val="28"/>
          <w:szCs w:val="28"/>
        </w:rPr>
        <w:t>6.</w:t>
      </w:r>
      <w:r w:rsidRPr="005661F2">
        <w:rPr>
          <w:rFonts w:ascii="仿宋" w:eastAsia="仿宋" w:hAnsi="仿宋" w:hint="eastAsia"/>
          <w:sz w:val="28"/>
          <w:szCs w:val="28"/>
        </w:rPr>
        <w:t>如您是在</w:t>
      </w:r>
      <w:r w:rsidRPr="005661F2">
        <w:rPr>
          <w:rFonts w:ascii="仿宋" w:eastAsia="仿宋" w:hAnsi="仿宋"/>
          <w:sz w:val="28"/>
          <w:szCs w:val="28"/>
        </w:rPr>
        <w:t>2021</w:t>
      </w:r>
      <w:r w:rsidRPr="005661F2">
        <w:rPr>
          <w:rFonts w:ascii="仿宋" w:eastAsia="仿宋" w:hAnsi="仿宋" w:hint="eastAsia"/>
          <w:sz w:val="28"/>
          <w:szCs w:val="28"/>
        </w:rPr>
        <w:t>年毕业并已取得学历（学位）证书，且仍无工作单位的人员，现按“</w:t>
      </w:r>
      <w:r w:rsidRPr="005661F2">
        <w:rPr>
          <w:rFonts w:ascii="仿宋" w:eastAsia="仿宋" w:hAnsi="仿宋"/>
          <w:sz w:val="28"/>
          <w:szCs w:val="28"/>
        </w:rPr>
        <w:t>2021</w:t>
      </w:r>
      <w:r w:rsidRPr="005661F2">
        <w:rPr>
          <w:rFonts w:ascii="仿宋" w:eastAsia="仿宋" w:hAnsi="仿宋" w:hint="eastAsia"/>
          <w:sz w:val="28"/>
          <w:szCs w:val="28"/>
        </w:rPr>
        <w:t>年毕业生”报考相关岗位，必须承诺毕业至今未参加过工作、未缴纳过社会保险。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/>
          <w:sz w:val="28"/>
          <w:szCs w:val="28"/>
        </w:rPr>
        <w:t>7.</w:t>
      </w:r>
      <w:r w:rsidRPr="005661F2">
        <w:rPr>
          <w:rFonts w:ascii="仿宋" w:eastAsia="仿宋" w:hAnsi="仿宋" w:hint="eastAsia"/>
          <w:sz w:val="28"/>
          <w:szCs w:val="28"/>
        </w:rPr>
        <w:t>报考人员承诺在笔试、面试中严格遵守考场纪律，服从监考人员和考场工作人员的管理。</w:t>
      </w:r>
    </w:p>
    <w:p w:rsidR="009E37E8" w:rsidRPr="005661F2" w:rsidRDefault="009E37E8" w:rsidP="000C31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5661F2">
        <w:rPr>
          <w:rFonts w:ascii="仿宋" w:eastAsia="仿宋" w:hAnsi="仿宋" w:hint="eastAsia"/>
          <w:sz w:val="28"/>
          <w:szCs w:val="28"/>
        </w:rPr>
        <w:t>您提交报考相关材料，即代表您已经知悉以上所有内容，并对您的一切个人行为负责。预祝您报名考试顺利！</w:t>
      </w:r>
    </w:p>
    <w:p w:rsidR="009E37E8" w:rsidRDefault="009E37E8" w:rsidP="00651913">
      <w:pPr>
        <w:tabs>
          <w:tab w:val="left" w:pos="600"/>
        </w:tabs>
        <w:spacing w:line="600" w:lineRule="exact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</w:p>
    <w:p w:rsidR="009E37E8" w:rsidRDefault="009E37E8" w:rsidP="00651913">
      <w:pPr>
        <w:tabs>
          <w:tab w:val="left" w:pos="600"/>
        </w:tabs>
        <w:spacing w:line="600" w:lineRule="exact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承诺人：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 xml:space="preserve">                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身份证号码：</w:t>
      </w:r>
    </w:p>
    <w:p w:rsidR="009E37E8" w:rsidRDefault="009E37E8" w:rsidP="00366A1E">
      <w:pPr>
        <w:tabs>
          <w:tab w:val="left" w:pos="600"/>
        </w:tabs>
        <w:spacing w:line="600" w:lineRule="exact"/>
        <w:ind w:leftChars="350" w:left="31680" w:firstLineChars="1800" w:firstLine="31680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 w:rsidRPr="00F333DA">
        <w:rPr>
          <w:rFonts w:ascii="方正仿宋_GBK" w:eastAsia="方正仿宋_GBK" w:hAnsi="方正仿宋_GBK" w:cs="方正仿宋_GBK"/>
          <w:color w:val="000000"/>
          <w:sz w:val="32"/>
          <w:szCs w:val="32"/>
        </w:rPr>
        <w:t>20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21</w:t>
      </w:r>
      <w:r w:rsidRPr="00F333DA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>6</w:t>
      </w:r>
      <w:r w:rsidRPr="00F333DA"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月</w:t>
      </w:r>
    </w:p>
    <w:p w:rsidR="009E37E8" w:rsidRPr="000855DB" w:rsidRDefault="009E37E8"/>
    <w:sectPr w:rsidR="009E37E8" w:rsidRPr="000855DB" w:rsidSect="00883A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7E8" w:rsidRDefault="009E37E8" w:rsidP="002C6C8A">
      <w:r>
        <w:separator/>
      </w:r>
    </w:p>
  </w:endnote>
  <w:endnote w:type="continuationSeparator" w:id="0">
    <w:p w:rsidR="009E37E8" w:rsidRDefault="009E37E8" w:rsidP="002C6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E8" w:rsidRDefault="009E37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E8" w:rsidRDefault="009E37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E8" w:rsidRDefault="009E37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7E8" w:rsidRDefault="009E37E8" w:rsidP="002C6C8A">
      <w:r>
        <w:separator/>
      </w:r>
    </w:p>
  </w:footnote>
  <w:footnote w:type="continuationSeparator" w:id="0">
    <w:p w:rsidR="009E37E8" w:rsidRDefault="009E37E8" w:rsidP="002C6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E8" w:rsidRDefault="009E37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E8" w:rsidRDefault="009E37E8" w:rsidP="00366A1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7E8" w:rsidRDefault="009E37E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BEC"/>
    <w:rsid w:val="00005ED7"/>
    <w:rsid w:val="00072C55"/>
    <w:rsid w:val="000855DB"/>
    <w:rsid w:val="000C31C6"/>
    <w:rsid w:val="001510F0"/>
    <w:rsid w:val="00173D87"/>
    <w:rsid w:val="001E552D"/>
    <w:rsid w:val="0021107C"/>
    <w:rsid w:val="00221B39"/>
    <w:rsid w:val="002C6C8A"/>
    <w:rsid w:val="00310C60"/>
    <w:rsid w:val="00331F86"/>
    <w:rsid w:val="003641BA"/>
    <w:rsid w:val="00366A1E"/>
    <w:rsid w:val="003A5477"/>
    <w:rsid w:val="003E6071"/>
    <w:rsid w:val="004157DD"/>
    <w:rsid w:val="0043723F"/>
    <w:rsid w:val="0050485C"/>
    <w:rsid w:val="00547BA4"/>
    <w:rsid w:val="005661F2"/>
    <w:rsid w:val="005C5C4F"/>
    <w:rsid w:val="00651913"/>
    <w:rsid w:val="0065499F"/>
    <w:rsid w:val="00734CEE"/>
    <w:rsid w:val="0075066D"/>
    <w:rsid w:val="007814FD"/>
    <w:rsid w:val="00857002"/>
    <w:rsid w:val="00883A31"/>
    <w:rsid w:val="00951315"/>
    <w:rsid w:val="00987FC7"/>
    <w:rsid w:val="009C209F"/>
    <w:rsid w:val="009D2BEC"/>
    <w:rsid w:val="009E37E8"/>
    <w:rsid w:val="00A35BA9"/>
    <w:rsid w:val="00A905F7"/>
    <w:rsid w:val="00B51BDA"/>
    <w:rsid w:val="00B74847"/>
    <w:rsid w:val="00B91025"/>
    <w:rsid w:val="00B931F7"/>
    <w:rsid w:val="00CD5677"/>
    <w:rsid w:val="00D013DB"/>
    <w:rsid w:val="00D26A32"/>
    <w:rsid w:val="00D50B1A"/>
    <w:rsid w:val="00D5105C"/>
    <w:rsid w:val="00DB15F2"/>
    <w:rsid w:val="00DC5CA6"/>
    <w:rsid w:val="00E50946"/>
    <w:rsid w:val="00E52553"/>
    <w:rsid w:val="00F0168D"/>
    <w:rsid w:val="00F333DA"/>
    <w:rsid w:val="00F57076"/>
    <w:rsid w:val="00F6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6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C6C8A"/>
    <w:rPr>
      <w:rFonts w:cs="Times New Roman"/>
      <w:sz w:val="18"/>
    </w:rPr>
  </w:style>
  <w:style w:type="paragraph" w:styleId="Footer">
    <w:name w:val="footer"/>
    <w:basedOn w:val="Normal"/>
    <w:link w:val="FooterChar"/>
    <w:uiPriority w:val="99"/>
    <w:rsid w:val="002C6C8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C6C8A"/>
    <w:rPr>
      <w:rFonts w:cs="Times New Roman"/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DB15F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1</Pages>
  <Words>83</Words>
  <Characters>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</dc:creator>
  <cp:keywords/>
  <dc:description/>
  <cp:lastModifiedBy>微软用户</cp:lastModifiedBy>
  <cp:revision>32</cp:revision>
  <cp:lastPrinted>2021-06-09T00:38:00Z</cp:lastPrinted>
  <dcterms:created xsi:type="dcterms:W3CDTF">2020-08-18T06:51:00Z</dcterms:created>
  <dcterms:modified xsi:type="dcterms:W3CDTF">2021-06-09T00:58:00Z</dcterms:modified>
</cp:coreProperties>
</file>