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F7" w:rsidRPr="000E445A" w:rsidRDefault="00C43BF7" w:rsidP="001E2FBC">
      <w:pPr>
        <w:pStyle w:val="NormalWeb"/>
        <w:widowControl/>
        <w:spacing w:beforeAutospacing="0" w:afterAutospacing="0" w:line="560" w:lineRule="exact"/>
        <w:jc w:val="center"/>
        <w:rPr>
          <w:rFonts w:ascii="方正小标宋简体" w:eastAsia="方正小标宋简体" w:hAnsi="宋体" w:cs="Arial"/>
          <w:sz w:val="36"/>
          <w:szCs w:val="36"/>
        </w:rPr>
      </w:pPr>
      <w:bookmarkStart w:id="0" w:name="_GoBack"/>
      <w:r w:rsidRPr="000E445A">
        <w:rPr>
          <w:rFonts w:ascii="方正小标宋简体" w:eastAsia="方正小标宋简体" w:hAnsi="宋体" w:cs="Arial" w:hint="eastAsia"/>
          <w:sz w:val="36"/>
          <w:szCs w:val="36"/>
        </w:rPr>
        <w:t>马鞍山市公安局招聘警务辅助人员报名表</w:t>
      </w:r>
      <w:bookmarkEnd w:id="0"/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3"/>
        <w:gridCol w:w="254"/>
        <w:gridCol w:w="70"/>
        <w:gridCol w:w="922"/>
        <w:gridCol w:w="426"/>
        <w:gridCol w:w="270"/>
        <w:gridCol w:w="722"/>
        <w:gridCol w:w="1276"/>
        <w:gridCol w:w="141"/>
        <w:gridCol w:w="567"/>
        <w:gridCol w:w="195"/>
        <w:gridCol w:w="656"/>
        <w:gridCol w:w="142"/>
        <w:gridCol w:w="462"/>
        <w:gridCol w:w="115"/>
        <w:gridCol w:w="772"/>
        <w:gridCol w:w="635"/>
        <w:gridCol w:w="1063"/>
      </w:tblGrid>
      <w:tr w:rsidR="00C43BF7" w:rsidRPr="00B13A83">
        <w:trPr>
          <w:cantSplit/>
          <w:trHeight w:hRule="exact" w:val="284"/>
          <w:jc w:val="center"/>
        </w:trPr>
        <w:tc>
          <w:tcPr>
            <w:tcW w:w="9981" w:type="dxa"/>
            <w:gridSpan w:val="18"/>
            <w:shd w:val="clear" w:color="auto" w:fill="D9D9D9"/>
            <w:vAlign w:val="center"/>
          </w:tcPr>
          <w:p w:rsidR="00C43BF7" w:rsidRPr="000338E1" w:rsidRDefault="00C43BF7" w:rsidP="000338E1">
            <w:pPr>
              <w:widowControl/>
              <w:spacing w:line="240" w:lineRule="exact"/>
              <w:jc w:val="center"/>
              <w:rPr>
                <w:rFonts w:ascii="等线" w:eastAsia="等线" w:cs="宋体"/>
                <w:b/>
                <w:kern w:val="0"/>
                <w:sz w:val="18"/>
                <w:szCs w:val="18"/>
              </w:rPr>
            </w:pPr>
            <w:r w:rsidRPr="000338E1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基</w:t>
            </w:r>
            <w:r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 xml:space="preserve">　</w:t>
            </w:r>
            <w:r w:rsidRPr="000338E1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本</w:t>
            </w:r>
            <w:r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 xml:space="preserve">　</w:t>
            </w:r>
            <w:r w:rsidRPr="000338E1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信</w:t>
            </w:r>
            <w:r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 xml:space="preserve">　</w:t>
            </w:r>
            <w:r w:rsidRPr="000338E1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息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246" w:type="dxa"/>
            <w:gridSpan w:val="3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曾用名</w:t>
            </w:r>
          </w:p>
        </w:tc>
        <w:tc>
          <w:tcPr>
            <w:tcW w:w="1276" w:type="dxa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772" w:type="dxa"/>
            <w:vAlign w:val="center"/>
          </w:tcPr>
          <w:p w:rsidR="00C43BF7" w:rsidRPr="000E445A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hAnsi="宋体" w:cs="宋体"/>
                <w:outline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近期免冠照片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246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身高</w:t>
            </w:r>
          </w:p>
        </w:tc>
        <w:tc>
          <w:tcPr>
            <w:tcW w:w="851" w:type="dxa"/>
            <w:gridSpan w:val="2"/>
            <w:vAlign w:val="center"/>
          </w:tcPr>
          <w:p w:rsidR="00C43BF7" w:rsidRPr="00B13A83" w:rsidRDefault="00C43BF7" w:rsidP="00E9258B">
            <w:pPr>
              <w:widowControl/>
              <w:spacing w:line="320" w:lineRule="exact"/>
              <w:jc w:val="right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cm</w:t>
            </w:r>
          </w:p>
        </w:tc>
        <w:tc>
          <w:tcPr>
            <w:tcW w:w="719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体重</w:t>
            </w:r>
          </w:p>
        </w:tc>
        <w:tc>
          <w:tcPr>
            <w:tcW w:w="772" w:type="dxa"/>
            <w:vAlign w:val="center"/>
          </w:tcPr>
          <w:p w:rsidR="00C43BF7" w:rsidRPr="00B13A83" w:rsidRDefault="00C43BF7" w:rsidP="00E9258B">
            <w:pPr>
              <w:widowControl/>
              <w:spacing w:line="320" w:lineRule="exact"/>
              <w:jc w:val="right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698" w:type="dxa"/>
            <w:gridSpan w:val="2"/>
            <w:vMerge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left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1246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326" w:type="dxa"/>
            <w:gridSpan w:val="9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left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808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246" w:type="dxa"/>
            <w:gridSpan w:val="3"/>
            <w:vAlign w:val="center"/>
          </w:tcPr>
          <w:p w:rsidR="00C43BF7" w:rsidRDefault="00C43BF7" w:rsidP="00E62F4A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未婚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</w:p>
          <w:p w:rsidR="00C43BF7" w:rsidRPr="00B13A83" w:rsidRDefault="00C43BF7" w:rsidP="00E62F4A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已婚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是否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退役军人</w:t>
            </w:r>
          </w:p>
        </w:tc>
        <w:tc>
          <w:tcPr>
            <w:tcW w:w="1276" w:type="dxa"/>
            <w:vAlign w:val="center"/>
          </w:tcPr>
          <w:p w:rsidR="00C43BF7" w:rsidRDefault="00C43BF7" w:rsidP="00AD6A0D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</w:p>
          <w:p w:rsidR="00C43BF7" w:rsidRPr="00B13A83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050" w:type="dxa"/>
            <w:gridSpan w:val="8"/>
            <w:vAlign w:val="center"/>
          </w:tcPr>
          <w:p w:rsidR="00C43BF7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入伍时间：</w:t>
            </w:r>
            <w:r w:rsidRPr="00E9258B">
              <w:rPr>
                <w:rFonts w:ascii="等线" w:hAnsi="等线" w:cs="宋体" w:hint="eastAsia"/>
                <w:kern w:val="0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年</w:t>
            </w:r>
            <w:r w:rsidRPr="00E9258B">
              <w:rPr>
                <w:rFonts w:ascii="等线" w:hAnsi="等线" w:cs="宋体" w:hint="eastAsia"/>
                <w:kern w:val="0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月</w:t>
            </w:r>
          </w:p>
          <w:p w:rsidR="00C43BF7" w:rsidRPr="00E62F4A" w:rsidRDefault="00C43BF7" w:rsidP="00E62F4A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退役时间：</w:t>
            </w:r>
            <w:r w:rsidRPr="00E9258B">
              <w:rPr>
                <w:rFonts w:ascii="等线" w:hAnsi="等线" w:cs="宋体" w:hint="eastAsia"/>
                <w:kern w:val="0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年</w:t>
            </w:r>
            <w:r w:rsidRPr="00E9258B">
              <w:rPr>
                <w:rFonts w:ascii="等线" w:hAnsi="等线" w:cs="宋体" w:hint="eastAsia"/>
                <w:kern w:val="0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1698" w:type="dxa"/>
            <w:gridSpan w:val="2"/>
            <w:vMerge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left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1246" w:type="dxa"/>
            <w:gridSpan w:val="3"/>
            <w:vAlign w:val="center"/>
          </w:tcPr>
          <w:p w:rsidR="00C43BF7" w:rsidRPr="00B13A83" w:rsidRDefault="00C43BF7" w:rsidP="00AD6A0D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有何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特长</w:t>
            </w:r>
          </w:p>
        </w:tc>
        <w:tc>
          <w:tcPr>
            <w:tcW w:w="4326" w:type="dxa"/>
            <w:gridSpan w:val="9"/>
            <w:vAlign w:val="center"/>
          </w:tcPr>
          <w:p w:rsidR="00C43BF7" w:rsidRPr="00B13A83" w:rsidRDefault="00C43BF7" w:rsidP="00E9258B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left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0E445A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户籍城市</w:t>
            </w:r>
          </w:p>
        </w:tc>
        <w:tc>
          <w:tcPr>
            <w:tcW w:w="1246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6024" w:type="dxa"/>
            <w:gridSpan w:val="11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0E445A" w:rsidTr="00CD3118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8688" w:type="dxa"/>
            <w:gridSpan w:val="17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284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 w:rsidR="00C43BF7" w:rsidRPr="000338E1" w:rsidRDefault="00C43BF7" w:rsidP="000338E1">
            <w:pPr>
              <w:widowControl/>
              <w:spacing w:line="240" w:lineRule="exact"/>
              <w:jc w:val="center"/>
              <w:rPr>
                <w:rFonts w:ascii="等线" w:eastAsia="等线" w:cs="宋体"/>
                <w:b/>
                <w:kern w:val="0"/>
                <w:sz w:val="18"/>
                <w:szCs w:val="18"/>
              </w:rPr>
            </w:pPr>
            <w:r w:rsidRPr="000338E1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通　联　信　息</w:t>
            </w:r>
          </w:p>
        </w:tc>
      </w:tr>
      <w:tr w:rsidR="00C43BF7" w:rsidRPr="000E445A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2664" w:type="dxa"/>
            <w:gridSpan w:val="6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43BF7" w:rsidRPr="00B13A83" w:rsidRDefault="00C43BF7" w:rsidP="00DE4F22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其他联系方式</w:t>
            </w:r>
          </w:p>
        </w:tc>
        <w:tc>
          <w:tcPr>
            <w:tcW w:w="4607" w:type="dxa"/>
            <w:gridSpan w:val="9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0E445A">
        <w:trPr>
          <w:cantSplit/>
          <w:trHeight w:hRule="exact" w:val="454"/>
          <w:jc w:val="center"/>
        </w:trPr>
        <w:tc>
          <w:tcPr>
            <w:tcW w:w="129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/>
                <w:kern w:val="0"/>
                <w:sz w:val="18"/>
                <w:szCs w:val="18"/>
              </w:rPr>
              <w:t>QQ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2664" w:type="dxa"/>
            <w:gridSpan w:val="6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现居住地址</w:t>
            </w:r>
          </w:p>
        </w:tc>
        <w:tc>
          <w:tcPr>
            <w:tcW w:w="4607" w:type="dxa"/>
            <w:gridSpan w:val="9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284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 w:rsidR="00C43BF7" w:rsidRPr="00B13A83" w:rsidRDefault="00C43BF7" w:rsidP="001E10E2">
            <w:pPr>
              <w:widowControl/>
              <w:spacing w:line="24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1E10E2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教育经历（请从最高学历写起）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547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入学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毕（肄）业时间</w:t>
            </w:r>
          </w:p>
        </w:tc>
        <w:tc>
          <w:tcPr>
            <w:tcW w:w="3969" w:type="dxa"/>
            <w:gridSpan w:val="8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院校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4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所学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106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学历</w:t>
            </w:r>
          </w:p>
        </w:tc>
      </w:tr>
      <w:tr w:rsidR="00C43BF7" w:rsidRPr="000E445A">
        <w:trPr>
          <w:cantSplit/>
          <w:trHeight w:hRule="exact" w:val="454"/>
          <w:jc w:val="center"/>
        </w:trPr>
        <w:tc>
          <w:tcPr>
            <w:tcW w:w="1547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547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547" w:type="dxa"/>
            <w:gridSpan w:val="2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gridSpan w:val="8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284"/>
          <w:jc w:val="center"/>
        </w:trPr>
        <w:tc>
          <w:tcPr>
            <w:tcW w:w="9981" w:type="dxa"/>
            <w:gridSpan w:val="18"/>
            <w:shd w:val="clear" w:color="CCCCFF" w:fill="C0C0C0"/>
            <w:vAlign w:val="center"/>
          </w:tcPr>
          <w:p w:rsidR="00C43BF7" w:rsidRPr="001E10E2" w:rsidRDefault="00C43BF7" w:rsidP="001E10E2">
            <w:pPr>
              <w:widowControl/>
              <w:spacing w:line="240" w:lineRule="exact"/>
              <w:jc w:val="center"/>
              <w:rPr>
                <w:rFonts w:ascii="等线" w:eastAsia="等线" w:cs="宋体"/>
                <w:b/>
                <w:kern w:val="0"/>
                <w:sz w:val="18"/>
                <w:szCs w:val="18"/>
              </w:rPr>
            </w:pPr>
            <w:r w:rsidRPr="001E10E2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工作经历（请从最近经历写起）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工作开始时间</w:t>
            </w: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工作结束时间</w:t>
            </w: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离职原因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C43BF7" w:rsidRPr="00B13A83">
        <w:trPr>
          <w:cantSplit/>
          <w:trHeight w:hRule="exact" w:val="284"/>
          <w:jc w:val="center"/>
        </w:trPr>
        <w:tc>
          <w:tcPr>
            <w:tcW w:w="9981" w:type="dxa"/>
            <w:gridSpan w:val="18"/>
            <w:shd w:val="clear" w:color="auto" w:fill="C0C0C0"/>
            <w:vAlign w:val="center"/>
          </w:tcPr>
          <w:p w:rsidR="00C43BF7" w:rsidRPr="001E10E2" w:rsidRDefault="00C43BF7" w:rsidP="001E10E2">
            <w:pPr>
              <w:widowControl/>
              <w:spacing w:line="240" w:lineRule="exact"/>
              <w:jc w:val="center"/>
              <w:rPr>
                <w:rFonts w:ascii="等线" w:eastAsia="等线" w:cs="宋体"/>
                <w:b/>
                <w:kern w:val="0"/>
                <w:sz w:val="18"/>
                <w:szCs w:val="18"/>
              </w:rPr>
            </w:pPr>
            <w:r w:rsidRPr="001E10E2">
              <w:rPr>
                <w:rFonts w:ascii="等线" w:hAnsi="等线" w:cs="宋体" w:hint="eastAsia"/>
                <w:b/>
                <w:kern w:val="0"/>
                <w:sz w:val="18"/>
                <w:szCs w:val="18"/>
              </w:rPr>
              <w:t>家庭情况（填写直系亲属：父母、配偶和子女）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与填表人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关系</w:t>
            </w: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手机号码</w:t>
            </w: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hRule="exact" w:val="45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901" w:type="dxa"/>
            <w:gridSpan w:val="5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4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</w:p>
        </w:tc>
      </w:tr>
      <w:tr w:rsidR="00C43BF7" w:rsidRPr="00B13A83">
        <w:trPr>
          <w:cantSplit/>
          <w:trHeight w:val="794"/>
          <w:jc w:val="center"/>
        </w:trPr>
        <w:tc>
          <w:tcPr>
            <w:tcW w:w="1617" w:type="dxa"/>
            <w:gridSpan w:val="3"/>
            <w:vAlign w:val="center"/>
          </w:tcPr>
          <w:p w:rsidR="00C43BF7" w:rsidRPr="00B13A83" w:rsidRDefault="00C43BF7" w:rsidP="00B13A83">
            <w:pPr>
              <w:widowControl/>
              <w:spacing w:line="320" w:lineRule="exact"/>
              <w:jc w:val="center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364" w:type="dxa"/>
            <w:gridSpan w:val="15"/>
            <w:vAlign w:val="center"/>
          </w:tcPr>
          <w:p w:rsidR="00C43BF7" w:rsidRPr="00B13A83" w:rsidRDefault="00C43BF7" w:rsidP="00C43BF7">
            <w:pPr>
              <w:widowControl/>
              <w:spacing w:line="320" w:lineRule="exact"/>
              <w:ind w:firstLineChars="200" w:firstLine="31680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本人保证所提供及填写的资料均属实，如有虚假，本人承担一切责任。</w:t>
            </w:r>
          </w:p>
          <w:p w:rsidR="00C43BF7" w:rsidRPr="00B13A83" w:rsidRDefault="00C43BF7" w:rsidP="00C43BF7">
            <w:pPr>
              <w:widowControl/>
              <w:spacing w:line="320" w:lineRule="exact"/>
              <w:ind w:firstLineChars="50" w:firstLine="31680"/>
              <w:jc w:val="right"/>
              <w:rPr>
                <w:rFonts w:ascii="等线" w:eastAsia="等线" w:cs="宋体"/>
                <w:kern w:val="0"/>
                <w:sz w:val="18"/>
                <w:szCs w:val="18"/>
              </w:rPr>
            </w:pP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填表人（签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>名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）</w:t>
            </w:r>
            <w:r w:rsidRPr="00B13A83">
              <w:rPr>
                <w:rFonts w:ascii="等线" w:hAnsi="等线" w:cs="宋体"/>
                <w:kern w:val="0"/>
                <w:sz w:val="18"/>
                <w:szCs w:val="18"/>
              </w:rPr>
              <w:t xml:space="preserve">                     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　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等线" w:hAnsi="等线" w:cs="宋体" w:hint="eastAsia"/>
                <w:kern w:val="0"/>
                <w:sz w:val="18"/>
                <w:szCs w:val="18"/>
              </w:rPr>
              <w:t xml:space="preserve">　　</w:t>
            </w:r>
            <w:r w:rsidRPr="00B13A83">
              <w:rPr>
                <w:rFonts w:ascii="等线" w:hAnsi="等线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C43BF7" w:rsidRPr="001E2FBC" w:rsidRDefault="00C43BF7"/>
    <w:sectPr w:rsidR="00C43BF7" w:rsidRPr="001E2FBC" w:rsidSect="00E56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BF7" w:rsidRDefault="00C43BF7" w:rsidP="00634E60">
      <w:r>
        <w:separator/>
      </w:r>
    </w:p>
  </w:endnote>
  <w:endnote w:type="continuationSeparator" w:id="0">
    <w:p w:rsidR="00C43BF7" w:rsidRDefault="00C43BF7" w:rsidP="00634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BF7" w:rsidRDefault="00C43BF7" w:rsidP="00634E60">
      <w:r>
        <w:separator/>
      </w:r>
    </w:p>
  </w:footnote>
  <w:footnote w:type="continuationSeparator" w:id="0">
    <w:p w:rsidR="00C43BF7" w:rsidRDefault="00C43BF7" w:rsidP="00634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FBC"/>
    <w:rsid w:val="000338E1"/>
    <w:rsid w:val="00063003"/>
    <w:rsid w:val="000C7966"/>
    <w:rsid w:val="000E445A"/>
    <w:rsid w:val="001351ED"/>
    <w:rsid w:val="0015248A"/>
    <w:rsid w:val="001E10E2"/>
    <w:rsid w:val="001E2FBC"/>
    <w:rsid w:val="002E6E14"/>
    <w:rsid w:val="00464BD0"/>
    <w:rsid w:val="004F119A"/>
    <w:rsid w:val="00634E60"/>
    <w:rsid w:val="00651C23"/>
    <w:rsid w:val="00692D61"/>
    <w:rsid w:val="006B027F"/>
    <w:rsid w:val="00751B93"/>
    <w:rsid w:val="008C6797"/>
    <w:rsid w:val="009374D7"/>
    <w:rsid w:val="00941E3E"/>
    <w:rsid w:val="00A63763"/>
    <w:rsid w:val="00AD6A0D"/>
    <w:rsid w:val="00AF2D38"/>
    <w:rsid w:val="00B13A83"/>
    <w:rsid w:val="00B452A6"/>
    <w:rsid w:val="00BD2712"/>
    <w:rsid w:val="00C43BF7"/>
    <w:rsid w:val="00C91BEC"/>
    <w:rsid w:val="00CD3118"/>
    <w:rsid w:val="00D541AA"/>
    <w:rsid w:val="00DE4F22"/>
    <w:rsid w:val="00E05EEB"/>
    <w:rsid w:val="00E562CE"/>
    <w:rsid w:val="00E62F4A"/>
    <w:rsid w:val="00E9258B"/>
    <w:rsid w:val="00FD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FB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E2FBC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paragraph" w:styleId="Header">
    <w:name w:val="header"/>
    <w:basedOn w:val="Normal"/>
    <w:link w:val="HeaderChar"/>
    <w:uiPriority w:val="99"/>
    <w:rsid w:val="00634E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34E60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634E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4E60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75</Words>
  <Characters>433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李海波</dc:creator>
  <cp:keywords/>
  <dc:description/>
  <cp:lastModifiedBy>胡瑞</cp:lastModifiedBy>
  <cp:revision>4</cp:revision>
  <dcterms:created xsi:type="dcterms:W3CDTF">2021-02-26T01:56:00Z</dcterms:created>
  <dcterms:modified xsi:type="dcterms:W3CDTF">2021-04-12T07:12:00Z</dcterms:modified>
</cp:coreProperties>
</file>