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文星黑体" w:hAnsi="文星黑体" w:eastAsia="文星黑体" w:cs="文星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文星黑体" w:hAnsi="文星黑体" w:eastAsia="文星黑体" w:cs="文星黑体"/>
          <w:color w:val="000000" w:themeColor="text1"/>
          <w14:textFill>
            <w14:solidFill>
              <w14:schemeClr w14:val="tx1"/>
            </w14:solidFill>
          </w14:textFill>
        </w:rPr>
        <w:t>附件1</w:t>
      </w:r>
    </w:p>
    <w:p>
      <w:pPr>
        <w:spacing w:line="560" w:lineRule="exact"/>
        <w:jc w:val="center"/>
        <w:rPr>
          <w:rFonts w:ascii="方正小标宋简体" w:hAnsi="文星标宋" w:eastAsia="方正小标宋简体" w:cs="文星标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文星标宋" w:eastAsia="方正小标宋简体" w:cs="文星标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蕉岭县森林消防大队招聘报名表</w:t>
      </w:r>
    </w:p>
    <w:tbl>
      <w:tblPr>
        <w:tblStyle w:val="5"/>
        <w:tblW w:w="97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274"/>
        <w:gridCol w:w="1417"/>
        <w:gridCol w:w="1416"/>
        <w:gridCol w:w="1419"/>
        <w:gridCol w:w="1422"/>
        <w:gridCol w:w="1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14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(相片处)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出生年月月</w:t>
            </w:r>
          </w:p>
        </w:tc>
        <w:tc>
          <w:tcPr>
            <w:tcW w:w="141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2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41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身  高</w:t>
            </w:r>
          </w:p>
        </w:tc>
        <w:tc>
          <w:tcPr>
            <w:tcW w:w="142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right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1426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410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驾驶证</w:t>
            </w:r>
          </w:p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学 </w:t>
            </w:r>
            <w:r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专业特长</w:t>
            </w:r>
          </w:p>
        </w:tc>
        <w:tc>
          <w:tcPr>
            <w:tcW w:w="26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原工作单位</w:t>
            </w:r>
          </w:p>
        </w:tc>
        <w:tc>
          <w:tcPr>
            <w:tcW w:w="28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是否曾</w:t>
            </w:r>
          </w:p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服兵役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原服役</w:t>
            </w:r>
          </w:p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部队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退伍时间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ind w:right="330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现户口</w:t>
            </w:r>
          </w:p>
          <w:p>
            <w:pPr>
              <w:pStyle w:val="9"/>
              <w:spacing w:line="360" w:lineRule="exact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41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8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现住地址</w:t>
            </w:r>
          </w:p>
        </w:tc>
        <w:tc>
          <w:tcPr>
            <w:tcW w:w="837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360" w:lineRule="exact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学习和工作经历（自初中开始写起）</w:t>
            </w:r>
          </w:p>
        </w:tc>
        <w:tc>
          <w:tcPr>
            <w:tcW w:w="8374" w:type="dxa"/>
            <w:gridSpan w:val="6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4" w:type="dxa"/>
            <w:gridSpan w:val="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4" w:type="dxa"/>
            <w:gridSpan w:val="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4" w:type="dxa"/>
            <w:gridSpan w:val="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4" w:type="dxa"/>
            <w:gridSpan w:val="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4" w:type="dxa"/>
            <w:gridSpan w:val="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文星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20" w:lineRule="exact"/>
        <w:ind w:firstLine="546" w:firstLineChars="200"/>
        <w:rPr>
          <w:rFonts w:ascii="仿宋" w:hAnsi="仿宋" w:eastAsia="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填表声明：我保证，本表所填信息及提供资料真实、准确、有效，与事实完全相符，如有不符，本人愿意接受取消应聘资格的处理。   </w:t>
      </w:r>
    </w:p>
    <w:p>
      <w:pPr>
        <w:wordWrap w:val="0"/>
        <w:spacing w:line="520" w:lineRule="exact"/>
        <w:jc w:val="right"/>
        <w:rPr>
          <w:rFonts w:ascii="仿宋" w:hAnsi="仿宋" w:eastAsia="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本人签名： </w:t>
      </w:r>
      <w:r>
        <w:rPr>
          <w:rFonts w:ascii="仿宋" w:hAnsi="仿宋" w:eastAsia="仿宋" w:cs="文星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</w:t>
      </w:r>
    </w:p>
    <w:sectPr>
      <w:footerReference r:id="rId3" w:type="default"/>
      <w:pgSz w:w="11906" w:h="16838"/>
      <w:pgMar w:top="1985" w:right="1418" w:bottom="1588" w:left="1418" w:header="851" w:footer="1247" w:gutter="0"/>
      <w:cols w:space="425" w:num="1"/>
      <w:docGrid w:type="linesAndChars" w:linePitch="521" w:charSpace="-14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星黑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文星标宋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3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313"/>
  <w:drawingGridVerticalSpacing w:val="5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C6C"/>
    <w:rsid w:val="000163BD"/>
    <w:rsid w:val="00040A2C"/>
    <w:rsid w:val="00046B43"/>
    <w:rsid w:val="000B4249"/>
    <w:rsid w:val="0017228F"/>
    <w:rsid w:val="001D6D98"/>
    <w:rsid w:val="00212B95"/>
    <w:rsid w:val="002B08F2"/>
    <w:rsid w:val="002B4258"/>
    <w:rsid w:val="002B7C6D"/>
    <w:rsid w:val="002B7D04"/>
    <w:rsid w:val="003213FA"/>
    <w:rsid w:val="00330A1B"/>
    <w:rsid w:val="003420E2"/>
    <w:rsid w:val="004070D6"/>
    <w:rsid w:val="00464AB2"/>
    <w:rsid w:val="004D79F1"/>
    <w:rsid w:val="00547D80"/>
    <w:rsid w:val="00570C47"/>
    <w:rsid w:val="005F416D"/>
    <w:rsid w:val="00664010"/>
    <w:rsid w:val="00670254"/>
    <w:rsid w:val="00675E25"/>
    <w:rsid w:val="0067694D"/>
    <w:rsid w:val="006C3113"/>
    <w:rsid w:val="006E7FDA"/>
    <w:rsid w:val="007D1C6C"/>
    <w:rsid w:val="007D55C5"/>
    <w:rsid w:val="007F4C84"/>
    <w:rsid w:val="007F7CF0"/>
    <w:rsid w:val="00851147"/>
    <w:rsid w:val="00885F40"/>
    <w:rsid w:val="008C39FF"/>
    <w:rsid w:val="008C53C4"/>
    <w:rsid w:val="009137D8"/>
    <w:rsid w:val="00992148"/>
    <w:rsid w:val="009A1210"/>
    <w:rsid w:val="009B72CF"/>
    <w:rsid w:val="009C16AA"/>
    <w:rsid w:val="009C729E"/>
    <w:rsid w:val="00A42977"/>
    <w:rsid w:val="00AD6F00"/>
    <w:rsid w:val="00B70FB6"/>
    <w:rsid w:val="00B84118"/>
    <w:rsid w:val="00B93805"/>
    <w:rsid w:val="00BB2687"/>
    <w:rsid w:val="00C4781B"/>
    <w:rsid w:val="00CE03B3"/>
    <w:rsid w:val="00CE5D02"/>
    <w:rsid w:val="00D23609"/>
    <w:rsid w:val="00D47E00"/>
    <w:rsid w:val="00D6363C"/>
    <w:rsid w:val="00D64133"/>
    <w:rsid w:val="00D87DE4"/>
    <w:rsid w:val="00DB170E"/>
    <w:rsid w:val="00E9416F"/>
    <w:rsid w:val="00EE5957"/>
    <w:rsid w:val="00F42BB9"/>
    <w:rsid w:val="00FC0A8B"/>
    <w:rsid w:val="00FE0DD9"/>
    <w:rsid w:val="5D11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napToGrid w:val="0"/>
      <w:spacing w:before="340" w:after="330" w:line="300" w:lineRule="auto"/>
      <w:outlineLvl w:val="0"/>
    </w:pPr>
    <w:rPr>
      <w:rFonts w:eastAsia="创艺简标宋"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p0"/>
    <w:basedOn w:val="1"/>
    <w:qFormat/>
    <w:uiPriority w:val="0"/>
    <w:pPr>
      <w:widowControl/>
    </w:pPr>
    <w:rPr>
      <w:rFonts w:eastAsia="宋体" w:asciiTheme="minorHAnsi" w:hAnsiTheme="minorHAnsi" w:cstheme="minorBidi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0844;&#25991;WORD&#26631;&#20934;&#27169;&#29256;%20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公文WORD标准模版 .dotx</Template>
  <Company>jlxfb</Company>
  <Pages>1</Pages>
  <Words>45</Words>
  <Characters>258</Characters>
  <Lines>2</Lines>
  <Paragraphs>1</Paragraphs>
  <TotalTime>1</TotalTime>
  <ScaleCrop>false</ScaleCrop>
  <LinksUpToDate>false</LinksUpToDate>
  <CharactersWithSpaces>302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2021-05-20T01:17:00Z</dcterms:created>
  <dc:creator>微软用户</dc:creator>
  <cp:lastModifiedBy>ぺ灬cc果冻ル</cp:lastModifiedBy>
  <cp:lastPrinted>2021-05-20T01:05:00Z</cp:lastPrinted>
  <dcterms:modified xsi:type="dcterms:W3CDTF">2021-05-21T07:06:22Z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