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A45" w:rsidRPr="00432F78" w:rsidRDefault="00D13A45" w:rsidP="00432F7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D13A45" w:rsidRPr="00BB386F" w:rsidRDefault="00D13A45" w:rsidP="00BB386F">
      <w:pPr>
        <w:ind w:firstLineChars="700" w:firstLine="31680"/>
        <w:rPr>
          <w:rFonts w:ascii="方正小标宋简体" w:eastAsia="方正小标宋简体"/>
          <w:sz w:val="44"/>
          <w:szCs w:val="44"/>
        </w:rPr>
      </w:pPr>
      <w:r w:rsidRPr="00E0554B">
        <w:rPr>
          <w:rFonts w:ascii="方正小标宋简体" w:eastAsia="方正小标宋简体" w:hint="eastAsia"/>
          <w:sz w:val="44"/>
          <w:szCs w:val="44"/>
        </w:rPr>
        <w:t>体检项目</w:t>
      </w:r>
    </w:p>
    <w:tbl>
      <w:tblPr>
        <w:tblW w:w="0" w:type="auto"/>
        <w:tblInd w:w="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270"/>
        <w:gridCol w:w="5400"/>
      </w:tblGrid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项目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肝功能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血糖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梅毒抗体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艾滋病抗体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血常规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尿沉渣</w:t>
            </w:r>
            <w:r w:rsidRPr="00AE0FBD">
              <w:rPr>
                <w:rFonts w:ascii="仿宋_GB2312" w:eastAsia="仿宋_GB2312"/>
                <w:sz w:val="32"/>
                <w:szCs w:val="32"/>
              </w:rPr>
              <w:t>+</w:t>
            </w:r>
            <w:r w:rsidRPr="00AE0FBD">
              <w:rPr>
                <w:rFonts w:ascii="仿宋_GB2312" w:eastAsia="仿宋_GB2312" w:hint="eastAsia"/>
                <w:sz w:val="32"/>
                <w:szCs w:val="32"/>
              </w:rPr>
              <w:t>镜检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心电图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8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胸部正位片（不带片）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腹部</w:t>
            </w:r>
            <w:r w:rsidRPr="00AE0FBD">
              <w:rPr>
                <w:rFonts w:ascii="仿宋_GB2312" w:eastAsia="仿宋_GB2312"/>
                <w:sz w:val="32"/>
                <w:szCs w:val="32"/>
              </w:rPr>
              <w:t>B</w:t>
            </w:r>
            <w:r w:rsidRPr="00AE0FBD">
              <w:rPr>
                <w:rFonts w:ascii="仿宋_GB2312" w:eastAsia="仿宋_GB2312" w:hint="eastAsia"/>
                <w:sz w:val="32"/>
                <w:szCs w:val="32"/>
              </w:rPr>
              <w:t>超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10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物理检查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11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采血</w:t>
            </w:r>
          </w:p>
        </w:tc>
      </w:tr>
    </w:tbl>
    <w:p w:rsidR="00D13A45" w:rsidRPr="00E0554B" w:rsidRDefault="00D13A45" w:rsidP="009D6A7F">
      <w:pPr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D13A45" w:rsidRPr="00E0554B" w:rsidSect="0094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3A45" w:rsidRDefault="00D13A45" w:rsidP="00E0554B">
      <w:r>
        <w:separator/>
      </w:r>
    </w:p>
  </w:endnote>
  <w:endnote w:type="continuationSeparator" w:id="0">
    <w:p w:rsidR="00D13A45" w:rsidRDefault="00D13A45" w:rsidP="00E05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3A45" w:rsidRDefault="00D13A45" w:rsidP="00E0554B">
      <w:r>
        <w:separator/>
      </w:r>
    </w:p>
  </w:footnote>
  <w:footnote w:type="continuationSeparator" w:id="0">
    <w:p w:rsidR="00D13A45" w:rsidRDefault="00D13A45" w:rsidP="00E0554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6B23"/>
    <w:rsid w:val="0016213E"/>
    <w:rsid w:val="00432F78"/>
    <w:rsid w:val="004C021F"/>
    <w:rsid w:val="004C1615"/>
    <w:rsid w:val="004D1AF3"/>
    <w:rsid w:val="004E2E4D"/>
    <w:rsid w:val="006214B7"/>
    <w:rsid w:val="006A669A"/>
    <w:rsid w:val="00737236"/>
    <w:rsid w:val="007A535C"/>
    <w:rsid w:val="00866B23"/>
    <w:rsid w:val="008A3EBF"/>
    <w:rsid w:val="0094027D"/>
    <w:rsid w:val="00991434"/>
    <w:rsid w:val="009D6A7F"/>
    <w:rsid w:val="00AE0FBD"/>
    <w:rsid w:val="00B066D9"/>
    <w:rsid w:val="00BB386F"/>
    <w:rsid w:val="00D13A45"/>
    <w:rsid w:val="00E0554B"/>
    <w:rsid w:val="00EA78ED"/>
    <w:rsid w:val="00F86A1E"/>
    <w:rsid w:val="00FE0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27D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05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0554B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05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0554B"/>
    <w:rPr>
      <w:rFonts w:cs="Times New Roman"/>
      <w:sz w:val="18"/>
      <w:szCs w:val="18"/>
    </w:rPr>
  </w:style>
  <w:style w:type="table" w:styleId="TableGrid">
    <w:name w:val="Table Grid"/>
    <w:basedOn w:val="TableNormal"/>
    <w:uiPriority w:val="99"/>
    <w:rsid w:val="00FE00E7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</TotalTime>
  <Pages>1</Pages>
  <Words>16</Words>
  <Characters>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微软用户</cp:lastModifiedBy>
  <cp:revision>10</cp:revision>
  <dcterms:created xsi:type="dcterms:W3CDTF">2018-06-08T10:30:00Z</dcterms:created>
  <dcterms:modified xsi:type="dcterms:W3CDTF">2020-07-23T02:39:00Z</dcterms:modified>
</cp:coreProperties>
</file>