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"/>
        <w:textAlignment w:val="bottom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附件2</w:t>
      </w:r>
    </w:p>
    <w:p>
      <w:pPr>
        <w:jc w:val="center"/>
        <w:rPr>
          <w:rFonts w:hint="eastAsia" w:ascii="楷体_GB2312" w:hAnsi="Times New Roman" w:eastAsia="方正小标宋简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Times New Roman" w:eastAsia="方正小标宋简体"/>
          <w:color w:val="000000"/>
          <w:spacing w:val="-4"/>
          <w:sz w:val="44"/>
          <w:szCs w:val="44"/>
        </w:rPr>
        <w:t>专业参考</w:t>
      </w:r>
      <w:r>
        <w:rPr>
          <w:rFonts w:hint="eastAsia" w:ascii="方正小标宋简体" w:hAnsi="Times New Roman" w:eastAsia="方正小标宋简体"/>
          <w:color w:val="000000"/>
          <w:spacing w:val="-4"/>
          <w:sz w:val="44"/>
          <w:szCs w:val="44"/>
          <w:lang w:val="en-US" w:eastAsia="zh-CN"/>
        </w:rPr>
        <w:t>目录</w:t>
      </w:r>
    </w:p>
    <w:p>
      <w:pPr>
        <w:spacing w:line="340" w:lineRule="exact"/>
        <w:ind w:firstLine="839"/>
        <w:rPr>
          <w:rFonts w:ascii="Times New Roman" w:hAnsi="Times New Roman" w:eastAsia="黑体"/>
          <w:color w:val="000000"/>
          <w:sz w:val="36"/>
          <w:szCs w:val="36"/>
        </w:rPr>
      </w:pPr>
    </w:p>
    <w:tbl>
      <w:tblPr>
        <w:tblStyle w:val="3"/>
        <w:tblW w:w="922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742"/>
        <w:gridCol w:w="2007"/>
        <w:gridCol w:w="2325"/>
        <w:gridCol w:w="27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430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szCs w:val="21"/>
              </w:rPr>
              <w:t>序号</w:t>
            </w:r>
          </w:p>
        </w:tc>
        <w:tc>
          <w:tcPr>
            <w:tcW w:w="1742" w:type="dxa"/>
            <w:vAlign w:val="top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Cs w:val="21"/>
              </w:rPr>
            </w:pPr>
            <w:bookmarkStart w:id="0" w:name="_GoBack"/>
            <w:r>
              <w:rPr>
                <w:rFonts w:ascii="Times New Roman" w:hAnsi="Times New Roman" w:eastAsia="黑体"/>
                <w:color w:val="000000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-6350</wp:posOffset>
                      </wp:positionV>
                      <wp:extent cx="1104900" cy="1188720"/>
                      <wp:effectExtent l="3175" t="3175" r="4445" b="12065"/>
                      <wp:wrapNone/>
                      <wp:docPr id="3" name="组合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1104900" cy="1188720"/>
                                <a:chOff x="-103" y="0"/>
                                <a:chExt cx="420" cy="1980"/>
                              </a:xfrm>
                            </wpg:grpSpPr>
                            <wps:wsp>
                              <wps:cNvPr id="2" name="直接连接符 1"/>
                              <wps:cNvCnPr/>
                              <wps:spPr>
                                <a:xfrm>
                                  <a:off x="-103" y="0"/>
                                  <a:ext cx="420" cy="99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" name="直接连接符 2"/>
                              <wps:cNvCnPr/>
                              <wps:spPr>
                                <a:xfrm>
                                  <a:off x="-103" y="0"/>
                                  <a:ext cx="420" cy="198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3pt;margin-top:-0.5pt;height:93.6pt;width:87pt;rotation:11796480f;z-index:251658240;mso-width-relative:page;mso-height-relative:page;" coordorigin="-103,0" coordsize="420,1980" o:gfxdata="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XI24HXAAAACgEAAA8AAAAAAAAAAQAgAAAAIgAAAGRycy9kb3ducmV2&#10;LnhtbFBLAQIUABQAAAAIAIdO4kDI4MTlbwIAANsGAAAOAAAAAAAAAAEAIAAAACYBAABkcnMvZTJv&#10;RG9jLnhtbFBLBQYAAAAABgAGAFkBAAAHBgAAAAA=&#10;">
                      <o:lock v:ext="edit" aspectratio="f"/>
                      <v:line id="直接连接符 1" o:spid="_x0000_s1026" o:spt="20" style="position:absolute;left:-103;top:0;height:990;width:420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直接连接符 2" o:spid="_x0000_s1026" o:spt="20" style="position:absolute;left:-103;top:0;height:1980;width:420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bookmarkEnd w:id="0"/>
            <w:r>
              <w:rPr>
                <w:rFonts w:ascii="Times New Roman" w:hAnsi="Times New Roman" w:eastAsia="黑体"/>
                <w:color w:val="000000"/>
                <w:szCs w:val="21"/>
              </w:rPr>
              <w:t xml:space="preserve">  </w:t>
            </w:r>
          </w:p>
          <w:p>
            <w:pPr>
              <w:jc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szCs w:val="21"/>
              </w:rPr>
              <w:t xml:space="preserve">   学历层次</w:t>
            </w:r>
          </w:p>
          <w:p>
            <w:pPr>
              <w:jc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szCs w:val="21"/>
              </w:rPr>
              <w:t xml:space="preserve">  </w:t>
            </w:r>
          </w:p>
          <w:p>
            <w:pPr>
              <w:ind w:firstLine="315" w:firstLineChars="150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szCs w:val="21"/>
              </w:rPr>
              <w:t>专业</w:t>
            </w:r>
          </w:p>
          <w:p>
            <w:pPr>
              <w:rPr>
                <w:rFonts w:ascii="Times New Roman" w:hAnsi="Times New Roman" w:eastAsia="黑体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szCs w:val="21"/>
              </w:rPr>
              <w:t>专业大类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szCs w:val="21"/>
              </w:rPr>
              <w:t>研究生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szCs w:val="21"/>
              </w:rPr>
              <w:t>本科</w:t>
            </w:r>
          </w:p>
        </w:tc>
        <w:tc>
          <w:tcPr>
            <w:tcW w:w="2717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szCs w:val="21"/>
              </w:rPr>
              <w:t>专科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8" w:hRule="atLeast"/>
          <w:jc w:val="center"/>
        </w:trPr>
        <w:tc>
          <w:tcPr>
            <w:tcW w:w="430" w:type="dxa"/>
            <w:vAlign w:val="top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Cs w:val="21"/>
              </w:rPr>
            </w:pPr>
          </w:p>
        </w:tc>
        <w:tc>
          <w:tcPr>
            <w:tcW w:w="1742" w:type="dxa"/>
            <w:vAlign w:val="top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szCs w:val="21"/>
              </w:rPr>
              <w:t>工商管理类</w:t>
            </w:r>
          </w:p>
        </w:tc>
        <w:tc>
          <w:tcPr>
            <w:tcW w:w="2007" w:type="dxa"/>
            <w:vAlign w:val="top"/>
          </w:tcPr>
          <w:p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管理科学与工程，会计学，会计，会计硕士，企业管理（含：财务管理、市场营销，旅游管理，技术经济及管理，人力资源管理），工程管理，项目管理，工商管理, 工商管理硕士，工业工程，物流工程，国际商务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，物流工程与管理</w:t>
            </w:r>
          </w:p>
        </w:tc>
        <w:tc>
          <w:tcPr>
            <w:tcW w:w="2325" w:type="dxa"/>
            <w:vAlign w:val="top"/>
          </w:tcPr>
          <w:p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工业工程，工程管理，工程造价，工程造价管理，房地产经营管理，产品质量工程，项目管理，工商管理，市场营销，财务管理，人力资源管理，文化产业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，商务管理</w:t>
            </w:r>
          </w:p>
        </w:tc>
        <w:tc>
          <w:tcPr>
            <w:tcW w:w="2717" w:type="dxa"/>
            <w:vAlign w:val="top"/>
          </w:tcPr>
          <w:p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理体系认证，知识产权管理，古玩艺术品投资管理，高尔夫球场服务与管理，运动休闲服务与管理，心理健康教育，高尔夫服务与管理，高尔夫运动技术与管理，建筑工程管理，资产评估，经济与行政管理，销售管理，国际商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97AB0"/>
    <w:rsid w:val="11E97AB0"/>
    <w:rsid w:val="6758089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"/>
    <w:basedOn w:val="1"/>
    <w:qFormat/>
    <w:uiPriority w:val="0"/>
    <w:pPr>
      <w:widowControl/>
      <w:snapToGrid w:val="0"/>
      <w:spacing w:line="365" w:lineRule="atLeast"/>
      <w:ind w:left="1" w:firstLine="0"/>
      <w:textAlignment w:val="bottom"/>
    </w:pPr>
    <w:rPr>
      <w:rFonts w:ascii="Times New Roman" w:eastAsia="宋体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776;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2021-05-15T00:41:00Z</dcterms:created>
  <dc:creator>唐</dc:creator>
  <cp:lastModifiedBy>唐</cp:lastModifiedBy>
  <dcterms:modified xsi:type="dcterms:W3CDTF">2021-05-15T00:42:04Z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