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大标宋简体" w:hAnsi="方正大标宋简体" w:eastAsia="方正大标宋简体" w:cs="方正大标宋简体"/>
          <w:sz w:val="44"/>
          <w:szCs w:val="44"/>
        </w:rPr>
      </w:pPr>
      <w:bookmarkStart w:id="0" w:name="_GoBack"/>
      <w:bookmarkEnd w:id="0"/>
      <w:r>
        <w:rPr>
          <w:rFonts w:ascii="方正大标宋简体" w:hAnsi="方正大标宋简体" w:eastAsia="方正大标宋简体" w:cs="方正大标宋简体"/>
          <w:sz w:val="44"/>
          <w:szCs w:val="44"/>
        </w:rPr>
        <w:t>2021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年仪征市十二圩新区建设有限公司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  <w:lang w:eastAsia="zh-CN"/>
        </w:rPr>
        <w:t>公开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招聘岗位简介表</w:t>
      </w:r>
    </w:p>
    <w:p>
      <w:pPr>
        <w:jc w:val="center"/>
        <w:rPr>
          <w:rFonts w:ascii="方正大标宋简体" w:hAnsi="方正大标宋简体" w:eastAsia="方正大标宋简体" w:cs="方正大标宋简体"/>
          <w:sz w:val="24"/>
        </w:rPr>
      </w:pPr>
      <w:r>
        <w:rPr>
          <w:rFonts w:ascii="方正大标宋简体" w:hAnsi="方正大标宋简体" w:eastAsia="方正大标宋简体" w:cs="方正大标宋简体"/>
          <w:sz w:val="24"/>
        </w:rPr>
        <w:t xml:space="preserve">                                                                                         2021</w:t>
      </w:r>
      <w:r>
        <w:rPr>
          <w:rFonts w:hint="eastAsia" w:ascii="方正大标宋简体" w:hAnsi="方正大标宋简体" w:eastAsia="方正大标宋简体" w:cs="方正大标宋简体"/>
          <w:sz w:val="24"/>
        </w:rPr>
        <w:t>年</w:t>
      </w:r>
      <w:r>
        <w:rPr>
          <w:rFonts w:hint="eastAsia" w:ascii="方正大标宋简体" w:hAnsi="方正大标宋简体" w:eastAsia="方正大标宋简体" w:cs="方正大标宋简体"/>
          <w:sz w:val="24"/>
          <w:lang w:val="en-US" w:eastAsia="zh-CN"/>
        </w:rPr>
        <w:t>4</w:t>
      </w:r>
      <w:r>
        <w:rPr>
          <w:rFonts w:hint="eastAsia" w:ascii="方正大标宋简体" w:hAnsi="方正大标宋简体" w:eastAsia="方正大标宋简体" w:cs="方正大标宋简体"/>
          <w:sz w:val="24"/>
        </w:rPr>
        <w:t>月</w:t>
      </w:r>
      <w:r>
        <w:rPr>
          <w:rFonts w:hint="eastAsia" w:ascii="方正大标宋简体" w:hAnsi="方正大标宋简体" w:eastAsia="方正大标宋简体" w:cs="方正大标宋简体"/>
          <w:sz w:val="24"/>
          <w:lang w:val="en-US" w:eastAsia="zh-CN"/>
        </w:rPr>
        <w:t>25</w:t>
      </w:r>
      <w:r>
        <w:rPr>
          <w:rFonts w:hint="eastAsia" w:ascii="方正大标宋简体" w:hAnsi="方正大标宋简体" w:eastAsia="方正大标宋简体" w:cs="方正大标宋简体"/>
          <w:sz w:val="24"/>
        </w:rPr>
        <w:t>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420"/>
        <w:gridCol w:w="1937"/>
        <w:gridCol w:w="1486"/>
        <w:gridCol w:w="859"/>
        <w:gridCol w:w="995"/>
        <w:gridCol w:w="2550"/>
        <w:gridCol w:w="2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731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招聘单位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单位代码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招聘岗位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岗位代码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人数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学历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专业要求</w:t>
            </w:r>
          </w:p>
        </w:tc>
        <w:tc>
          <w:tcPr>
            <w:tcW w:w="2597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1731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仪征市十二圩</w:t>
            </w:r>
          </w:p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新区建设有限公司</w:t>
            </w:r>
          </w:p>
        </w:tc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001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房建工程管理岗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01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25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建筑工程，工民建，工业与民用建筑，土木工程</w:t>
            </w:r>
          </w:p>
        </w:tc>
        <w:tc>
          <w:tcPr>
            <w:tcW w:w="259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年龄在35周岁及以下，具有工程师及以上职称、二级建造师（建筑工程）及以上执业资格，适合男性。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1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道桥工程管理岗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02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25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道路与铁道工程，桥梁与隧道工程，道路桥梁与渡河工程，交通土建工程，市政工程，土木工程</w:t>
            </w:r>
          </w:p>
        </w:tc>
        <w:tc>
          <w:tcPr>
            <w:tcW w:w="259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年龄在35周岁及以下，具有两年及以上相关专业工作经历，适合男性。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731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艺术设计岗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03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25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公共艺术，艺术设计学，艺术设计</w:t>
            </w:r>
          </w:p>
        </w:tc>
        <w:tc>
          <w:tcPr>
            <w:tcW w:w="259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年龄在35周岁及以下，具有两年及以上相关专业工作经历。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731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总账会计岗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04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25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会计学，财务管理，财务会计与审计，国际会计，会计</w:t>
            </w:r>
          </w:p>
        </w:tc>
        <w:tc>
          <w:tcPr>
            <w:tcW w:w="259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年龄在35周岁及以下，具有中级会计师及以上职称、两年及以上相关专业工作经历。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731" w:type="dxa"/>
            <w:vMerge w:val="continue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2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现金会计岗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05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大专及以上</w:t>
            </w:r>
          </w:p>
        </w:tc>
        <w:tc>
          <w:tcPr>
            <w:tcW w:w="25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会计学，财务管理，财务会计与审计，国际会计，会计</w:t>
            </w:r>
          </w:p>
        </w:tc>
        <w:tc>
          <w:tcPr>
            <w:tcW w:w="259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年龄在3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周岁及以下，具有会计上岗证、两年及以上相关专业工作经历。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731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仪征市绿锦园林景观工程有限公司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002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绿化工程管理岗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06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本科及以上</w:t>
            </w:r>
          </w:p>
        </w:tc>
        <w:tc>
          <w:tcPr>
            <w:tcW w:w="2550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园林，风景园林</w:t>
            </w:r>
          </w:p>
        </w:tc>
        <w:tc>
          <w:tcPr>
            <w:tcW w:w="2597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年龄在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周岁及以下，具有工程师及以上职称。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74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计</w:t>
            </w:r>
          </w:p>
        </w:tc>
        <w:tc>
          <w:tcPr>
            <w:tcW w:w="8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/>
        </w:tc>
      </w:tr>
    </w:tbl>
    <w:p>
      <w:r>
        <w:t xml:space="preserve">  </w:t>
      </w:r>
    </w:p>
    <w:sectPr>
      <w:pgSz w:w="16838" w:h="11906" w:orient="landscape"/>
      <w:pgMar w:top="1644" w:right="1701" w:bottom="1361" w:left="1701" w:header="851" w:footer="1417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6CC573F"/>
    <w:rsid w:val="00014DD7"/>
    <w:rsid w:val="00123389"/>
    <w:rsid w:val="0020173E"/>
    <w:rsid w:val="002C2BFD"/>
    <w:rsid w:val="002C2E4B"/>
    <w:rsid w:val="003020A0"/>
    <w:rsid w:val="003E2289"/>
    <w:rsid w:val="005305A4"/>
    <w:rsid w:val="00597C37"/>
    <w:rsid w:val="005A78DF"/>
    <w:rsid w:val="00631BFC"/>
    <w:rsid w:val="008808D7"/>
    <w:rsid w:val="008A4010"/>
    <w:rsid w:val="00985810"/>
    <w:rsid w:val="009A641C"/>
    <w:rsid w:val="009F685E"/>
    <w:rsid w:val="00A43A38"/>
    <w:rsid w:val="00AE44FC"/>
    <w:rsid w:val="00BF7DDA"/>
    <w:rsid w:val="00C04E5F"/>
    <w:rsid w:val="00C21FD1"/>
    <w:rsid w:val="00C368E6"/>
    <w:rsid w:val="00CA3996"/>
    <w:rsid w:val="00D51B51"/>
    <w:rsid w:val="00DA7C34"/>
    <w:rsid w:val="00DB24B7"/>
    <w:rsid w:val="00DC15E8"/>
    <w:rsid w:val="00E21E4E"/>
    <w:rsid w:val="00E548B0"/>
    <w:rsid w:val="00F62700"/>
    <w:rsid w:val="00FE21FA"/>
    <w:rsid w:val="02DF1E8A"/>
    <w:rsid w:val="0F3457C9"/>
    <w:rsid w:val="0FFE157A"/>
    <w:rsid w:val="11FE13C6"/>
    <w:rsid w:val="15AB264B"/>
    <w:rsid w:val="1B7D7388"/>
    <w:rsid w:val="22DF098F"/>
    <w:rsid w:val="24871229"/>
    <w:rsid w:val="2499675B"/>
    <w:rsid w:val="26CC573F"/>
    <w:rsid w:val="26FB1220"/>
    <w:rsid w:val="2AB35C53"/>
    <w:rsid w:val="31445DB2"/>
    <w:rsid w:val="31D80EB1"/>
    <w:rsid w:val="349D0859"/>
    <w:rsid w:val="35956981"/>
    <w:rsid w:val="368D0ED7"/>
    <w:rsid w:val="38757DDC"/>
    <w:rsid w:val="3C89772B"/>
    <w:rsid w:val="43162DCE"/>
    <w:rsid w:val="4B3025FE"/>
    <w:rsid w:val="4D2D3C09"/>
    <w:rsid w:val="51CE6421"/>
    <w:rsid w:val="57F87D30"/>
    <w:rsid w:val="582860A1"/>
    <w:rsid w:val="583E45BA"/>
    <w:rsid w:val="5DE353D6"/>
    <w:rsid w:val="633416F3"/>
    <w:rsid w:val="65AA5B39"/>
    <w:rsid w:val="670D79C0"/>
    <w:rsid w:val="6C865DC2"/>
    <w:rsid w:val="6DF267F8"/>
    <w:rsid w:val="6EFB5DF6"/>
    <w:rsid w:val="73271E09"/>
    <w:rsid w:val="777032BF"/>
    <w:rsid w:val="777C3C5D"/>
    <w:rsid w:val="782718C9"/>
    <w:rsid w:val="79A329E2"/>
    <w:rsid w:val="7A4C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semiHidden/>
    <w:qFormat/>
    <w:locked/>
    <w:uiPriority w:val="99"/>
    <w:pPr>
      <w:jc w:val="left"/>
    </w:pPr>
  </w:style>
  <w:style w:type="paragraph" w:styleId="3">
    <w:name w:val="Balloon Text"/>
    <w:basedOn w:val="1"/>
    <w:link w:val="9"/>
    <w:semiHidden/>
    <w:qFormat/>
    <w:locked/>
    <w:uiPriority w:val="99"/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6"/>
    <w:semiHidden/>
    <w:qFormat/>
    <w:locked/>
    <w:uiPriority w:val="99"/>
    <w:rPr>
      <w:rFonts w:cs="Times New Roman"/>
      <w:sz w:val="21"/>
      <w:szCs w:val="21"/>
    </w:rPr>
  </w:style>
  <w:style w:type="character" w:customStyle="1" w:styleId="8">
    <w:name w:val="Comment Text Char"/>
    <w:basedOn w:val="6"/>
    <w:link w:val="2"/>
    <w:semiHidden/>
    <w:qFormat/>
    <w:uiPriority w:val="99"/>
    <w:rPr>
      <w:szCs w:val="24"/>
    </w:rPr>
  </w:style>
  <w:style w:type="character" w:customStyle="1" w:styleId="9">
    <w:name w:val="Balloon Text Char"/>
    <w:basedOn w:val="6"/>
    <w:link w:val="3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102</Words>
  <Characters>584</Characters>
  <Lines>0</Lines>
  <Paragraphs>0</Paragraphs>
  <TotalTime>36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2021-03-12T02:15:00Z</dcterms:created>
  <dc:creator>FunPlusPhoenix</dc:creator>
  <cp:lastModifiedBy>ぺ灬cc果冻ル</cp:lastModifiedBy>
  <cp:lastPrinted>2021-03-12T02:51:00Z</cp:lastPrinted>
  <dcterms:modified xsi:type="dcterms:W3CDTF">2021-04-25T10:00:10Z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0_btnclosed</vt:lpwstr>
  </property>
  <property fmtid="{D5CDD505-2E9C-101B-9397-08002B2CF9AE}" pid="4" name="ICV">
    <vt:lpwstr>B13DA670E1CB4C4DB4F265F9A209942E</vt:lpwstr>
  </property>
</Properties>
</file>