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312" w:afterLines="100"/>
        <w:jc w:val="center"/>
        <w:rPr>
          <w:b/>
          <w:sz w:val="44"/>
          <w:szCs w:val="44"/>
        </w:rPr>
      </w:pPr>
      <w:bookmarkStart w:id="0" w:name="_GoBack"/>
      <w:bookmarkEnd w:id="0"/>
    </w:p>
    <w:p>
      <w:pPr>
        <w:spacing w:after="312" w:afterLines="100"/>
        <w:jc w:val="center"/>
        <w:rPr>
          <w:rFonts w:hint="default" w:eastAsia="宋体"/>
          <w:b/>
          <w:sz w:val="44"/>
          <w:szCs w:val="44"/>
          <w:lang w:val="en-US" w:eastAsia="zh-CN"/>
        </w:rPr>
      </w:pPr>
      <w:r>
        <w:rPr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  <w:lang w:val="en-US" w:eastAsia="zh-CN"/>
        </w:rPr>
        <w:t>21</w:t>
      </w:r>
      <w:r>
        <w:rPr>
          <w:rFonts w:hint="eastAsia"/>
          <w:b/>
          <w:sz w:val="44"/>
          <w:szCs w:val="44"/>
        </w:rPr>
        <w:t>年应届毕业生在校</w:t>
      </w:r>
      <w:r>
        <w:rPr>
          <w:rFonts w:hint="eastAsia"/>
          <w:b/>
          <w:sz w:val="44"/>
          <w:szCs w:val="44"/>
          <w:lang w:val="en-US" w:eastAsia="zh-CN"/>
        </w:rPr>
        <w:t>承诺书</w:t>
      </w:r>
    </w:p>
    <w:p>
      <w:pPr>
        <w:spacing w:after="156" w:afterLines="50"/>
        <w:ind w:firstLine="645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after="156" w:afterLines="50"/>
        <w:ind w:firstLine="645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（姓名），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（性别），身份证号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。系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（学校全称）全日制普通高等院校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（本科／专科）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年应届毕业生。于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月入学，学制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年。现为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（学院）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级在校生，具有正式学籍。若顺利毕业，则将取得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专业毕业证书（此专业名称与毕业证书上所体现专业名称完全一致）。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如不能按期毕业，被取消考试资格，本人自愿承担相关责任。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eastAsia="仿宋_GB2312"/>
          <w:sz w:val="32"/>
          <w:szCs w:val="32"/>
        </w:rPr>
        <w:t>！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承诺人签字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after="156" w:afterLines="50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4C770B"/>
    <w:rsid w:val="0D9F5371"/>
    <w:rsid w:val="10663595"/>
    <w:rsid w:val="25844BDA"/>
    <w:rsid w:val="2C6E6EFA"/>
    <w:rsid w:val="3B227C88"/>
    <w:rsid w:val="3D4F4ADF"/>
    <w:rsid w:val="3E117473"/>
    <w:rsid w:val="4F04048F"/>
    <w:rsid w:val="62922FF0"/>
    <w:rsid w:val="6B516B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2"/>
      <w:sz w:val="18"/>
      <w:szCs w:val="18"/>
    </w:rPr>
  </w:style>
  <w:style w:type="character" w:customStyle="1" w:styleId="6">
    <w:name w:val="Footer Char"/>
    <w:basedOn w:val="5"/>
    <w:link w:val="2"/>
    <w:qFormat/>
    <w:uiPriority w:val="0"/>
    <w:rPr>
      <w:rFonts w:cs="Times New Roman"/>
      <w:kern w:val="2"/>
      <w:sz w:val="18"/>
      <w:szCs w:val="18"/>
    </w:rPr>
  </w:style>
  <w:style w:type="character" w:customStyle="1" w:styleId="7">
    <w:name w:val="Header Char"/>
    <w:basedOn w:val="5"/>
    <w:link w:val="3"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1&#24180;&#20844;&#21153;&#21592;&#32771;&#35797;\Normal_Wordcon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</Company>
  <Pages>1</Pages>
  <Words>52</Words>
  <Characters>300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2017-05-22T02:43:00Z</dcterms:created>
  <dc:creator>1</dc:creator>
  <cp:lastModifiedBy>Administrator</cp:lastModifiedBy>
  <cp:lastPrinted>2017-05-19T08:43:00Z</cp:lastPrinted>
  <dcterms:modified xsi:type="dcterms:W3CDTF">2021-04-22T08:02:33Z</dcterms:modified>
  <dc:title>2017年应届毕业生在校证明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0B776B638EBD41C9B50B5958FE2B07FD</vt:lpwstr>
  </property>
</Properties>
</file>