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F2D" w:rsidRDefault="00506F2D" w:rsidP="00D37365">
      <w:pPr>
        <w:spacing w:line="640" w:lineRule="exact"/>
        <w:jc w:val="center"/>
        <w:rPr>
          <w:rFonts w:ascii="方正小标宋简体" w:eastAsia="方正小标宋简体"/>
          <w:b/>
          <w:sz w:val="44"/>
        </w:rPr>
      </w:pPr>
      <w:r>
        <w:rPr>
          <w:rFonts w:ascii="方正小标宋简体" w:eastAsia="方正小标宋简体" w:hint="eastAsia"/>
          <w:b/>
          <w:sz w:val="44"/>
        </w:rPr>
        <w:t>中国信息安全测评中心</w:t>
      </w:r>
      <w:r w:rsidR="00D37365">
        <w:rPr>
          <w:rFonts w:ascii="方正小标宋简体" w:eastAsia="方正小标宋简体" w:hint="eastAsia"/>
          <w:b/>
          <w:sz w:val="44"/>
        </w:rPr>
        <w:t>应聘</w:t>
      </w:r>
      <w:r>
        <w:rPr>
          <w:rFonts w:ascii="方正小标宋简体" w:eastAsia="方正小标宋简体" w:hint="eastAsia"/>
          <w:b/>
          <w:sz w:val="44"/>
        </w:rPr>
        <w:t>报名表</w:t>
      </w:r>
    </w:p>
    <w:tbl>
      <w:tblPr>
        <w:tblW w:w="99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13"/>
        <w:gridCol w:w="926"/>
        <w:gridCol w:w="341"/>
        <w:gridCol w:w="698"/>
        <w:gridCol w:w="861"/>
        <w:gridCol w:w="142"/>
        <w:gridCol w:w="709"/>
        <w:gridCol w:w="425"/>
        <w:gridCol w:w="992"/>
        <w:gridCol w:w="494"/>
        <w:gridCol w:w="1219"/>
        <w:gridCol w:w="1759"/>
      </w:tblGrid>
      <w:tr w:rsidR="00D37365" w:rsidRPr="00881DC2" w:rsidTr="00363421">
        <w:trPr>
          <w:trHeight w:val="520"/>
          <w:jc w:val="center"/>
        </w:trPr>
        <w:tc>
          <w:tcPr>
            <w:tcW w:w="141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37365" w:rsidRPr="00881DC2" w:rsidRDefault="00D37365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报考岗位</w:t>
            </w:r>
          </w:p>
        </w:tc>
        <w:tc>
          <w:tcPr>
            <w:tcW w:w="6807" w:type="dxa"/>
            <w:gridSpan w:val="10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37365" w:rsidRPr="00D37365" w:rsidRDefault="00D37365" w:rsidP="00D37365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759" w:type="dxa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37365" w:rsidRPr="00881DC2" w:rsidRDefault="00D37365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（照  片）</w:t>
            </w:r>
          </w:p>
          <w:p w:rsidR="00D37365" w:rsidRDefault="00D37365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请务必插入</w:t>
            </w:r>
          </w:p>
          <w:p w:rsidR="00D37365" w:rsidRPr="00881DC2" w:rsidRDefault="00D37365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电子</w:t>
            </w:r>
            <w:r>
              <w:rPr>
                <w:rFonts w:ascii="宋体" w:hAnsi="宋体" w:hint="eastAsia"/>
                <w:sz w:val="24"/>
                <w:szCs w:val="24"/>
              </w:rPr>
              <w:t>照片</w:t>
            </w: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14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姓   名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性   别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14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生 源 地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民   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14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婚姻状况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pacing w:val="-4"/>
                <w:sz w:val="24"/>
                <w:szCs w:val="24"/>
              </w:rPr>
              <w:t>身   高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pacing w:val="-4"/>
                <w:sz w:val="24"/>
                <w:szCs w:val="24"/>
              </w:rPr>
              <w:t>最高学历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14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户口原籍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身份证号码</w:t>
            </w:r>
          </w:p>
        </w:tc>
        <w:tc>
          <w:tcPr>
            <w:tcW w:w="398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14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手  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E-mail</w:t>
            </w: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997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主要学习经历（高中及以后学历）</w:t>
            </w: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起止时间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学校</w:t>
            </w: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学历</w:t>
            </w: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D37365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997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主要工作/社会实践经历</w:t>
            </w: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起止时间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工作单位（部门）</w:t>
            </w: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职务/职称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工作/实习</w:t>
            </w: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997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出国（境）情况（学习、学术交流、工作、旅游等）</w:t>
            </w: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起止时间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出国（境）原因</w:t>
            </w: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前往国家/地区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因私/公派</w:t>
            </w: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2542"/>
          <w:jc w:val="center"/>
        </w:trPr>
        <w:tc>
          <w:tcPr>
            <w:tcW w:w="2339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662C89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62C89">
              <w:rPr>
                <w:rFonts w:ascii="宋体" w:hAnsi="宋体" w:hint="eastAsia"/>
                <w:b/>
                <w:sz w:val="24"/>
                <w:szCs w:val="24"/>
              </w:rPr>
              <w:lastRenderedPageBreak/>
              <w:t>导师姓名、发表论文、专利，科研成果，毕业论文题目及</w:t>
            </w:r>
          </w:p>
          <w:p w:rsidR="00506F2D" w:rsidRPr="00662C89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62C89">
              <w:rPr>
                <w:rFonts w:ascii="宋体" w:hAnsi="宋体" w:hint="eastAsia"/>
                <w:b/>
                <w:sz w:val="24"/>
                <w:szCs w:val="24"/>
              </w:rPr>
              <w:t>学习成绩情况</w:t>
            </w:r>
          </w:p>
        </w:tc>
        <w:tc>
          <w:tcPr>
            <w:tcW w:w="7640" w:type="dxa"/>
            <w:gridSpan w:val="10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06F2D" w:rsidRPr="00881DC2" w:rsidRDefault="00506F2D" w:rsidP="002B72AB">
            <w:pPr>
              <w:spacing w:line="500" w:lineRule="exact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1968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662C89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62C89">
              <w:rPr>
                <w:rFonts w:ascii="宋体" w:hAnsi="宋体" w:hint="eastAsia"/>
                <w:b/>
                <w:sz w:val="24"/>
                <w:szCs w:val="24"/>
              </w:rPr>
              <w:t>近三年主要</w:t>
            </w:r>
          </w:p>
          <w:p w:rsidR="00506F2D" w:rsidRPr="00662C89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62C89">
              <w:rPr>
                <w:rFonts w:ascii="宋体" w:hAnsi="宋体" w:hint="eastAsia"/>
                <w:b/>
                <w:sz w:val="24"/>
                <w:szCs w:val="24"/>
              </w:rPr>
              <w:t>项目经验</w:t>
            </w:r>
          </w:p>
        </w:tc>
        <w:tc>
          <w:tcPr>
            <w:tcW w:w="7640" w:type="dxa"/>
            <w:gridSpan w:val="10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06F2D" w:rsidRPr="00881DC2" w:rsidRDefault="00506F2D" w:rsidP="002B72AB">
            <w:pPr>
              <w:spacing w:line="500" w:lineRule="exact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34398C">
        <w:trPr>
          <w:trHeight w:val="1387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662C89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62C89">
              <w:rPr>
                <w:rFonts w:ascii="宋体" w:hAnsi="宋体" w:hint="eastAsia"/>
                <w:b/>
                <w:sz w:val="24"/>
                <w:szCs w:val="24"/>
              </w:rPr>
              <w:t>获得奖励情况</w:t>
            </w:r>
          </w:p>
        </w:tc>
        <w:tc>
          <w:tcPr>
            <w:tcW w:w="7640" w:type="dxa"/>
            <w:gridSpan w:val="10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06F2D" w:rsidRPr="00881DC2" w:rsidRDefault="00506F2D" w:rsidP="002B72AB">
            <w:pPr>
              <w:spacing w:line="500" w:lineRule="exact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34398C">
        <w:trPr>
          <w:trHeight w:val="1395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662C89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62C89">
              <w:rPr>
                <w:rFonts w:ascii="宋体" w:hAnsi="宋体" w:hint="eastAsia"/>
                <w:b/>
                <w:sz w:val="24"/>
                <w:szCs w:val="24"/>
              </w:rPr>
              <w:t>特长和爱好</w:t>
            </w:r>
          </w:p>
        </w:tc>
        <w:tc>
          <w:tcPr>
            <w:tcW w:w="7640" w:type="dxa"/>
            <w:gridSpan w:val="10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06F2D" w:rsidRPr="00881DC2" w:rsidRDefault="00506F2D" w:rsidP="002B72AB">
            <w:pPr>
              <w:spacing w:line="5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</w:tc>
      </w:tr>
      <w:tr w:rsidR="0034398C" w:rsidRPr="00881DC2" w:rsidTr="0034398C">
        <w:trPr>
          <w:trHeight w:val="291"/>
          <w:jc w:val="center"/>
        </w:trPr>
        <w:tc>
          <w:tcPr>
            <w:tcW w:w="2339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34398C" w:rsidRPr="00662C89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62C89">
              <w:rPr>
                <w:rFonts w:ascii="宋体" w:hAnsi="宋体" w:hint="eastAsia"/>
                <w:b/>
                <w:sz w:val="24"/>
                <w:szCs w:val="24"/>
              </w:rPr>
              <w:t>家庭情况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ind w:firstLineChars="200"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CE2865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E2865">
              <w:rPr>
                <w:rFonts w:ascii="宋体" w:hAnsi="宋体" w:hint="eastAsia"/>
                <w:b/>
                <w:sz w:val="24"/>
                <w:szCs w:val="24"/>
              </w:rPr>
              <w:t>姓 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CE2865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E2865">
              <w:rPr>
                <w:rFonts w:ascii="宋体" w:hAnsi="宋体" w:hint="eastAsia"/>
                <w:b/>
                <w:sz w:val="24"/>
                <w:szCs w:val="24"/>
              </w:rPr>
              <w:t>年龄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CE2865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E2865">
              <w:rPr>
                <w:rFonts w:ascii="宋体" w:hAnsi="宋体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398C" w:rsidRPr="00CE2865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E2865">
              <w:rPr>
                <w:rFonts w:ascii="宋体" w:hAnsi="宋体" w:hint="eastAsia"/>
                <w:b/>
                <w:sz w:val="24"/>
                <w:szCs w:val="24"/>
              </w:rPr>
              <w:t>工作单位及职务</w:t>
            </w:r>
          </w:p>
        </w:tc>
      </w:tr>
      <w:tr w:rsidR="0034398C" w:rsidRPr="00881DC2" w:rsidTr="0034398C">
        <w:trPr>
          <w:trHeight w:val="375"/>
          <w:jc w:val="center"/>
        </w:trPr>
        <w:tc>
          <w:tcPr>
            <w:tcW w:w="2339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4398C" w:rsidRPr="00662C89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CE2865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E2865">
              <w:rPr>
                <w:rFonts w:ascii="宋体" w:hAnsi="宋体" w:hint="eastAsia"/>
                <w:b/>
                <w:sz w:val="24"/>
                <w:szCs w:val="24"/>
              </w:rPr>
              <w:t>父亲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4398C" w:rsidRPr="00881DC2" w:rsidTr="0034398C">
        <w:trPr>
          <w:trHeight w:val="375"/>
          <w:jc w:val="center"/>
        </w:trPr>
        <w:tc>
          <w:tcPr>
            <w:tcW w:w="2339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4398C" w:rsidRPr="00662C89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CE2865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E2865">
              <w:rPr>
                <w:rFonts w:ascii="宋体" w:hAnsi="宋体" w:hint="eastAsia"/>
                <w:b/>
                <w:sz w:val="24"/>
                <w:szCs w:val="24"/>
              </w:rPr>
              <w:t>母亲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4398C" w:rsidRPr="00881DC2" w:rsidTr="0034398C">
        <w:trPr>
          <w:trHeight w:val="203"/>
          <w:jc w:val="center"/>
        </w:trPr>
        <w:tc>
          <w:tcPr>
            <w:tcW w:w="2339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4398C" w:rsidRPr="00662C89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CE2865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兄弟姐妹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4398C" w:rsidRPr="00881DC2" w:rsidTr="0034398C">
        <w:trPr>
          <w:trHeight w:val="203"/>
          <w:jc w:val="center"/>
        </w:trPr>
        <w:tc>
          <w:tcPr>
            <w:tcW w:w="2339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4398C" w:rsidRPr="00662C89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CE2865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E2865">
              <w:rPr>
                <w:rFonts w:ascii="宋体" w:hAnsi="宋体" w:hint="eastAsia"/>
                <w:b/>
                <w:sz w:val="24"/>
                <w:szCs w:val="24"/>
              </w:rPr>
              <w:t>配偶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4398C" w:rsidRPr="00881DC2" w:rsidTr="0034398C">
        <w:trPr>
          <w:trHeight w:val="203"/>
          <w:jc w:val="center"/>
        </w:trPr>
        <w:tc>
          <w:tcPr>
            <w:tcW w:w="2339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8C" w:rsidRPr="00662C89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CE2865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子女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3054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6F2D" w:rsidRPr="00662C89" w:rsidRDefault="00D37365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其他需说明情况</w:t>
            </w:r>
          </w:p>
        </w:tc>
        <w:tc>
          <w:tcPr>
            <w:tcW w:w="7640" w:type="dxa"/>
            <w:gridSpan w:val="10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06F2D" w:rsidRPr="00881DC2" w:rsidRDefault="00506F2D" w:rsidP="002B72AB">
            <w:pPr>
              <w:spacing w:line="5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9058BD" w:rsidRPr="00506F2D" w:rsidRDefault="009058BD"/>
    <w:sectPr w:rsidR="009058BD" w:rsidRPr="00506F2D" w:rsidSect="00506F2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910" w:rsidRDefault="00B71910" w:rsidP="00884B8E">
      <w:r>
        <w:separator/>
      </w:r>
    </w:p>
  </w:endnote>
  <w:endnote w:type="continuationSeparator" w:id="1">
    <w:p w:rsidR="00B71910" w:rsidRDefault="00B71910" w:rsidP="00884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910" w:rsidRDefault="00B71910" w:rsidP="00884B8E">
      <w:r>
        <w:separator/>
      </w:r>
    </w:p>
  </w:footnote>
  <w:footnote w:type="continuationSeparator" w:id="1">
    <w:p w:rsidR="00B71910" w:rsidRDefault="00B71910" w:rsidP="00884B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078C"/>
    <w:rsid w:val="00122237"/>
    <w:rsid w:val="00156419"/>
    <w:rsid w:val="002B72AB"/>
    <w:rsid w:val="0034398C"/>
    <w:rsid w:val="00497FB4"/>
    <w:rsid w:val="00506F2D"/>
    <w:rsid w:val="005B078C"/>
    <w:rsid w:val="00696ECB"/>
    <w:rsid w:val="00840946"/>
    <w:rsid w:val="00884B8E"/>
    <w:rsid w:val="009058BD"/>
    <w:rsid w:val="00A4330B"/>
    <w:rsid w:val="00A44F38"/>
    <w:rsid w:val="00B71910"/>
    <w:rsid w:val="00D37365"/>
    <w:rsid w:val="00D763AD"/>
    <w:rsid w:val="00E63AB4"/>
    <w:rsid w:val="00ED17F0"/>
    <w:rsid w:val="00F03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F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84B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84B8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84B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84B8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1016;&#20940;&#39134;\Desktop\2017&#25307;&#32856;\&#12304;6&#12305;&#23545;&#22806;&#21457;&#24067;\2017&#20844;&#24320;&#25307;&#32856;&#25253;&#21517;&#34920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2017公开招聘报名表</Template>
  <TotalTime>0</TotalTime>
  <Pages>2</Pages>
  <Words>72</Words>
  <Characters>411</Characters>
  <Application>Microsoft Office Word</Application>
  <DocSecurity>0</DocSecurity>
  <Lines>3</Lines>
  <Paragraphs>1</Paragraphs>
  <ScaleCrop>false</ScaleCrop>
  <Company>微软中国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刘凌飞</dc:creator>
  <cp:lastModifiedBy>管理机</cp:lastModifiedBy>
  <cp:revision>2</cp:revision>
  <dcterms:created xsi:type="dcterms:W3CDTF">2021-04-16T07:23:00Z</dcterms:created>
  <dcterms:modified xsi:type="dcterms:W3CDTF">2021-04-16T07:23:00Z</dcterms:modified>
</cp:coreProperties>
</file>