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48C" w:rsidRDefault="0040448C" w:rsidP="00332D9D">
      <w:pPr>
        <w:spacing w:afterLines="100" w:line="640" w:lineRule="exact"/>
        <w:jc w:val="center"/>
        <w:rPr>
          <w:rFonts w:ascii="方正小标宋简体" w:eastAsia="方正小标宋简体" w:hAnsi="方正小标宋简体" w:cs="方正小标宋简体"/>
          <w:spacing w:val="1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100"/>
          <w:sz w:val="44"/>
          <w:szCs w:val="44"/>
        </w:rPr>
        <w:t>报</w:t>
      </w:r>
      <w:r>
        <w:rPr>
          <w:rFonts w:ascii="方正小标宋简体" w:eastAsia="方正小标宋简体" w:hAnsi="方正小标宋简体" w:cs="方正小标宋简体"/>
          <w:spacing w:val="100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pacing w:val="100"/>
          <w:sz w:val="44"/>
          <w:szCs w:val="44"/>
        </w:rPr>
        <w:t>名</w:t>
      </w:r>
      <w:r>
        <w:rPr>
          <w:rFonts w:ascii="方正小标宋简体" w:eastAsia="方正小标宋简体" w:hAnsi="方正小标宋简体" w:cs="方正小标宋简体"/>
          <w:spacing w:val="100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pacing w:val="100"/>
          <w:sz w:val="44"/>
          <w:szCs w:val="44"/>
        </w:rPr>
        <w:t>表</w:t>
      </w: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3"/>
        <w:gridCol w:w="953"/>
        <w:gridCol w:w="262"/>
        <w:gridCol w:w="578"/>
        <w:gridCol w:w="240"/>
        <w:gridCol w:w="1130"/>
        <w:gridCol w:w="1472"/>
        <w:gridCol w:w="180"/>
        <w:gridCol w:w="727"/>
        <w:gridCol w:w="1691"/>
      </w:tblGrid>
      <w:tr w:rsidR="0040448C" w:rsidRPr="00C377E0">
        <w:trPr>
          <w:cantSplit/>
          <w:trHeight w:val="680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姓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名</w:t>
            </w:r>
          </w:p>
        </w:tc>
        <w:tc>
          <w:tcPr>
            <w:tcW w:w="1215" w:type="dxa"/>
            <w:gridSpan w:val="2"/>
            <w:vAlign w:val="center"/>
          </w:tcPr>
          <w:p w:rsidR="0040448C" w:rsidRPr="00C377E0" w:rsidRDefault="0040448C">
            <w:pPr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818" w:type="dxa"/>
            <w:gridSpan w:val="2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1130" w:type="dxa"/>
            <w:vAlign w:val="center"/>
          </w:tcPr>
          <w:p w:rsidR="0040448C" w:rsidRPr="00C377E0" w:rsidRDefault="0040448C">
            <w:pPr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出生年月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( 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岁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>)</w:t>
            </w:r>
          </w:p>
        </w:tc>
        <w:tc>
          <w:tcPr>
            <w:tcW w:w="907" w:type="dxa"/>
            <w:gridSpan w:val="2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377E0">
              <w:rPr>
                <w:rFonts w:ascii="仿宋" w:eastAsia="仿宋" w:hAnsi="仿宋" w:hint="eastAsia"/>
                <w:sz w:val="28"/>
                <w:szCs w:val="28"/>
              </w:rPr>
              <w:t>照</w:t>
            </w:r>
            <w:r w:rsidRPr="00C377E0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C377E0">
              <w:rPr>
                <w:rFonts w:ascii="仿宋" w:eastAsia="仿宋" w:hAnsi="仿宋" w:hint="eastAsia"/>
                <w:sz w:val="28"/>
                <w:szCs w:val="28"/>
              </w:rPr>
              <w:t>片</w:t>
            </w:r>
          </w:p>
        </w:tc>
      </w:tr>
      <w:tr w:rsidR="0040448C" w:rsidRPr="00C377E0">
        <w:trPr>
          <w:cantSplit/>
          <w:trHeight w:val="500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民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族</w:t>
            </w:r>
          </w:p>
        </w:tc>
        <w:tc>
          <w:tcPr>
            <w:tcW w:w="1215" w:type="dxa"/>
            <w:gridSpan w:val="2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818" w:type="dxa"/>
            <w:gridSpan w:val="2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籍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贯</w:t>
            </w:r>
          </w:p>
        </w:tc>
        <w:tc>
          <w:tcPr>
            <w:tcW w:w="3509" w:type="dxa"/>
            <w:gridSpan w:val="4"/>
            <w:vAlign w:val="center"/>
          </w:tcPr>
          <w:p w:rsidR="0040448C" w:rsidRPr="00C377E0" w:rsidRDefault="004044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省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市（县）</w:t>
            </w:r>
          </w:p>
        </w:tc>
        <w:tc>
          <w:tcPr>
            <w:tcW w:w="1691" w:type="dxa"/>
            <w:vMerge/>
          </w:tcPr>
          <w:p w:rsidR="0040448C" w:rsidRPr="00C377E0" w:rsidRDefault="0040448C">
            <w:pPr>
              <w:rPr>
                <w:rFonts w:ascii="仿宋" w:eastAsia="仿宋" w:hAnsi="仿宋"/>
              </w:rPr>
            </w:pPr>
          </w:p>
        </w:tc>
      </w:tr>
      <w:tr w:rsidR="0040448C" w:rsidRPr="00C377E0">
        <w:trPr>
          <w:cantSplit/>
          <w:trHeight w:val="535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15" w:type="dxa"/>
            <w:gridSpan w:val="2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818" w:type="dxa"/>
            <w:gridSpan w:val="2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健康状况</w:t>
            </w:r>
          </w:p>
        </w:tc>
        <w:tc>
          <w:tcPr>
            <w:tcW w:w="1130" w:type="dxa"/>
            <w:vAlign w:val="center"/>
          </w:tcPr>
          <w:p w:rsidR="0040448C" w:rsidRPr="00C377E0" w:rsidRDefault="0040448C">
            <w:pPr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未婚、已婚或离异</w:t>
            </w:r>
          </w:p>
        </w:tc>
        <w:tc>
          <w:tcPr>
            <w:tcW w:w="907" w:type="dxa"/>
            <w:gridSpan w:val="2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691" w:type="dxa"/>
            <w:vMerge/>
          </w:tcPr>
          <w:p w:rsidR="0040448C" w:rsidRPr="00C377E0" w:rsidRDefault="0040448C">
            <w:pPr>
              <w:rPr>
                <w:rFonts w:ascii="仿宋" w:eastAsia="仿宋" w:hAnsi="仿宋"/>
              </w:rPr>
            </w:pPr>
          </w:p>
        </w:tc>
      </w:tr>
      <w:tr w:rsidR="0040448C" w:rsidRPr="00C377E0">
        <w:trPr>
          <w:cantSplit/>
          <w:trHeight w:val="460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身份证</w:t>
            </w:r>
          </w:p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号码</w:t>
            </w:r>
          </w:p>
        </w:tc>
        <w:tc>
          <w:tcPr>
            <w:tcW w:w="2033" w:type="dxa"/>
            <w:gridSpan w:val="4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联系</w:t>
            </w:r>
          </w:p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379" w:type="dxa"/>
            <w:gridSpan w:val="3"/>
            <w:vAlign w:val="center"/>
          </w:tcPr>
          <w:p w:rsidR="0040448C" w:rsidRPr="00C377E0" w:rsidRDefault="0040448C">
            <w:pPr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691" w:type="dxa"/>
            <w:vMerge/>
          </w:tcPr>
          <w:p w:rsidR="0040448C" w:rsidRPr="00C377E0" w:rsidRDefault="0040448C">
            <w:pPr>
              <w:rPr>
                <w:rFonts w:ascii="仿宋" w:eastAsia="仿宋" w:hAnsi="仿宋"/>
              </w:rPr>
            </w:pPr>
          </w:p>
        </w:tc>
      </w:tr>
      <w:tr w:rsidR="0040448C" w:rsidRPr="00C377E0">
        <w:trPr>
          <w:cantSplit/>
          <w:trHeight w:val="500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参加工</w:t>
            </w:r>
          </w:p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作时间</w:t>
            </w:r>
          </w:p>
        </w:tc>
        <w:tc>
          <w:tcPr>
            <w:tcW w:w="2033" w:type="dxa"/>
            <w:gridSpan w:val="4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现工作单位</w:t>
            </w:r>
          </w:p>
        </w:tc>
        <w:tc>
          <w:tcPr>
            <w:tcW w:w="4070" w:type="dxa"/>
            <w:gridSpan w:val="4"/>
            <w:vAlign w:val="center"/>
          </w:tcPr>
          <w:p w:rsidR="0040448C" w:rsidRPr="00C377E0" w:rsidRDefault="0040448C">
            <w:pPr>
              <w:rPr>
                <w:rFonts w:ascii="仿宋" w:eastAsia="仿宋" w:hAnsi="仿宋"/>
                <w:sz w:val="20"/>
                <w:szCs w:val="21"/>
              </w:rPr>
            </w:pPr>
          </w:p>
        </w:tc>
      </w:tr>
      <w:tr w:rsidR="0040448C" w:rsidRPr="00C377E0">
        <w:trPr>
          <w:cantSplit/>
          <w:trHeight w:val="500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居住地</w:t>
            </w:r>
          </w:p>
        </w:tc>
        <w:tc>
          <w:tcPr>
            <w:tcW w:w="2033" w:type="dxa"/>
            <w:gridSpan w:val="4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家庭住址</w:t>
            </w:r>
          </w:p>
        </w:tc>
        <w:tc>
          <w:tcPr>
            <w:tcW w:w="4070" w:type="dxa"/>
            <w:gridSpan w:val="4"/>
            <w:vAlign w:val="center"/>
          </w:tcPr>
          <w:p w:rsidR="0040448C" w:rsidRPr="00C377E0" w:rsidRDefault="0040448C">
            <w:pPr>
              <w:rPr>
                <w:rFonts w:ascii="仿宋" w:eastAsia="仿宋" w:hAnsi="仿宋"/>
                <w:sz w:val="20"/>
                <w:szCs w:val="21"/>
              </w:rPr>
            </w:pPr>
          </w:p>
        </w:tc>
      </w:tr>
      <w:tr w:rsidR="0040448C" w:rsidRPr="00C377E0">
        <w:trPr>
          <w:cantSplit/>
          <w:trHeight w:val="500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</w:p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资格</w:t>
            </w:r>
          </w:p>
        </w:tc>
        <w:tc>
          <w:tcPr>
            <w:tcW w:w="2033" w:type="dxa"/>
            <w:gridSpan w:val="4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取得时间</w:t>
            </w:r>
          </w:p>
        </w:tc>
        <w:tc>
          <w:tcPr>
            <w:tcW w:w="1472" w:type="dxa"/>
            <w:vAlign w:val="center"/>
          </w:tcPr>
          <w:p w:rsidR="0040448C" w:rsidRPr="00C377E0" w:rsidRDefault="0040448C">
            <w:pPr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907" w:type="dxa"/>
            <w:gridSpan w:val="2"/>
            <w:vAlign w:val="center"/>
          </w:tcPr>
          <w:p w:rsidR="0040448C" w:rsidRPr="00C377E0" w:rsidRDefault="004044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特长</w:t>
            </w:r>
          </w:p>
        </w:tc>
        <w:tc>
          <w:tcPr>
            <w:tcW w:w="1691" w:type="dxa"/>
          </w:tcPr>
          <w:p w:rsidR="0040448C" w:rsidRPr="00C377E0" w:rsidRDefault="0040448C">
            <w:pPr>
              <w:rPr>
                <w:rFonts w:ascii="仿宋" w:eastAsia="仿宋" w:hAnsi="仿宋"/>
              </w:rPr>
            </w:pPr>
          </w:p>
        </w:tc>
      </w:tr>
      <w:tr w:rsidR="0040448C" w:rsidRPr="00C377E0">
        <w:trPr>
          <w:cantSplit/>
          <w:trHeight w:val="520"/>
          <w:jc w:val="center"/>
        </w:trPr>
        <w:tc>
          <w:tcPr>
            <w:tcW w:w="1263" w:type="dxa"/>
            <w:vMerge w:val="restart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学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历</w:t>
            </w:r>
          </w:p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学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位</w:t>
            </w:r>
          </w:p>
        </w:tc>
        <w:tc>
          <w:tcPr>
            <w:tcW w:w="1215" w:type="dxa"/>
            <w:gridSpan w:val="2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全日制</w:t>
            </w:r>
          </w:p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教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育</w:t>
            </w:r>
          </w:p>
        </w:tc>
        <w:tc>
          <w:tcPr>
            <w:tcW w:w="1948" w:type="dxa"/>
            <w:gridSpan w:val="3"/>
            <w:vAlign w:val="center"/>
          </w:tcPr>
          <w:p w:rsidR="0040448C" w:rsidRPr="00C377E0" w:rsidRDefault="0040448C">
            <w:pPr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472" w:type="dxa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毕业院校系及专业</w:t>
            </w:r>
          </w:p>
        </w:tc>
        <w:tc>
          <w:tcPr>
            <w:tcW w:w="2598" w:type="dxa"/>
            <w:gridSpan w:val="3"/>
            <w:vAlign w:val="center"/>
          </w:tcPr>
          <w:p w:rsidR="0040448C" w:rsidRPr="00C377E0" w:rsidRDefault="0040448C">
            <w:pPr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</w:tr>
      <w:tr w:rsidR="0040448C" w:rsidRPr="00C377E0">
        <w:trPr>
          <w:cantSplit/>
          <w:trHeight w:val="565"/>
          <w:jc w:val="center"/>
        </w:trPr>
        <w:tc>
          <w:tcPr>
            <w:tcW w:w="1263" w:type="dxa"/>
            <w:vMerge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职</w:t>
            </w:r>
          </w:p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教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育</w:t>
            </w:r>
          </w:p>
        </w:tc>
        <w:tc>
          <w:tcPr>
            <w:tcW w:w="1948" w:type="dxa"/>
            <w:gridSpan w:val="3"/>
            <w:vAlign w:val="center"/>
          </w:tcPr>
          <w:p w:rsidR="0040448C" w:rsidRPr="00C377E0" w:rsidRDefault="0040448C">
            <w:pPr>
              <w:jc w:val="center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毕业院校系及专业</w:t>
            </w:r>
          </w:p>
        </w:tc>
        <w:tc>
          <w:tcPr>
            <w:tcW w:w="2598" w:type="dxa"/>
            <w:gridSpan w:val="3"/>
            <w:vAlign w:val="center"/>
          </w:tcPr>
          <w:p w:rsidR="0040448C" w:rsidRPr="00C377E0" w:rsidRDefault="0040448C">
            <w:pPr>
              <w:rPr>
                <w:rFonts w:ascii="仿宋" w:eastAsia="仿宋" w:hAnsi="仿宋"/>
                <w:sz w:val="20"/>
                <w:szCs w:val="21"/>
              </w:rPr>
            </w:pPr>
          </w:p>
        </w:tc>
      </w:tr>
      <w:tr w:rsidR="0040448C" w:rsidRPr="00C377E0">
        <w:trPr>
          <w:cantSplit/>
          <w:trHeight w:val="2214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学习（高中以后）、工作简历</w:t>
            </w:r>
          </w:p>
        </w:tc>
        <w:tc>
          <w:tcPr>
            <w:tcW w:w="7233" w:type="dxa"/>
            <w:gridSpan w:val="9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</w:tr>
      <w:tr w:rsidR="0040448C" w:rsidRPr="00C377E0">
        <w:trPr>
          <w:cantSplit/>
          <w:trHeight w:val="521"/>
          <w:jc w:val="center"/>
        </w:trPr>
        <w:tc>
          <w:tcPr>
            <w:tcW w:w="1263" w:type="dxa"/>
            <w:vMerge w:val="restart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家庭主要成员情况</w:t>
            </w:r>
          </w:p>
        </w:tc>
        <w:tc>
          <w:tcPr>
            <w:tcW w:w="953" w:type="dxa"/>
            <w:vAlign w:val="center"/>
          </w:tcPr>
          <w:p w:rsidR="0040448C" w:rsidRPr="00C377E0" w:rsidRDefault="0040448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840" w:type="dxa"/>
            <w:gridSpan w:val="2"/>
            <w:vAlign w:val="center"/>
          </w:tcPr>
          <w:p w:rsidR="0040448C" w:rsidRPr="00C377E0" w:rsidRDefault="0040448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关系</w:t>
            </w:r>
          </w:p>
        </w:tc>
        <w:tc>
          <w:tcPr>
            <w:tcW w:w="3022" w:type="dxa"/>
            <w:gridSpan w:val="4"/>
            <w:vAlign w:val="center"/>
          </w:tcPr>
          <w:p w:rsidR="0040448C" w:rsidRPr="00C377E0" w:rsidRDefault="0040448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工作单位及职务</w:t>
            </w:r>
          </w:p>
        </w:tc>
        <w:tc>
          <w:tcPr>
            <w:tcW w:w="2418" w:type="dxa"/>
            <w:gridSpan w:val="2"/>
            <w:vAlign w:val="center"/>
          </w:tcPr>
          <w:p w:rsidR="0040448C" w:rsidRPr="00C377E0" w:rsidRDefault="0040448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</w:tr>
      <w:tr w:rsidR="0040448C" w:rsidRPr="00C377E0">
        <w:trPr>
          <w:cantSplit/>
          <w:trHeight w:val="376"/>
          <w:jc w:val="center"/>
        </w:trPr>
        <w:tc>
          <w:tcPr>
            <w:tcW w:w="1263" w:type="dxa"/>
            <w:vMerge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3" w:type="dxa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840" w:type="dxa"/>
            <w:gridSpan w:val="2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3022" w:type="dxa"/>
            <w:gridSpan w:val="4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2418" w:type="dxa"/>
            <w:gridSpan w:val="2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</w:tr>
      <w:tr w:rsidR="0040448C" w:rsidRPr="00C377E0">
        <w:trPr>
          <w:cantSplit/>
          <w:trHeight w:val="355"/>
          <w:jc w:val="center"/>
        </w:trPr>
        <w:tc>
          <w:tcPr>
            <w:tcW w:w="1263" w:type="dxa"/>
            <w:vMerge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3" w:type="dxa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840" w:type="dxa"/>
            <w:gridSpan w:val="2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3022" w:type="dxa"/>
            <w:gridSpan w:val="4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2418" w:type="dxa"/>
            <w:gridSpan w:val="2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</w:tr>
      <w:tr w:rsidR="0040448C" w:rsidRPr="00C377E0">
        <w:trPr>
          <w:cantSplit/>
          <w:trHeight w:val="243"/>
          <w:jc w:val="center"/>
        </w:trPr>
        <w:tc>
          <w:tcPr>
            <w:tcW w:w="1263" w:type="dxa"/>
            <w:vMerge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3" w:type="dxa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840" w:type="dxa"/>
            <w:gridSpan w:val="2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3022" w:type="dxa"/>
            <w:gridSpan w:val="4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  <w:tc>
          <w:tcPr>
            <w:tcW w:w="2418" w:type="dxa"/>
            <w:gridSpan w:val="2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</w:tr>
      <w:tr w:rsidR="0040448C" w:rsidRPr="00C377E0">
        <w:trPr>
          <w:cantSplit/>
          <w:trHeight w:val="1360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奖惩</w:t>
            </w:r>
          </w:p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情况</w:t>
            </w:r>
          </w:p>
        </w:tc>
        <w:tc>
          <w:tcPr>
            <w:tcW w:w="7233" w:type="dxa"/>
            <w:gridSpan w:val="9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0"/>
                <w:szCs w:val="21"/>
              </w:rPr>
            </w:pPr>
          </w:p>
        </w:tc>
      </w:tr>
      <w:tr w:rsidR="0040448C" w:rsidRPr="00C377E0">
        <w:trPr>
          <w:cantSplit/>
          <w:trHeight w:val="978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招聘单位资格复审意见</w:t>
            </w:r>
          </w:p>
        </w:tc>
        <w:tc>
          <w:tcPr>
            <w:tcW w:w="7233" w:type="dxa"/>
            <w:gridSpan w:val="9"/>
          </w:tcPr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0448C" w:rsidRPr="00C377E0" w:rsidRDefault="0040448C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0448C" w:rsidRPr="00C377E0" w:rsidRDefault="0040448C">
            <w:pPr>
              <w:spacing w:line="320" w:lineRule="exact"/>
              <w:jc w:val="right"/>
              <w:rPr>
                <w:rFonts w:ascii="仿宋" w:eastAsia="仿宋" w:hAnsi="仿宋"/>
                <w:sz w:val="20"/>
                <w:szCs w:val="21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40448C" w:rsidRPr="00C377E0">
        <w:trPr>
          <w:cantSplit/>
          <w:trHeight w:val="561"/>
          <w:jc w:val="center"/>
        </w:trPr>
        <w:tc>
          <w:tcPr>
            <w:tcW w:w="1263" w:type="dxa"/>
            <w:vAlign w:val="center"/>
          </w:tcPr>
          <w:p w:rsidR="0040448C" w:rsidRPr="00C377E0" w:rsidRDefault="0040448C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77E0">
              <w:rPr>
                <w:rFonts w:ascii="仿宋" w:eastAsia="仿宋" w:hAnsi="仿宋" w:hint="eastAsia"/>
                <w:sz w:val="24"/>
                <w:szCs w:val="24"/>
              </w:rPr>
              <w:t>备</w:t>
            </w:r>
            <w:r w:rsidRPr="00C377E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C377E0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233" w:type="dxa"/>
            <w:gridSpan w:val="9"/>
          </w:tcPr>
          <w:p w:rsidR="0040448C" w:rsidRDefault="0040448C">
            <w:pPr>
              <w:spacing w:line="300" w:lineRule="exact"/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</w:tbl>
    <w:p w:rsidR="0040448C" w:rsidRDefault="0040448C" w:rsidP="004B479E">
      <w:pPr>
        <w:spacing w:beforeLines="50" w:line="300" w:lineRule="exact"/>
      </w:pPr>
    </w:p>
    <w:sectPr w:rsidR="0040448C" w:rsidSect="00386EEE">
      <w:footerReference w:type="default" r:id="rId7"/>
      <w:pgSz w:w="11906" w:h="16838"/>
      <w:pgMar w:top="1587" w:right="1587" w:bottom="1474" w:left="158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48C" w:rsidRDefault="0040448C" w:rsidP="00386EEE">
      <w:r>
        <w:separator/>
      </w:r>
    </w:p>
  </w:endnote>
  <w:endnote w:type="continuationSeparator" w:id="0">
    <w:p w:rsidR="0040448C" w:rsidRDefault="0040448C" w:rsidP="00386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8C" w:rsidRDefault="0040448C">
    <w:pPr>
      <w:pStyle w:val="Footer"/>
      <w:jc w:val="center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332D9D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48C" w:rsidRDefault="0040448C" w:rsidP="00386EEE">
      <w:r>
        <w:separator/>
      </w:r>
    </w:p>
  </w:footnote>
  <w:footnote w:type="continuationSeparator" w:id="0">
    <w:p w:rsidR="0040448C" w:rsidRDefault="0040448C" w:rsidP="00386E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05B972"/>
    <w:multiLevelType w:val="singleLevel"/>
    <w:tmpl w:val="A705B972"/>
    <w:lvl w:ilvl="0">
      <w:start w:val="3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1BD0"/>
    <w:rsid w:val="0004740B"/>
    <w:rsid w:val="00081553"/>
    <w:rsid w:val="00085E2C"/>
    <w:rsid w:val="00091EB4"/>
    <w:rsid w:val="000B40D2"/>
    <w:rsid w:val="000B656C"/>
    <w:rsid w:val="000C6362"/>
    <w:rsid w:val="000E370B"/>
    <w:rsid w:val="000F71A3"/>
    <w:rsid w:val="00117A01"/>
    <w:rsid w:val="00120694"/>
    <w:rsid w:val="00126BA9"/>
    <w:rsid w:val="00131A9D"/>
    <w:rsid w:val="00141BD0"/>
    <w:rsid w:val="00162601"/>
    <w:rsid w:val="00190830"/>
    <w:rsid w:val="00191D87"/>
    <w:rsid w:val="001A6280"/>
    <w:rsid w:val="001B1B19"/>
    <w:rsid w:val="001B2B06"/>
    <w:rsid w:val="001C2748"/>
    <w:rsid w:val="002128A1"/>
    <w:rsid w:val="00225035"/>
    <w:rsid w:val="00241BCD"/>
    <w:rsid w:val="002471B4"/>
    <w:rsid w:val="00276266"/>
    <w:rsid w:val="00281D2B"/>
    <w:rsid w:val="002B4EFD"/>
    <w:rsid w:val="002E398F"/>
    <w:rsid w:val="00320F17"/>
    <w:rsid w:val="00326BAB"/>
    <w:rsid w:val="00332D9D"/>
    <w:rsid w:val="00333D28"/>
    <w:rsid w:val="003377A2"/>
    <w:rsid w:val="00346FF3"/>
    <w:rsid w:val="00347B4F"/>
    <w:rsid w:val="00351E5E"/>
    <w:rsid w:val="00384275"/>
    <w:rsid w:val="00386EEE"/>
    <w:rsid w:val="003E4117"/>
    <w:rsid w:val="0040448C"/>
    <w:rsid w:val="004151B1"/>
    <w:rsid w:val="00422A63"/>
    <w:rsid w:val="00481339"/>
    <w:rsid w:val="00487E38"/>
    <w:rsid w:val="004A7B22"/>
    <w:rsid w:val="004B479E"/>
    <w:rsid w:val="004B4E29"/>
    <w:rsid w:val="004D34C9"/>
    <w:rsid w:val="004E75D8"/>
    <w:rsid w:val="004F244F"/>
    <w:rsid w:val="004F643D"/>
    <w:rsid w:val="005001A1"/>
    <w:rsid w:val="00501E4B"/>
    <w:rsid w:val="00520648"/>
    <w:rsid w:val="005309E8"/>
    <w:rsid w:val="005315C2"/>
    <w:rsid w:val="00551245"/>
    <w:rsid w:val="00564BB1"/>
    <w:rsid w:val="0058233F"/>
    <w:rsid w:val="0059378D"/>
    <w:rsid w:val="005C3C62"/>
    <w:rsid w:val="00604E6B"/>
    <w:rsid w:val="00621B45"/>
    <w:rsid w:val="00624AF4"/>
    <w:rsid w:val="00634328"/>
    <w:rsid w:val="00645C81"/>
    <w:rsid w:val="00655E21"/>
    <w:rsid w:val="006772C8"/>
    <w:rsid w:val="00677A04"/>
    <w:rsid w:val="00685E6F"/>
    <w:rsid w:val="006873DD"/>
    <w:rsid w:val="006D4F1D"/>
    <w:rsid w:val="006D541F"/>
    <w:rsid w:val="006D7921"/>
    <w:rsid w:val="006F6430"/>
    <w:rsid w:val="00710D30"/>
    <w:rsid w:val="007179C4"/>
    <w:rsid w:val="00735822"/>
    <w:rsid w:val="007502F2"/>
    <w:rsid w:val="00772B93"/>
    <w:rsid w:val="007C5308"/>
    <w:rsid w:val="007C6FDD"/>
    <w:rsid w:val="007D2A53"/>
    <w:rsid w:val="007E52F7"/>
    <w:rsid w:val="007F09C4"/>
    <w:rsid w:val="00813A74"/>
    <w:rsid w:val="00815C36"/>
    <w:rsid w:val="00835E0C"/>
    <w:rsid w:val="00870413"/>
    <w:rsid w:val="00882396"/>
    <w:rsid w:val="008977BF"/>
    <w:rsid w:val="008B5C80"/>
    <w:rsid w:val="008E3F35"/>
    <w:rsid w:val="008E4154"/>
    <w:rsid w:val="009202F2"/>
    <w:rsid w:val="0094552A"/>
    <w:rsid w:val="00947F33"/>
    <w:rsid w:val="009575CB"/>
    <w:rsid w:val="00957A9E"/>
    <w:rsid w:val="0099119A"/>
    <w:rsid w:val="009A10DE"/>
    <w:rsid w:val="009A6711"/>
    <w:rsid w:val="009B4598"/>
    <w:rsid w:val="009D1B61"/>
    <w:rsid w:val="009D5C14"/>
    <w:rsid w:val="009E37A0"/>
    <w:rsid w:val="00A00D8F"/>
    <w:rsid w:val="00A61C34"/>
    <w:rsid w:val="00A70DA0"/>
    <w:rsid w:val="00A80E15"/>
    <w:rsid w:val="00A9567A"/>
    <w:rsid w:val="00AA223E"/>
    <w:rsid w:val="00AA7535"/>
    <w:rsid w:val="00AC09C1"/>
    <w:rsid w:val="00AC1B87"/>
    <w:rsid w:val="00AD0609"/>
    <w:rsid w:val="00AD3A8A"/>
    <w:rsid w:val="00B071D2"/>
    <w:rsid w:val="00B12294"/>
    <w:rsid w:val="00B31171"/>
    <w:rsid w:val="00B56B5D"/>
    <w:rsid w:val="00B841A9"/>
    <w:rsid w:val="00B8496B"/>
    <w:rsid w:val="00B91D60"/>
    <w:rsid w:val="00B97BC2"/>
    <w:rsid w:val="00C23408"/>
    <w:rsid w:val="00C377E0"/>
    <w:rsid w:val="00C45B6C"/>
    <w:rsid w:val="00C7702C"/>
    <w:rsid w:val="00C84007"/>
    <w:rsid w:val="00CC4DB0"/>
    <w:rsid w:val="00CE3131"/>
    <w:rsid w:val="00CF46FF"/>
    <w:rsid w:val="00D04E43"/>
    <w:rsid w:val="00D3270D"/>
    <w:rsid w:val="00D36901"/>
    <w:rsid w:val="00D56323"/>
    <w:rsid w:val="00D83E7F"/>
    <w:rsid w:val="00DA0471"/>
    <w:rsid w:val="00DA5AB6"/>
    <w:rsid w:val="00DA62F3"/>
    <w:rsid w:val="00DB3B24"/>
    <w:rsid w:val="00DC015E"/>
    <w:rsid w:val="00DC421B"/>
    <w:rsid w:val="00DE756B"/>
    <w:rsid w:val="00DE7FA5"/>
    <w:rsid w:val="00E22ED5"/>
    <w:rsid w:val="00E45851"/>
    <w:rsid w:val="00E46958"/>
    <w:rsid w:val="00E76F0C"/>
    <w:rsid w:val="00EB25F3"/>
    <w:rsid w:val="00EB5A71"/>
    <w:rsid w:val="00EC1DC8"/>
    <w:rsid w:val="00ED2EAA"/>
    <w:rsid w:val="00ED4257"/>
    <w:rsid w:val="00ED60BB"/>
    <w:rsid w:val="00EE0249"/>
    <w:rsid w:val="00EF2DEE"/>
    <w:rsid w:val="00F1766F"/>
    <w:rsid w:val="00F74289"/>
    <w:rsid w:val="00F97416"/>
    <w:rsid w:val="00FA0583"/>
    <w:rsid w:val="00FC0A8A"/>
    <w:rsid w:val="00FC2256"/>
    <w:rsid w:val="00FC70E7"/>
    <w:rsid w:val="00FD4091"/>
    <w:rsid w:val="00FF3AB7"/>
    <w:rsid w:val="017B1D4E"/>
    <w:rsid w:val="01F4615C"/>
    <w:rsid w:val="026C345C"/>
    <w:rsid w:val="035E1B11"/>
    <w:rsid w:val="05902ECE"/>
    <w:rsid w:val="064B5732"/>
    <w:rsid w:val="06890BF8"/>
    <w:rsid w:val="07800DCC"/>
    <w:rsid w:val="08DA3620"/>
    <w:rsid w:val="09846DCE"/>
    <w:rsid w:val="09934E2F"/>
    <w:rsid w:val="0D1E578A"/>
    <w:rsid w:val="0DB623D9"/>
    <w:rsid w:val="0DC4182E"/>
    <w:rsid w:val="0DE65291"/>
    <w:rsid w:val="0F69079D"/>
    <w:rsid w:val="0FB856D1"/>
    <w:rsid w:val="105B743E"/>
    <w:rsid w:val="1329098C"/>
    <w:rsid w:val="163B1E8A"/>
    <w:rsid w:val="173A04A9"/>
    <w:rsid w:val="17586F15"/>
    <w:rsid w:val="1859019C"/>
    <w:rsid w:val="18B87275"/>
    <w:rsid w:val="197F14A0"/>
    <w:rsid w:val="19F14ECA"/>
    <w:rsid w:val="1A1D0117"/>
    <w:rsid w:val="1A806FDE"/>
    <w:rsid w:val="1BD73B5A"/>
    <w:rsid w:val="1C133E92"/>
    <w:rsid w:val="1CAA70FC"/>
    <w:rsid w:val="1EB858DD"/>
    <w:rsid w:val="20AA3C40"/>
    <w:rsid w:val="217256CF"/>
    <w:rsid w:val="220C1AD8"/>
    <w:rsid w:val="231D3850"/>
    <w:rsid w:val="237733D2"/>
    <w:rsid w:val="23C70F9C"/>
    <w:rsid w:val="24806C6E"/>
    <w:rsid w:val="284B7781"/>
    <w:rsid w:val="290F49D6"/>
    <w:rsid w:val="29E368B1"/>
    <w:rsid w:val="29ED2488"/>
    <w:rsid w:val="29F037D0"/>
    <w:rsid w:val="2A422488"/>
    <w:rsid w:val="2B6953E9"/>
    <w:rsid w:val="2C89211B"/>
    <w:rsid w:val="2CA15C21"/>
    <w:rsid w:val="2D987DC8"/>
    <w:rsid w:val="2DCA7A4A"/>
    <w:rsid w:val="300D73E9"/>
    <w:rsid w:val="31670734"/>
    <w:rsid w:val="31C170BF"/>
    <w:rsid w:val="330A37B3"/>
    <w:rsid w:val="35951AB1"/>
    <w:rsid w:val="35DF6A9C"/>
    <w:rsid w:val="37354677"/>
    <w:rsid w:val="377F61B8"/>
    <w:rsid w:val="3E3E681B"/>
    <w:rsid w:val="3EAA5B7E"/>
    <w:rsid w:val="3ECA48B6"/>
    <w:rsid w:val="3EE4122C"/>
    <w:rsid w:val="3F0E1AB4"/>
    <w:rsid w:val="3F37221F"/>
    <w:rsid w:val="3F6214CB"/>
    <w:rsid w:val="3FBB2754"/>
    <w:rsid w:val="3FE54842"/>
    <w:rsid w:val="400C00E9"/>
    <w:rsid w:val="424606CB"/>
    <w:rsid w:val="42E07140"/>
    <w:rsid w:val="43232D9D"/>
    <w:rsid w:val="446C49A7"/>
    <w:rsid w:val="45821F97"/>
    <w:rsid w:val="45DE6D86"/>
    <w:rsid w:val="460516C4"/>
    <w:rsid w:val="46297D41"/>
    <w:rsid w:val="46DD0DF2"/>
    <w:rsid w:val="478955D9"/>
    <w:rsid w:val="4ACD52FF"/>
    <w:rsid w:val="4BE375F7"/>
    <w:rsid w:val="4D851646"/>
    <w:rsid w:val="4E515AEA"/>
    <w:rsid w:val="4F0270A0"/>
    <w:rsid w:val="4FC45C72"/>
    <w:rsid w:val="50B26F48"/>
    <w:rsid w:val="5169236F"/>
    <w:rsid w:val="52734A24"/>
    <w:rsid w:val="55E40134"/>
    <w:rsid w:val="56290D61"/>
    <w:rsid w:val="566E2C24"/>
    <w:rsid w:val="58BD63D8"/>
    <w:rsid w:val="59397DC6"/>
    <w:rsid w:val="598229BF"/>
    <w:rsid w:val="5A8B1EDA"/>
    <w:rsid w:val="5BAA2310"/>
    <w:rsid w:val="5BAD267D"/>
    <w:rsid w:val="5BFA153D"/>
    <w:rsid w:val="5C984B51"/>
    <w:rsid w:val="5CC55760"/>
    <w:rsid w:val="5D24554D"/>
    <w:rsid w:val="5D925E8C"/>
    <w:rsid w:val="5E023655"/>
    <w:rsid w:val="5EAE6017"/>
    <w:rsid w:val="5EFA52D4"/>
    <w:rsid w:val="5FE01C53"/>
    <w:rsid w:val="603C2237"/>
    <w:rsid w:val="62464D0F"/>
    <w:rsid w:val="62536053"/>
    <w:rsid w:val="63683CC0"/>
    <w:rsid w:val="6490621F"/>
    <w:rsid w:val="65E843B7"/>
    <w:rsid w:val="660F7D92"/>
    <w:rsid w:val="666012EB"/>
    <w:rsid w:val="66865B5A"/>
    <w:rsid w:val="678046F8"/>
    <w:rsid w:val="68AD3606"/>
    <w:rsid w:val="6C101662"/>
    <w:rsid w:val="6D64126B"/>
    <w:rsid w:val="6DB268A9"/>
    <w:rsid w:val="6E54750E"/>
    <w:rsid w:val="6F6925BB"/>
    <w:rsid w:val="6FC5365F"/>
    <w:rsid w:val="71E75998"/>
    <w:rsid w:val="71FB18E0"/>
    <w:rsid w:val="727B5D6D"/>
    <w:rsid w:val="7321470F"/>
    <w:rsid w:val="7390036C"/>
    <w:rsid w:val="74656095"/>
    <w:rsid w:val="746A6846"/>
    <w:rsid w:val="75DE244A"/>
    <w:rsid w:val="793736F1"/>
    <w:rsid w:val="7A0C3AB4"/>
    <w:rsid w:val="7B597F92"/>
    <w:rsid w:val="7C005495"/>
    <w:rsid w:val="7CBC11C1"/>
    <w:rsid w:val="7D914AE4"/>
    <w:rsid w:val="7DEC425E"/>
    <w:rsid w:val="7F681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EEE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86EE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EEE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86E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86EEE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386E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6EEE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386E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386EEE"/>
    <w:rPr>
      <w:rFonts w:cs="Times New Roman"/>
      <w:color w:val="0000FF"/>
      <w:u w:val="single"/>
    </w:rPr>
  </w:style>
  <w:style w:type="paragraph" w:customStyle="1" w:styleId="p0">
    <w:name w:val="p0"/>
    <w:basedOn w:val="Normal"/>
    <w:uiPriority w:val="99"/>
    <w:rsid w:val="00386EEE"/>
    <w:pPr>
      <w:widowControl/>
      <w:ind w:firstLine="420"/>
      <w:jc w:val="left"/>
    </w:pPr>
    <w:rPr>
      <w:rFonts w:ascii="Times New Roman" w:hAnsi="Times New Roman"/>
      <w:kern w:val="0"/>
      <w:sz w:val="20"/>
      <w:szCs w:val="20"/>
    </w:rPr>
  </w:style>
  <w:style w:type="paragraph" w:styleId="ListParagraph">
    <w:name w:val="List Paragraph"/>
    <w:basedOn w:val="Normal"/>
    <w:uiPriority w:val="99"/>
    <w:qFormat/>
    <w:rsid w:val="00386EE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44</Words>
  <Characters>257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 名 表</dc:title>
  <dc:subject/>
  <dc:creator>微软用户</dc:creator>
  <cp:keywords/>
  <dc:description/>
  <cp:lastModifiedBy>微软用户</cp:lastModifiedBy>
  <cp:revision>2</cp:revision>
  <cp:lastPrinted>2020-10-30T01:22:00Z</cp:lastPrinted>
  <dcterms:created xsi:type="dcterms:W3CDTF">2021-04-07T06:37:00Z</dcterms:created>
  <dcterms:modified xsi:type="dcterms:W3CDTF">2021-04-07T06:37:00Z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3912D35D86704F4F8B370B6750DEEC47</vt:lpwstr>
  </property>
</Properties>
</file>