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附件</w:t>
      </w:r>
      <w:r>
        <w:rPr>
          <w:rFonts w:ascii="宋体" w:hAnsi="宋体" w:cs="宋体"/>
          <w:kern w:val="0"/>
          <w:sz w:val="24"/>
          <w:szCs w:val="24"/>
        </w:rPr>
        <w:t>2</w:t>
      </w:r>
    </w:p>
    <w:p>
      <w:pPr>
        <w:pStyle w:val="6"/>
        <w:widowControl/>
        <w:spacing w:beforeAutospacing="0" w:afterAutospacing="0" w:line="580" w:lineRule="exact"/>
        <w:ind w:right="-92" w:rightChars="-44"/>
        <w:jc w:val="center"/>
        <w:rPr>
          <w:rFonts w:ascii="方正小标宋简体" w:hAnsi="微软雅黑" w:eastAsia="方正小标宋简体" w:cs="宋体"/>
          <w:color w:val="000000"/>
          <w:sz w:val="32"/>
          <w:szCs w:val="32"/>
        </w:rPr>
      </w:pPr>
      <w:r>
        <w:rPr>
          <w:rFonts w:hint="eastAsia" w:ascii="方正小标宋简体" w:hAnsi="微软雅黑" w:eastAsia="方正小标宋简体" w:cs="宋体"/>
          <w:color w:val="000000"/>
          <w:sz w:val="32"/>
          <w:szCs w:val="32"/>
        </w:rPr>
        <w:t>宁夏医科大学附属回医中医医院</w:t>
      </w:r>
    </w:p>
    <w:p>
      <w:pPr>
        <w:pStyle w:val="6"/>
        <w:widowControl/>
        <w:spacing w:beforeAutospacing="0" w:afterAutospacing="0" w:line="580" w:lineRule="exact"/>
        <w:ind w:right="-92" w:rightChars="-44"/>
        <w:jc w:val="center"/>
        <w:rPr>
          <w:rFonts w:ascii="方正小标宋简体" w:hAnsi="宋体" w:eastAsia="方正小标宋简体" w:cs="宋体"/>
          <w:b/>
          <w:bCs/>
          <w:w w:val="90"/>
          <w:sz w:val="32"/>
          <w:szCs w:val="28"/>
        </w:rPr>
      </w:pPr>
      <w:r>
        <w:rPr>
          <w:rFonts w:ascii="方正小标宋简体" w:hAnsi="微软雅黑" w:eastAsia="方正小标宋简体" w:cs="宋体"/>
          <w:color w:val="000000"/>
          <w:sz w:val="32"/>
          <w:szCs w:val="32"/>
        </w:rPr>
        <w:t>202</w:t>
      </w:r>
      <w:r>
        <w:rPr>
          <w:rFonts w:hint="eastAsia" w:ascii="方正小标宋简体" w:hAnsi="微软雅黑" w:eastAsia="方正小标宋简体" w:cs="宋体"/>
          <w:color w:val="000000"/>
          <w:sz w:val="32"/>
          <w:szCs w:val="32"/>
          <w:lang w:val="en-US" w:eastAsia="zh-CN"/>
        </w:rPr>
        <w:t>1</w:t>
      </w:r>
      <w:r>
        <w:rPr>
          <w:rFonts w:hint="eastAsia" w:ascii="方正小标宋简体" w:hAnsi="微软雅黑" w:eastAsia="方正小标宋简体" w:cs="宋体"/>
          <w:color w:val="000000"/>
          <w:sz w:val="32"/>
          <w:szCs w:val="32"/>
        </w:rPr>
        <w:t>年</w:t>
      </w:r>
      <w:r>
        <w:rPr>
          <w:rFonts w:hint="eastAsia" w:ascii="方正小标宋简体" w:hAnsi="微软雅黑" w:eastAsia="方正小标宋简体" w:cs="宋体"/>
          <w:color w:val="000000"/>
          <w:sz w:val="32"/>
          <w:szCs w:val="32"/>
          <w:lang w:val="en-US" w:eastAsia="zh-CN"/>
        </w:rPr>
        <w:t>自主</w:t>
      </w:r>
      <w:bookmarkStart w:id="0" w:name="_GoBack"/>
      <w:bookmarkEnd w:id="0"/>
      <w:r>
        <w:rPr>
          <w:rFonts w:hint="eastAsia" w:ascii="方正小标宋简体" w:hAnsi="微软雅黑" w:eastAsia="方正小标宋简体" w:cs="宋体"/>
          <w:color w:val="000000"/>
          <w:sz w:val="32"/>
          <w:szCs w:val="32"/>
        </w:rPr>
        <w:t>公开招聘工作人员报名登记表</w:t>
      </w:r>
    </w:p>
    <w:p>
      <w:pPr>
        <w:widowControl/>
        <w:jc w:val="righ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 xml:space="preserve">       </w:t>
      </w:r>
    </w:p>
    <w:tbl>
      <w:tblPr>
        <w:tblStyle w:val="8"/>
        <w:tblW w:w="90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84"/>
        <w:gridCol w:w="336"/>
        <w:gridCol w:w="930"/>
        <w:gridCol w:w="842"/>
        <w:gridCol w:w="543"/>
        <w:gridCol w:w="225"/>
        <w:gridCol w:w="531"/>
        <w:gridCol w:w="109"/>
        <w:gridCol w:w="706"/>
        <w:gridCol w:w="248"/>
        <w:gridCol w:w="107"/>
        <w:gridCol w:w="649"/>
        <w:gridCol w:w="614"/>
        <w:gridCol w:w="1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1299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17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1263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859" w:type="dxa"/>
            <w:vMerge w:val="restart"/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出生地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民族</w:t>
            </w:r>
          </w:p>
        </w:tc>
        <w:tc>
          <w:tcPr>
            <w:tcW w:w="1299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17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政治面貌</w:t>
            </w:r>
          </w:p>
        </w:tc>
        <w:tc>
          <w:tcPr>
            <w:tcW w:w="1263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学历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学位</w:t>
            </w:r>
          </w:p>
        </w:tc>
        <w:tc>
          <w:tcPr>
            <w:tcW w:w="1299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17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毕业时间</w:t>
            </w:r>
          </w:p>
        </w:tc>
        <w:tc>
          <w:tcPr>
            <w:tcW w:w="1263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毕业院校</w:t>
            </w:r>
          </w:p>
        </w:tc>
        <w:tc>
          <w:tcPr>
            <w:tcW w:w="2960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346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618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健康状况</w:t>
            </w:r>
          </w:p>
        </w:tc>
        <w:tc>
          <w:tcPr>
            <w:tcW w:w="2960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1346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3477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2960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1346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户口所在地</w:t>
            </w:r>
          </w:p>
        </w:tc>
        <w:tc>
          <w:tcPr>
            <w:tcW w:w="3477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现工作单位</w:t>
            </w:r>
          </w:p>
        </w:tc>
        <w:tc>
          <w:tcPr>
            <w:tcW w:w="3600" w:type="dxa"/>
            <w:gridSpan w:val="8"/>
            <w:vAlign w:val="center"/>
          </w:tcPr>
          <w:p>
            <w:pPr>
              <w:jc w:val="center"/>
            </w:pPr>
          </w:p>
        </w:tc>
        <w:tc>
          <w:tcPr>
            <w:tcW w:w="1710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参加工作时间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3600" w:type="dxa"/>
            <w:gridSpan w:val="8"/>
            <w:vAlign w:val="center"/>
          </w:tcPr>
          <w:p>
            <w:pPr>
              <w:jc w:val="center"/>
            </w:pPr>
          </w:p>
        </w:tc>
        <w:tc>
          <w:tcPr>
            <w:tcW w:w="1710" w:type="dxa"/>
            <w:gridSpan w:val="4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是否在职</w:t>
            </w:r>
          </w:p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在编人员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spacing w:line="2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274" w:type="dxa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现有专业技术资格</w:t>
            </w:r>
          </w:p>
        </w:tc>
        <w:tc>
          <w:tcPr>
            <w:tcW w:w="3600" w:type="dxa"/>
            <w:gridSpan w:val="8"/>
            <w:vAlign w:val="center"/>
          </w:tcPr>
          <w:p>
            <w:pPr>
              <w:spacing w:line="260" w:lineRule="exact"/>
              <w:jc w:val="center"/>
            </w:pPr>
          </w:p>
        </w:tc>
        <w:tc>
          <w:tcPr>
            <w:tcW w:w="1710" w:type="dxa"/>
            <w:gridSpan w:val="4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现有资格</w:t>
            </w:r>
          </w:p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取得时间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spacing w:line="2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报考单位</w:t>
            </w:r>
          </w:p>
        </w:tc>
        <w:tc>
          <w:tcPr>
            <w:tcW w:w="3600" w:type="dxa"/>
            <w:gridSpan w:val="8"/>
            <w:vAlign w:val="center"/>
          </w:tcPr>
          <w:p>
            <w:pPr>
              <w:jc w:val="center"/>
            </w:pPr>
          </w:p>
        </w:tc>
        <w:tc>
          <w:tcPr>
            <w:tcW w:w="1710" w:type="dxa"/>
            <w:gridSpan w:val="4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报考职位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spacing w:line="2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5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个人简历</w:t>
            </w:r>
          </w:p>
        </w:tc>
        <w:tc>
          <w:tcPr>
            <w:tcW w:w="7783" w:type="dxa"/>
            <w:gridSpan w:val="1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694" w:type="dxa"/>
            <w:gridSpan w:val="3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获得过何种专业证书，有何专长</w:t>
            </w:r>
          </w:p>
        </w:tc>
        <w:tc>
          <w:tcPr>
            <w:tcW w:w="7363" w:type="dxa"/>
            <w:gridSpan w:val="1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1694" w:type="dxa"/>
            <w:gridSpan w:val="3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/>
                <w:szCs w:val="21"/>
              </w:rPr>
              <w:t>家庭主要成员及工作单位和职务</w:t>
            </w:r>
          </w:p>
        </w:tc>
        <w:tc>
          <w:tcPr>
            <w:tcW w:w="7363" w:type="dxa"/>
            <w:gridSpan w:val="1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694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所受奖惩情况</w:t>
            </w:r>
          </w:p>
        </w:tc>
        <w:tc>
          <w:tcPr>
            <w:tcW w:w="7363" w:type="dxa"/>
            <w:gridSpan w:val="1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2624" w:type="dxa"/>
            <w:gridSpan w:val="4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联系人：</w:t>
            </w:r>
            <w:r>
              <w:rPr>
                <w:szCs w:val="21"/>
              </w:rPr>
              <w:t xml:space="preserve">         </w:t>
            </w:r>
          </w:p>
        </w:tc>
        <w:tc>
          <w:tcPr>
            <w:tcW w:w="1385" w:type="dxa"/>
            <w:gridSpan w:val="2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：</w:t>
            </w:r>
          </w:p>
        </w:tc>
        <w:tc>
          <w:tcPr>
            <w:tcW w:w="1819" w:type="dxa"/>
            <w:gridSpan w:val="5"/>
            <w:vAlign w:val="center"/>
          </w:tcPr>
          <w:p>
            <w:pPr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370" w:type="dxa"/>
            <w:gridSpan w:val="3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：</w:t>
            </w:r>
          </w:p>
        </w:tc>
        <w:tc>
          <w:tcPr>
            <w:tcW w:w="1859" w:type="dxa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atLeast"/>
          <w:jc w:val="center"/>
        </w:trPr>
        <w:tc>
          <w:tcPr>
            <w:tcW w:w="135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资格审核结果及意见</w:t>
            </w:r>
          </w:p>
        </w:tc>
        <w:tc>
          <w:tcPr>
            <w:tcW w:w="7699" w:type="dxa"/>
            <w:gridSpan w:val="13"/>
          </w:tcPr>
          <w:p>
            <w:r>
              <w:rPr>
                <w:rFonts w:hint="eastAsia"/>
              </w:rPr>
              <w:t>审核意见：</w:t>
            </w:r>
          </w:p>
          <w:p/>
          <w:p/>
          <w:p>
            <w:r>
              <w:rPr>
                <w:rFonts w:hint="eastAsia"/>
              </w:rPr>
              <w:t>审核部门负责人：</w:t>
            </w:r>
            <w:r>
              <w:t xml:space="preserve">                </w:t>
            </w:r>
            <w:r>
              <w:rPr>
                <w:rFonts w:hint="eastAsia"/>
              </w:rPr>
              <w:t>审核人（签名）：</w:t>
            </w:r>
            <w:r>
              <w:t xml:space="preserve">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9057" w:type="dxa"/>
            <w:gridSpan w:val="15"/>
            <w:vAlign w:val="center"/>
          </w:tcPr>
          <w:p>
            <w:r>
              <w:rPr>
                <w:rFonts w:hint="eastAsia"/>
                <w:szCs w:val="21"/>
              </w:rPr>
              <w:t>请应聘者认真阅读《公告》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、《公开招聘岗位一览表》等后如实填写。应聘者隐瞒有关情况或者提供虚假材料的，一经查实取消招聘资格，所造成的一切损失由应聘者本人承担。身份证、</w:t>
            </w:r>
            <w:r>
              <w:rPr>
                <w:rFonts w:hint="eastAsia"/>
              </w:rPr>
              <w:t>学历、学位、专业技术资格证书等证件电子扫描件或照片后附。</w:t>
            </w:r>
          </w:p>
        </w:tc>
      </w:tr>
    </w:tbl>
    <w:p/>
    <w:p>
      <w:r>
        <w:rPr>
          <w:rFonts w:hint="eastAsia" w:ascii="黑体" w:eastAsia="黑体"/>
          <w:sz w:val="24"/>
        </w:rPr>
        <w:t>本人确保所填内容的真实性、准确性，若确认无误，请签字确认</w:t>
      </w:r>
      <w:r>
        <w:rPr>
          <w:rFonts w:ascii="黑体" w:eastAsia="黑体"/>
          <w:b/>
          <w:sz w:val="24"/>
        </w:rPr>
        <w:t>:</w:t>
      </w:r>
      <w:r>
        <w:rPr>
          <w:rFonts w:ascii="黑体" w:eastAsia="黑体"/>
          <w:b/>
          <w:sz w:val="24"/>
          <w:u w:val="single"/>
        </w:rPr>
        <w:t xml:space="preserve">                    </w:t>
      </w:r>
    </w:p>
    <w:p/>
    <w:sectPr>
      <w:pgSz w:w="11906" w:h="16838"/>
      <w:pgMar w:top="567" w:right="1797" w:bottom="28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2412"/>
    <w:rsid w:val="00042EEE"/>
    <w:rsid w:val="00043D0D"/>
    <w:rsid w:val="00071CE0"/>
    <w:rsid w:val="000B1323"/>
    <w:rsid w:val="000D3E84"/>
    <w:rsid w:val="00116F5D"/>
    <w:rsid w:val="00131DDB"/>
    <w:rsid w:val="001676F8"/>
    <w:rsid w:val="001A520A"/>
    <w:rsid w:val="001B7C5E"/>
    <w:rsid w:val="001C22C0"/>
    <w:rsid w:val="001D3754"/>
    <w:rsid w:val="001E5E7A"/>
    <w:rsid w:val="00205044"/>
    <w:rsid w:val="00224312"/>
    <w:rsid w:val="002E67E1"/>
    <w:rsid w:val="00316494"/>
    <w:rsid w:val="003171DE"/>
    <w:rsid w:val="003903D7"/>
    <w:rsid w:val="003A0AD0"/>
    <w:rsid w:val="003B6687"/>
    <w:rsid w:val="0048430A"/>
    <w:rsid w:val="004849BF"/>
    <w:rsid w:val="004C07FB"/>
    <w:rsid w:val="004E52EB"/>
    <w:rsid w:val="00542477"/>
    <w:rsid w:val="00553C3A"/>
    <w:rsid w:val="005825CF"/>
    <w:rsid w:val="00585F06"/>
    <w:rsid w:val="005C6A39"/>
    <w:rsid w:val="005D34BB"/>
    <w:rsid w:val="0066470C"/>
    <w:rsid w:val="0068224C"/>
    <w:rsid w:val="006B0A4C"/>
    <w:rsid w:val="006B3A76"/>
    <w:rsid w:val="006E094B"/>
    <w:rsid w:val="006E692B"/>
    <w:rsid w:val="006E7AAB"/>
    <w:rsid w:val="006F0E7C"/>
    <w:rsid w:val="00705576"/>
    <w:rsid w:val="00751DA7"/>
    <w:rsid w:val="00760D5D"/>
    <w:rsid w:val="00761969"/>
    <w:rsid w:val="007E2412"/>
    <w:rsid w:val="00890B5B"/>
    <w:rsid w:val="0097546A"/>
    <w:rsid w:val="00A51C6C"/>
    <w:rsid w:val="00AC1913"/>
    <w:rsid w:val="00AC2FBC"/>
    <w:rsid w:val="00B114CD"/>
    <w:rsid w:val="00B56D97"/>
    <w:rsid w:val="00B839D6"/>
    <w:rsid w:val="00C32443"/>
    <w:rsid w:val="00C81C02"/>
    <w:rsid w:val="00CB170A"/>
    <w:rsid w:val="00D836DE"/>
    <w:rsid w:val="00EE09FD"/>
    <w:rsid w:val="00EE6831"/>
    <w:rsid w:val="00F04696"/>
    <w:rsid w:val="00FB0971"/>
    <w:rsid w:val="01D84530"/>
    <w:rsid w:val="04581455"/>
    <w:rsid w:val="05A04B3C"/>
    <w:rsid w:val="05D97178"/>
    <w:rsid w:val="06A21ADE"/>
    <w:rsid w:val="084327C9"/>
    <w:rsid w:val="098608A4"/>
    <w:rsid w:val="0BE122D5"/>
    <w:rsid w:val="0D823ADD"/>
    <w:rsid w:val="0F395B48"/>
    <w:rsid w:val="102B068C"/>
    <w:rsid w:val="10545652"/>
    <w:rsid w:val="107A5A6B"/>
    <w:rsid w:val="111B13AB"/>
    <w:rsid w:val="11AA59E0"/>
    <w:rsid w:val="11BB5D8E"/>
    <w:rsid w:val="12B1645E"/>
    <w:rsid w:val="137768C9"/>
    <w:rsid w:val="140038D9"/>
    <w:rsid w:val="157C440F"/>
    <w:rsid w:val="176D5838"/>
    <w:rsid w:val="19C50748"/>
    <w:rsid w:val="1A9C6AF9"/>
    <w:rsid w:val="1BF62E81"/>
    <w:rsid w:val="1C25137C"/>
    <w:rsid w:val="1C6841A8"/>
    <w:rsid w:val="1E2B4C7E"/>
    <w:rsid w:val="1F202E6F"/>
    <w:rsid w:val="1F5A378D"/>
    <w:rsid w:val="20D30A70"/>
    <w:rsid w:val="2176281B"/>
    <w:rsid w:val="224C44EF"/>
    <w:rsid w:val="23B837BF"/>
    <w:rsid w:val="23F55F97"/>
    <w:rsid w:val="24E872C7"/>
    <w:rsid w:val="25B529DD"/>
    <w:rsid w:val="2B3B285B"/>
    <w:rsid w:val="2D262431"/>
    <w:rsid w:val="2DE3737B"/>
    <w:rsid w:val="2DF82B23"/>
    <w:rsid w:val="2F8E1FB4"/>
    <w:rsid w:val="33A2238B"/>
    <w:rsid w:val="346C4824"/>
    <w:rsid w:val="358D68A9"/>
    <w:rsid w:val="381415D6"/>
    <w:rsid w:val="38E86A1E"/>
    <w:rsid w:val="3A2F6172"/>
    <w:rsid w:val="3A7D1BCC"/>
    <w:rsid w:val="3AAB0F1F"/>
    <w:rsid w:val="41BA61F6"/>
    <w:rsid w:val="41C21D3D"/>
    <w:rsid w:val="42321167"/>
    <w:rsid w:val="425A647B"/>
    <w:rsid w:val="44C63D62"/>
    <w:rsid w:val="466E0BC3"/>
    <w:rsid w:val="49687A76"/>
    <w:rsid w:val="4A627770"/>
    <w:rsid w:val="4EC32079"/>
    <w:rsid w:val="4F96430A"/>
    <w:rsid w:val="4FA107C5"/>
    <w:rsid w:val="505D5665"/>
    <w:rsid w:val="5074257E"/>
    <w:rsid w:val="512C0887"/>
    <w:rsid w:val="53525440"/>
    <w:rsid w:val="54361051"/>
    <w:rsid w:val="54882868"/>
    <w:rsid w:val="556C23A9"/>
    <w:rsid w:val="580709CB"/>
    <w:rsid w:val="585112A7"/>
    <w:rsid w:val="59C77FFA"/>
    <w:rsid w:val="59CD3A1A"/>
    <w:rsid w:val="5CAD246C"/>
    <w:rsid w:val="5F925BBE"/>
    <w:rsid w:val="5FF81C04"/>
    <w:rsid w:val="62AD00F0"/>
    <w:rsid w:val="631856C4"/>
    <w:rsid w:val="64BD3BD3"/>
    <w:rsid w:val="65121C9C"/>
    <w:rsid w:val="65231489"/>
    <w:rsid w:val="67685E7C"/>
    <w:rsid w:val="689E1934"/>
    <w:rsid w:val="68E761F3"/>
    <w:rsid w:val="68F71BDD"/>
    <w:rsid w:val="6A7208E3"/>
    <w:rsid w:val="6BED63CE"/>
    <w:rsid w:val="6D1B25B4"/>
    <w:rsid w:val="6D9D49C8"/>
    <w:rsid w:val="6E355EB4"/>
    <w:rsid w:val="6FCF5AAD"/>
    <w:rsid w:val="70350CD2"/>
    <w:rsid w:val="72272579"/>
    <w:rsid w:val="737023DB"/>
    <w:rsid w:val="737B52AA"/>
    <w:rsid w:val="779E1237"/>
    <w:rsid w:val="78B46B41"/>
    <w:rsid w:val="7A2A5C36"/>
    <w:rsid w:val="7E1A2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qFormat/>
    <w:uiPriority w:val="99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Subtitle"/>
    <w:basedOn w:val="1"/>
    <w:next w:val="1"/>
    <w:link w:val="15"/>
    <w:qFormat/>
    <w:uiPriority w:val="99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6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paragraph" w:styleId="7">
    <w:name w:val="Title"/>
    <w:basedOn w:val="1"/>
    <w:next w:val="1"/>
    <w:link w:val="16"/>
    <w:qFormat/>
    <w:uiPriority w:val="99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10">
    <w:name w:val="Strong"/>
    <w:basedOn w:val="9"/>
    <w:qFormat/>
    <w:uiPriority w:val="99"/>
    <w:rPr>
      <w:rFonts w:cs="Times New Roman"/>
      <w:b/>
      <w:bCs/>
    </w:rPr>
  </w:style>
  <w:style w:type="character" w:styleId="11">
    <w:name w:val="Emphasis"/>
    <w:basedOn w:val="9"/>
    <w:qFormat/>
    <w:uiPriority w:val="99"/>
    <w:rPr>
      <w:rFonts w:cs="Times New Roman"/>
      <w:i/>
      <w:iCs/>
    </w:rPr>
  </w:style>
  <w:style w:type="character" w:customStyle="1" w:styleId="12">
    <w:name w:val="Heading 1 Char"/>
    <w:basedOn w:val="9"/>
    <w:link w:val="2"/>
    <w:locked/>
    <w:uiPriority w:val="99"/>
    <w:rPr>
      <w:rFonts w:cs="Times New Roman"/>
      <w:b/>
      <w:bCs/>
      <w:kern w:val="44"/>
      <w:sz w:val="44"/>
      <w:szCs w:val="44"/>
    </w:rPr>
  </w:style>
  <w:style w:type="character" w:customStyle="1" w:styleId="13">
    <w:name w:val="Footer Char"/>
    <w:basedOn w:val="9"/>
    <w:link w:val="3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4">
    <w:name w:val="Header Char"/>
    <w:basedOn w:val="9"/>
    <w:link w:val="4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5">
    <w:name w:val="Subtitle Char"/>
    <w:basedOn w:val="9"/>
    <w:link w:val="5"/>
    <w:qFormat/>
    <w:locked/>
    <w:uiPriority w:val="99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16">
    <w:name w:val="Title Char"/>
    <w:basedOn w:val="9"/>
    <w:link w:val="7"/>
    <w:qFormat/>
    <w:locked/>
    <w:uiPriority w:val="99"/>
    <w:rPr>
      <w:rFonts w:ascii="Cambria" w:hAnsi="Cambria" w:cs="Times New Roman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深度技术</Company>
  <Pages>1</Pages>
  <Words>77</Words>
  <Characters>445</Characters>
  <Lines>0</Lines>
  <Paragraphs>0</Paragraphs>
  <TotalTime>53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2014-11-27T09:20:00Z</dcterms:created>
  <dc:creator>Administrator</dc:creator>
  <cp:lastModifiedBy>x</cp:lastModifiedBy>
  <cp:lastPrinted>2016-10-28T10:42:00Z</cp:lastPrinted>
  <dcterms:modified xsi:type="dcterms:W3CDTF">2021-03-05T07:52:45Z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