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908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60"/>
        <w:gridCol w:w="841"/>
        <w:gridCol w:w="402"/>
        <w:gridCol w:w="832"/>
        <w:gridCol w:w="451"/>
        <w:gridCol w:w="698"/>
        <w:gridCol w:w="584"/>
        <w:gridCol w:w="558"/>
        <w:gridCol w:w="726"/>
        <w:gridCol w:w="314"/>
        <w:gridCol w:w="1126"/>
        <w:gridCol w:w="168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85" w:hRule="atLeast"/>
          <w:jc w:val="center"/>
        </w:trPr>
        <w:tc>
          <w:tcPr>
            <w:tcW w:w="9080" w:type="dxa"/>
            <w:gridSpan w:val="12"/>
            <w:tcBorders>
              <w:top w:val="nil"/>
            </w:tcBorders>
            <w:vAlign w:val="center"/>
          </w:tcPr>
          <w:p>
            <w:pPr>
              <w:widowControl/>
              <w:spacing w:line="560" w:lineRule="exact"/>
              <w:textAlignment w:val="center"/>
              <w:rPr>
                <w:rStyle w:val="15"/>
                <w:rFonts w:ascii="黑体" w:hAnsi="黑体" w:eastAsia="黑体" w:cs="黑体"/>
                <w:bCs/>
                <w:sz w:val="32"/>
                <w:szCs w:val="32"/>
              </w:rPr>
            </w:pPr>
            <w:bookmarkStart w:id="0" w:name="_GoBack"/>
            <w:bookmarkEnd w:id="0"/>
          </w:p>
          <w:p>
            <w:pPr>
              <w:widowControl/>
              <w:spacing w:line="560" w:lineRule="exact"/>
              <w:jc w:val="center"/>
              <w:textAlignment w:val="center"/>
              <w:rPr>
                <w:rStyle w:val="15"/>
                <w:rFonts w:ascii="Times New Roman" w:hAnsi="Times New Roman"/>
                <w:bCs/>
                <w:sz w:val="44"/>
                <w:szCs w:val="44"/>
              </w:rPr>
            </w:pPr>
            <w:r>
              <w:rPr>
                <w:rStyle w:val="15"/>
                <w:rFonts w:hint="eastAsia" w:ascii="Times New Roman" w:hAnsi="Times New Roman"/>
                <w:bCs/>
                <w:sz w:val="44"/>
                <w:szCs w:val="44"/>
              </w:rPr>
              <w:t>临沂环境卫生集团有限公司</w:t>
            </w:r>
          </w:p>
          <w:p>
            <w:pPr>
              <w:widowControl/>
              <w:spacing w:line="560" w:lineRule="exact"/>
              <w:jc w:val="center"/>
              <w:textAlignment w:val="center"/>
              <w:rPr>
                <w:rStyle w:val="15"/>
                <w:rFonts w:ascii="Times New Roman" w:hAnsi="Times New Roman" w:eastAsia="黑体" w:cs="仿宋_GB2312"/>
                <w:bCs/>
                <w:sz w:val="44"/>
                <w:szCs w:val="44"/>
              </w:rPr>
            </w:pPr>
            <w:r>
              <w:rPr>
                <w:rStyle w:val="15"/>
                <w:rFonts w:ascii="Times New Roman" w:hAnsi="Times New Roman"/>
                <w:bCs/>
                <w:sz w:val="44"/>
                <w:szCs w:val="44"/>
              </w:rPr>
              <w:t>2021</w:t>
            </w:r>
            <w:r>
              <w:rPr>
                <w:rStyle w:val="15"/>
                <w:rFonts w:hint="eastAsia" w:ascii="Times New Roman" w:hAnsi="Times New Roman"/>
                <w:bCs/>
                <w:sz w:val="44"/>
                <w:szCs w:val="44"/>
              </w:rPr>
              <w:t>年春季招聘报名简历表</w:t>
            </w:r>
          </w:p>
          <w:p>
            <w:pPr>
              <w:spacing w:line="56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Style w:val="15"/>
                <w:rFonts w:hint="eastAsia" w:ascii="Times New Roman" w:hAnsi="Times New Roman" w:eastAsia="黑体"/>
                <w:bCs/>
              </w:rPr>
              <w:t xml:space="preserve">                                    </w:t>
            </w:r>
            <w:r>
              <w:rPr>
                <w:rFonts w:hint="eastAsia" w:ascii="Times New Roman" w:hAnsi="Times New Roman" w:eastAsia="仿宋_GB2312"/>
                <w:sz w:val="24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4"/>
              </w:rPr>
              <w:t>年    月    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应聘岗位</w:t>
            </w:r>
          </w:p>
        </w:tc>
        <w:tc>
          <w:tcPr>
            <w:tcW w:w="569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  <w:tc>
          <w:tcPr>
            <w:tcW w:w="16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（二寸近期彩色免冠照片）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12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  <w:tc>
          <w:tcPr>
            <w:tcW w:w="11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性  别</w:t>
            </w:r>
          </w:p>
        </w:tc>
        <w:tc>
          <w:tcPr>
            <w:tcW w:w="11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出生年月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（   岁）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FF0000"/>
                <w:kern w:val="0"/>
                <w:sz w:val="24"/>
              </w:rPr>
            </w:pPr>
          </w:p>
        </w:tc>
        <w:tc>
          <w:tcPr>
            <w:tcW w:w="1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民  族</w:t>
            </w:r>
          </w:p>
        </w:tc>
        <w:tc>
          <w:tcPr>
            <w:tcW w:w="12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  <w:tc>
          <w:tcPr>
            <w:tcW w:w="11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1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婚姻状况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  <w:tc>
          <w:tcPr>
            <w:tcW w:w="1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籍  贯</w:t>
            </w:r>
          </w:p>
        </w:tc>
        <w:tc>
          <w:tcPr>
            <w:tcW w:w="12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FF0000"/>
                <w:sz w:val="24"/>
              </w:rPr>
            </w:pPr>
          </w:p>
        </w:tc>
        <w:tc>
          <w:tcPr>
            <w:tcW w:w="11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出生地</w:t>
            </w:r>
          </w:p>
        </w:tc>
        <w:tc>
          <w:tcPr>
            <w:tcW w:w="11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FF0000"/>
                <w:sz w:val="24"/>
              </w:rPr>
            </w:pPr>
          </w:p>
        </w:tc>
        <w:tc>
          <w:tcPr>
            <w:tcW w:w="1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专业技术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参加工作时间</w:t>
            </w:r>
          </w:p>
        </w:tc>
        <w:tc>
          <w:tcPr>
            <w:tcW w:w="12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Times New Roman" w:hAnsi="Times New Roman" w:eastAsia="仿宋_GB2312" w:cs="仿宋_GB2312"/>
                <w:color w:val="FF0000"/>
                <w:sz w:val="24"/>
              </w:rPr>
            </w:pPr>
          </w:p>
        </w:tc>
        <w:tc>
          <w:tcPr>
            <w:tcW w:w="11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现居住地</w:t>
            </w:r>
          </w:p>
        </w:tc>
        <w:tc>
          <w:tcPr>
            <w:tcW w:w="330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  <w:tc>
          <w:tcPr>
            <w:tcW w:w="16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身份证件号码</w:t>
            </w:r>
          </w:p>
        </w:tc>
        <w:tc>
          <w:tcPr>
            <w:tcW w:w="333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手机号码</w:t>
            </w: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35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奖惩情况（市级以上）</w:t>
            </w:r>
          </w:p>
        </w:tc>
        <w:tc>
          <w:tcPr>
            <w:tcW w:w="3331" w:type="dxa"/>
            <w:gridSpan w:val="6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现工作单位及职务</w:t>
            </w:r>
          </w:p>
        </w:tc>
        <w:tc>
          <w:tcPr>
            <w:tcW w:w="614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8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全日制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教育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23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  <w:tc>
          <w:tcPr>
            <w:tcW w:w="2182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毕业院校及专业</w:t>
            </w:r>
          </w:p>
        </w:tc>
        <w:tc>
          <w:tcPr>
            <w:tcW w:w="281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23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  <w:tc>
          <w:tcPr>
            <w:tcW w:w="2182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  <w:tc>
          <w:tcPr>
            <w:tcW w:w="28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8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在职  教育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23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  <w:tc>
          <w:tcPr>
            <w:tcW w:w="2182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毕业院校及专业</w:t>
            </w:r>
          </w:p>
        </w:tc>
        <w:tc>
          <w:tcPr>
            <w:tcW w:w="281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23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  <w:tc>
          <w:tcPr>
            <w:tcW w:w="2182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  <w:tc>
          <w:tcPr>
            <w:tcW w:w="28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43" w:hRule="exact"/>
          <w:jc w:val="center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tbRlV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</w:rPr>
              <w:t>学  习  简  历</w:t>
            </w:r>
          </w:p>
        </w:tc>
        <w:tc>
          <w:tcPr>
            <w:tcW w:w="822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（从高中开始填写）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4" w:hRule="exact"/>
          <w:jc w:val="center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tbRlV"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工  作  简  历</w:t>
            </w:r>
          </w:p>
        </w:tc>
        <w:tc>
          <w:tcPr>
            <w:tcW w:w="822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33" w:hRule="exact"/>
          <w:jc w:val="center"/>
        </w:trPr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tbRlV"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pacing w:val="4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pacing w:val="40"/>
                <w:sz w:val="24"/>
              </w:rPr>
              <w:t>取 得 证 书</w:t>
            </w:r>
          </w:p>
        </w:tc>
        <w:tc>
          <w:tcPr>
            <w:tcW w:w="822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  <w:p>
            <w:pPr>
              <w:jc w:val="left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8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extDirection w:val="tbRlV"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pacing w:val="4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pacing w:val="40"/>
                <w:sz w:val="24"/>
              </w:rPr>
              <w:t>家庭主要成员</w:t>
            </w:r>
          </w:p>
        </w:tc>
        <w:tc>
          <w:tcPr>
            <w:tcW w:w="1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  <w:t>称谓</w:t>
            </w: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31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  <w:t>工作单位及职务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8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extDirection w:val="tbRlV"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pacing w:val="20"/>
                <w:sz w:val="24"/>
              </w:rPr>
            </w:pPr>
          </w:p>
        </w:tc>
        <w:tc>
          <w:tcPr>
            <w:tcW w:w="1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  <w:tc>
          <w:tcPr>
            <w:tcW w:w="1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  <w:tc>
          <w:tcPr>
            <w:tcW w:w="31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8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extDirection w:val="tbRlV"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pacing w:val="20"/>
                <w:sz w:val="24"/>
              </w:rPr>
            </w:pPr>
          </w:p>
        </w:tc>
        <w:tc>
          <w:tcPr>
            <w:tcW w:w="1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  <w:tc>
          <w:tcPr>
            <w:tcW w:w="1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  <w:tc>
          <w:tcPr>
            <w:tcW w:w="31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8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extDirection w:val="tbRlV"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pacing w:val="20"/>
                <w:sz w:val="24"/>
              </w:rPr>
            </w:pPr>
          </w:p>
        </w:tc>
        <w:tc>
          <w:tcPr>
            <w:tcW w:w="1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  <w:tc>
          <w:tcPr>
            <w:tcW w:w="1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  <w:tc>
          <w:tcPr>
            <w:tcW w:w="31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8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extDirection w:val="tbRlV"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pacing w:val="20"/>
                <w:sz w:val="24"/>
              </w:rPr>
            </w:pPr>
          </w:p>
        </w:tc>
        <w:tc>
          <w:tcPr>
            <w:tcW w:w="1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  <w:tc>
          <w:tcPr>
            <w:tcW w:w="1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  <w:tc>
          <w:tcPr>
            <w:tcW w:w="31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8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extDirection w:val="tbRlV"/>
            <w:vAlign w:val="center"/>
          </w:tcPr>
          <w:p>
            <w:pPr>
              <w:jc w:val="center"/>
              <w:rPr>
                <w:rFonts w:ascii="Times New Roman" w:hAnsi="Times New Roman" w:eastAsia="仿宋_GB2312" w:cs="仿宋_GB2312"/>
                <w:color w:val="000000"/>
                <w:spacing w:val="20"/>
                <w:sz w:val="24"/>
              </w:rPr>
            </w:pPr>
          </w:p>
        </w:tc>
        <w:tc>
          <w:tcPr>
            <w:tcW w:w="1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  <w:tc>
          <w:tcPr>
            <w:tcW w:w="12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  <w:tc>
          <w:tcPr>
            <w:tcW w:w="1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  <w:tc>
          <w:tcPr>
            <w:tcW w:w="31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86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审</w:t>
            </w:r>
          </w:p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查</w:t>
            </w:r>
          </w:p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人</w:t>
            </w:r>
          </w:p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意</w:t>
            </w:r>
          </w:p>
          <w:p>
            <w:pPr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见</w:t>
            </w:r>
          </w:p>
        </w:tc>
        <w:tc>
          <w:tcPr>
            <w:tcW w:w="8220" w:type="dxa"/>
            <w:gridSpan w:val="11"/>
          </w:tcPr>
          <w:p>
            <w:pPr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经审查，符合岗位报名条件。</w:t>
            </w:r>
          </w:p>
          <w:p>
            <w:pPr>
              <w:ind w:firstLine="5040" w:firstLineChars="2100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ind w:firstLine="5040" w:firstLineChars="2100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审查人签名：</w:t>
            </w:r>
          </w:p>
          <w:p>
            <w:pPr>
              <w:ind w:firstLine="5040" w:firstLineChars="2100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ind w:firstLine="5040" w:firstLineChars="2100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 xml:space="preserve">  </w:t>
            </w:r>
            <w:r>
              <w:rPr>
                <w:rFonts w:hint="eastAsia" w:ascii="Times New Roman" w:hAnsi="Times New Roman" w:eastAsia="仿宋_GB2312"/>
                <w:color w:val="FF0000"/>
                <w:sz w:val="24"/>
              </w:rPr>
              <w:t xml:space="preserve">  </w:t>
            </w: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 xml:space="preserve">  </w:t>
            </w: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6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8220" w:type="dxa"/>
            <w:gridSpan w:val="11"/>
          </w:tcPr>
          <w:p>
            <w:pPr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经审查，不符合岗位报名条件（请注明原因）。</w:t>
            </w:r>
          </w:p>
          <w:p>
            <w:pPr>
              <w:ind w:firstLine="5040" w:firstLineChars="2100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ind w:firstLine="5040" w:firstLineChars="2100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审查人签名：</w:t>
            </w:r>
          </w:p>
          <w:p>
            <w:pPr>
              <w:ind w:firstLine="5040" w:firstLineChars="2100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 xml:space="preserve"> </w:t>
            </w:r>
          </w:p>
          <w:p>
            <w:pPr>
              <w:ind w:firstLine="5760" w:firstLineChars="2400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sz w:val="24"/>
              </w:rPr>
              <w:t>年    月    日</w:t>
            </w:r>
          </w:p>
        </w:tc>
      </w:tr>
    </w:tbl>
    <w:p>
      <w:pPr>
        <w:tabs>
          <w:tab w:val="left" w:pos="1050"/>
        </w:tabs>
        <w:spacing w:line="20" w:lineRule="exact"/>
        <w:rPr>
          <w:rFonts w:ascii="Times New Roman" w:hAnsi="Times New Roman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2240" w:h="15840"/>
      <w:pgMar w:top="1440" w:right="1800" w:bottom="1440" w:left="1800" w:header="720" w:footer="720" w:gutter="0"/>
      <w:pgNumType w:fmt="numberInDash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41784B"/>
    <w:rsid w:val="000036B8"/>
    <w:rsid w:val="00065754"/>
    <w:rsid w:val="000A492E"/>
    <w:rsid w:val="000C45CB"/>
    <w:rsid w:val="000E6B08"/>
    <w:rsid w:val="00184D67"/>
    <w:rsid w:val="001C5F14"/>
    <w:rsid w:val="001E4275"/>
    <w:rsid w:val="0027562F"/>
    <w:rsid w:val="002B2AC9"/>
    <w:rsid w:val="003B03CC"/>
    <w:rsid w:val="00484C47"/>
    <w:rsid w:val="00500DD7"/>
    <w:rsid w:val="00535FAA"/>
    <w:rsid w:val="0057424B"/>
    <w:rsid w:val="005F51E3"/>
    <w:rsid w:val="00664BEE"/>
    <w:rsid w:val="007640B4"/>
    <w:rsid w:val="007C360C"/>
    <w:rsid w:val="00A03802"/>
    <w:rsid w:val="00AE743F"/>
    <w:rsid w:val="00B04C7A"/>
    <w:rsid w:val="00BF0FA0"/>
    <w:rsid w:val="00C2240C"/>
    <w:rsid w:val="00C43C9B"/>
    <w:rsid w:val="00C561E0"/>
    <w:rsid w:val="00C65DE7"/>
    <w:rsid w:val="00CB5608"/>
    <w:rsid w:val="00D55967"/>
    <w:rsid w:val="00DB0E6E"/>
    <w:rsid w:val="00F059B3"/>
    <w:rsid w:val="00F0793A"/>
    <w:rsid w:val="00F24076"/>
    <w:rsid w:val="00F259A0"/>
    <w:rsid w:val="00FD4099"/>
    <w:rsid w:val="02B245CA"/>
    <w:rsid w:val="05F421DD"/>
    <w:rsid w:val="07DF4E25"/>
    <w:rsid w:val="0A4C79C6"/>
    <w:rsid w:val="0C996641"/>
    <w:rsid w:val="0FB3181B"/>
    <w:rsid w:val="113641C0"/>
    <w:rsid w:val="113E0E2E"/>
    <w:rsid w:val="12232A53"/>
    <w:rsid w:val="12483542"/>
    <w:rsid w:val="12784C39"/>
    <w:rsid w:val="12B72C8C"/>
    <w:rsid w:val="15371B04"/>
    <w:rsid w:val="16A70478"/>
    <w:rsid w:val="19290189"/>
    <w:rsid w:val="19F54299"/>
    <w:rsid w:val="1A175449"/>
    <w:rsid w:val="1B6D0EFC"/>
    <w:rsid w:val="1BF73D89"/>
    <w:rsid w:val="1CDF01DC"/>
    <w:rsid w:val="1DE77B3F"/>
    <w:rsid w:val="1E7B5F96"/>
    <w:rsid w:val="1E850638"/>
    <w:rsid w:val="1FA2470A"/>
    <w:rsid w:val="1FDB3DFA"/>
    <w:rsid w:val="20A100E6"/>
    <w:rsid w:val="225D44B4"/>
    <w:rsid w:val="25D268B3"/>
    <w:rsid w:val="260145B8"/>
    <w:rsid w:val="26107F43"/>
    <w:rsid w:val="279A3DD9"/>
    <w:rsid w:val="28BF6F74"/>
    <w:rsid w:val="28EC0B56"/>
    <w:rsid w:val="2A181744"/>
    <w:rsid w:val="2AA25EA9"/>
    <w:rsid w:val="2EB815ED"/>
    <w:rsid w:val="2FC8216D"/>
    <w:rsid w:val="308863DF"/>
    <w:rsid w:val="31D21A54"/>
    <w:rsid w:val="354C714D"/>
    <w:rsid w:val="35EE67B5"/>
    <w:rsid w:val="3648099F"/>
    <w:rsid w:val="38A60BA0"/>
    <w:rsid w:val="38B93291"/>
    <w:rsid w:val="39772F53"/>
    <w:rsid w:val="39F51CDC"/>
    <w:rsid w:val="3D6B1222"/>
    <w:rsid w:val="3DA72A0C"/>
    <w:rsid w:val="403E2D92"/>
    <w:rsid w:val="404C1CEA"/>
    <w:rsid w:val="417340A9"/>
    <w:rsid w:val="41741F6B"/>
    <w:rsid w:val="46CE602D"/>
    <w:rsid w:val="477F7B95"/>
    <w:rsid w:val="485A612C"/>
    <w:rsid w:val="48D93655"/>
    <w:rsid w:val="49D663A3"/>
    <w:rsid w:val="49F7270B"/>
    <w:rsid w:val="4AC727A0"/>
    <w:rsid w:val="4B0756EF"/>
    <w:rsid w:val="4C690BBD"/>
    <w:rsid w:val="4DB2098D"/>
    <w:rsid w:val="4E375D2B"/>
    <w:rsid w:val="4EAD4221"/>
    <w:rsid w:val="50FF6492"/>
    <w:rsid w:val="530178B1"/>
    <w:rsid w:val="5641784B"/>
    <w:rsid w:val="56517BA7"/>
    <w:rsid w:val="584E7248"/>
    <w:rsid w:val="59355872"/>
    <w:rsid w:val="59A32B15"/>
    <w:rsid w:val="5A270497"/>
    <w:rsid w:val="5BD02D4B"/>
    <w:rsid w:val="604E4C1E"/>
    <w:rsid w:val="605B67A4"/>
    <w:rsid w:val="63E26A40"/>
    <w:rsid w:val="64855F4D"/>
    <w:rsid w:val="68104F90"/>
    <w:rsid w:val="68AC44A6"/>
    <w:rsid w:val="6B21759C"/>
    <w:rsid w:val="6B7954CE"/>
    <w:rsid w:val="6BC43F08"/>
    <w:rsid w:val="6C4D4F0B"/>
    <w:rsid w:val="6D130719"/>
    <w:rsid w:val="6D535020"/>
    <w:rsid w:val="70A41312"/>
    <w:rsid w:val="72A348BE"/>
    <w:rsid w:val="72A96502"/>
    <w:rsid w:val="745D3CEC"/>
    <w:rsid w:val="74E07BA1"/>
    <w:rsid w:val="75F17848"/>
    <w:rsid w:val="763619E3"/>
    <w:rsid w:val="768901C4"/>
    <w:rsid w:val="782D170D"/>
    <w:rsid w:val="78C65ADF"/>
    <w:rsid w:val="78CA048D"/>
    <w:rsid w:val="7A4145CA"/>
    <w:rsid w:val="7B2331C8"/>
    <w:rsid w:val="7B8E0267"/>
    <w:rsid w:val="7C6541E8"/>
    <w:rsid w:val="7DA14D41"/>
    <w:rsid w:val="7E48634E"/>
    <w:rsid w:val="7F157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9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99"/>
    <w:pPr>
      <w:spacing w:line="360" w:lineRule="auto"/>
    </w:pPr>
    <w:rPr>
      <w:rFonts w:ascii="Calibri" w:hAnsi="Calibri" w:eastAsia="宋体" w:cs="Times New Roman"/>
    </w:rPr>
  </w:style>
  <w:style w:type="paragraph" w:styleId="3">
    <w:name w:val="Date"/>
    <w:basedOn w:val="1"/>
    <w:next w:val="1"/>
    <w:link w:val="14"/>
    <w:qFormat/>
    <w:uiPriority w:val="0"/>
    <w:pPr>
      <w:ind w:left="100" w:leftChars="2500"/>
    </w:p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spacing w:beforeAutospacing="1" w:afterAutospacing="1"/>
      <w:jc w:val="left"/>
    </w:pPr>
    <w:rPr>
      <w:rFonts w:ascii="Calibri" w:hAnsi="Calibri" w:eastAsia="宋体" w:cs="Times New Roman"/>
      <w:kern w:val="0"/>
      <w:sz w:val="24"/>
    </w:rPr>
  </w:style>
  <w:style w:type="character" w:styleId="9">
    <w:name w:val="FollowedHyperlink"/>
    <w:basedOn w:val="8"/>
    <w:qFormat/>
    <w:uiPriority w:val="0"/>
    <w:rPr>
      <w:color w:val="333333"/>
      <w:u w:val="none"/>
    </w:rPr>
  </w:style>
  <w:style w:type="character" w:styleId="10">
    <w:name w:val="Hyperlink"/>
    <w:basedOn w:val="8"/>
    <w:qFormat/>
    <w:uiPriority w:val="0"/>
    <w:rPr>
      <w:color w:val="333333"/>
      <w:u w:val="none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字符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字符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日期 字符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5">
    <w:name w:val="font21"/>
    <w:qFormat/>
    <w:uiPriority w:val="0"/>
    <w:rPr>
      <w:rFonts w:hint="default" w:ascii="方正小标宋简体" w:hAnsi="方正小标宋简体" w:eastAsia="方正小标宋简体" w:cs="方正小标宋简体"/>
      <w:color w:val="000000"/>
      <w:sz w:val="40"/>
      <w:szCs w:val="40"/>
      <w:u w:val="none"/>
    </w:rPr>
  </w:style>
  <w:style w:type="paragraph" w:customStyle="1" w:styleId="16">
    <w:name w:val="_Style 2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hAnsi="Calibri" w:eastAsia="宋体" w:cs="Times New Roman"/>
      <w:vanish/>
      <w:sz w:val="16"/>
    </w:rPr>
  </w:style>
  <w:style w:type="paragraph" w:customStyle="1" w:styleId="17">
    <w:name w:val="_Style 22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hAnsi="Calibri" w:eastAsia="宋体" w:cs="Times New Roman"/>
      <w:vanish/>
      <w:sz w:val="16"/>
    </w:rPr>
  </w:style>
  <w:style w:type="paragraph" w:customStyle="1" w:styleId="18">
    <w:name w:val="_Style 29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hAnsi="Calibri" w:eastAsia="宋体" w:cs="Times New Roman"/>
      <w:vanish/>
      <w:sz w:val="16"/>
    </w:rPr>
  </w:style>
  <w:style w:type="paragraph" w:customStyle="1" w:styleId="19">
    <w:name w:val="_Style 18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0">
    <w:name w:val="_Style 19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21">
    <w:name w:val="Unresolved Mention"/>
    <w:basedOn w:val="8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3004;&#23721;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7</Pages>
  <Words>489</Words>
  <Characters>2793</Characters>
  <Lines>23</Lines>
  <Paragraphs>6</Paragraphs>
  <TotalTime>0</TotalTime>
  <ScaleCrop>false</ScaleCrop>
  <LinksUpToDate>false</LinksUpToDate>
  <CharactersWithSpaces>3276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2018-09-14T08:43:00Z</dcterms:created>
  <dc:creator>天使的羽毛</dc:creator>
  <cp:lastModifiedBy>Administrator</cp:lastModifiedBy>
  <cp:lastPrinted>2021-03-24T14:47:00Z</cp:lastPrinted>
  <dcterms:modified xsi:type="dcterms:W3CDTF">2021-03-27T02:09:00Z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7AB6470D02A444459D46EDD3900C6FDF</vt:lpwstr>
  </property>
  <property fmtid="{D5CDD505-2E9C-101B-9397-08002B2CF9AE}" pid="4" name="KSOSaveFontToCloudKey">
    <vt:lpwstr>289343136_btnclosed</vt:lpwstr>
  </property>
</Properties>
</file>