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040404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40404"/>
          <w:spacing w:val="0"/>
          <w:sz w:val="24"/>
          <w:szCs w:val="24"/>
          <w:bdr w:val="none" w:color="auto" w:sz="0" w:space="0"/>
          <w:shd w:val="clear" w:fill="FFFFFF"/>
        </w:rPr>
        <w:t>丁睿彬（1313） 李 腾（7478） 李 骞（3810） 汪天一（101X）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040404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40404"/>
          <w:spacing w:val="0"/>
          <w:sz w:val="24"/>
          <w:szCs w:val="24"/>
          <w:bdr w:val="none" w:color="auto" w:sz="0" w:space="0"/>
          <w:shd w:val="clear" w:fill="FFFFFF"/>
        </w:rPr>
        <w:t>张乾江（5512） 胡莉梭（6720） 袁 超（0633） 顾 伟（2424）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/>
        <w:ind w:left="0" w:right="0" w:firstLine="0"/>
        <w:rPr>
          <w:rFonts w:hint="default" w:ascii="Times New Roman" w:hAnsi="Times New Roman" w:cs="Times New Roman"/>
          <w:i w:val="0"/>
          <w:iCs w:val="0"/>
          <w:caps w:val="0"/>
          <w:color w:val="040404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40404"/>
          <w:spacing w:val="0"/>
          <w:sz w:val="24"/>
          <w:szCs w:val="24"/>
          <w:bdr w:val="none" w:color="auto" w:sz="0" w:space="0"/>
          <w:shd w:val="clear" w:fill="FFFFFF"/>
        </w:rPr>
        <w:t>郭小娇（322X） 涂倩思（094X）</w:t>
      </w:r>
    </w:p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83" w:right="283" w:bottom="283" w:left="283" w:header="851" w:footer="850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337CD"/>
    <w:rsid w:val="0018666F"/>
    <w:rsid w:val="003919CF"/>
    <w:rsid w:val="005B5AAD"/>
    <w:rsid w:val="00797B37"/>
    <w:rsid w:val="00961082"/>
    <w:rsid w:val="00DB0D39"/>
    <w:rsid w:val="04442554"/>
    <w:rsid w:val="04AA1608"/>
    <w:rsid w:val="0768291D"/>
    <w:rsid w:val="12467EB2"/>
    <w:rsid w:val="1393413B"/>
    <w:rsid w:val="16851706"/>
    <w:rsid w:val="18305379"/>
    <w:rsid w:val="185D4050"/>
    <w:rsid w:val="224410B2"/>
    <w:rsid w:val="226B3930"/>
    <w:rsid w:val="22A979C6"/>
    <w:rsid w:val="26220CBE"/>
    <w:rsid w:val="284D30FA"/>
    <w:rsid w:val="2B7F1F7F"/>
    <w:rsid w:val="2C7F636D"/>
    <w:rsid w:val="2E992179"/>
    <w:rsid w:val="30827248"/>
    <w:rsid w:val="42E51F42"/>
    <w:rsid w:val="453A054B"/>
    <w:rsid w:val="45A04642"/>
    <w:rsid w:val="469758CA"/>
    <w:rsid w:val="49973D34"/>
    <w:rsid w:val="51E42FE6"/>
    <w:rsid w:val="5AB3533C"/>
    <w:rsid w:val="5CB37CCE"/>
    <w:rsid w:val="5E9E768A"/>
    <w:rsid w:val="5F865825"/>
    <w:rsid w:val="5FA31A79"/>
    <w:rsid w:val="65A62CDA"/>
    <w:rsid w:val="696F1231"/>
    <w:rsid w:val="6D554834"/>
    <w:rsid w:val="702A04D7"/>
    <w:rsid w:val="719C2196"/>
    <w:rsid w:val="7533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qFormat="1" w:unhideWhenUsed="0" w:uiPriority="99" w:semiHidden="0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adjustRightInd w:val="0"/>
      <w:snapToGrid w:val="0"/>
      <w:spacing w:line="600" w:lineRule="exact"/>
      <w:ind w:firstLine="640" w:firstLineChars="200"/>
      <w:outlineLvl w:val="0"/>
    </w:pPr>
    <w:rPr>
      <w:rFonts w:eastAsia="方正黑体简体"/>
      <w:bCs/>
      <w:kern w:val="44"/>
      <w:sz w:val="32"/>
      <w:szCs w:val="44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4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locked/>
    <w:uiPriority w:val="0"/>
    <w:rPr>
      <w:b/>
    </w:rPr>
  </w:style>
  <w:style w:type="character" w:styleId="9">
    <w:name w:val="FollowedHyperlink"/>
    <w:basedOn w:val="7"/>
    <w:uiPriority w:val="99"/>
    <w:rPr>
      <w:rFonts w:cs="Times New Roman"/>
      <w:color w:val="2D4159"/>
      <w:u w:val="none"/>
    </w:rPr>
  </w:style>
  <w:style w:type="character" w:styleId="10">
    <w:name w:val="HTML Typewriter"/>
    <w:basedOn w:val="7"/>
    <w:qFormat/>
    <w:uiPriority w:val="99"/>
    <w:rPr>
      <w:rFonts w:cs="Times New Roman"/>
      <w:b/>
      <w:color w:val="FFFFFF"/>
    </w:rPr>
  </w:style>
  <w:style w:type="character" w:styleId="11">
    <w:name w:val="Hyperlink"/>
    <w:basedOn w:val="7"/>
    <w:uiPriority w:val="99"/>
    <w:rPr>
      <w:rFonts w:cs="Times New Roman"/>
      <w:color w:val="2D4159"/>
      <w:u w:val="none"/>
    </w:rPr>
  </w:style>
  <w:style w:type="character" w:customStyle="1" w:styleId="12">
    <w:name w:val="Heading 1 Char"/>
    <w:basedOn w:val="7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13">
    <w:name w:val="Footer Char"/>
    <w:basedOn w:val="7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14">
    <w:name w:val="Header Char"/>
    <w:basedOn w:val="7"/>
    <w:link w:val="4"/>
    <w:semiHidden/>
    <w:qFormat/>
    <w:uiPriority w:val="99"/>
    <w:rPr>
      <w:rFonts w:ascii="Calibri" w:hAnsi="Calibri"/>
      <w:sz w:val="18"/>
      <w:szCs w:val="18"/>
    </w:rPr>
  </w:style>
  <w:style w:type="character" w:customStyle="1" w:styleId="15">
    <w:name w:val="font11"/>
    <w:basedOn w:val="7"/>
    <w:qFormat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41"/>
    <w:basedOn w:val="7"/>
    <w:qFormat/>
    <w:uiPriority w:val="99"/>
    <w:rPr>
      <w:rFonts w:ascii="Times New Roman" w:hAnsi="Times New Roman" w:cs="Times New Roman"/>
      <w:color w:val="000000"/>
      <w:sz w:val="18"/>
      <w:szCs w:val="18"/>
      <w:u w:val="none"/>
    </w:rPr>
  </w:style>
  <w:style w:type="character" w:customStyle="1" w:styleId="17">
    <w:name w:val="font71"/>
    <w:basedOn w:val="7"/>
    <w:qFormat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131"/>
    <w:basedOn w:val="7"/>
    <w:qFormat/>
    <w:uiPriority w:val="99"/>
    <w:rPr>
      <w:rFonts w:ascii="Times New Roman" w:hAnsi="Times New Roman" w:cs="Times New Roman"/>
      <w:color w:val="000000"/>
      <w:sz w:val="18"/>
      <w:szCs w:val="18"/>
      <w:u w:val="none"/>
    </w:rPr>
  </w:style>
  <w:style w:type="character" w:customStyle="1" w:styleId="19">
    <w:name w:val="font171"/>
    <w:basedOn w:val="7"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0">
    <w:name w:val="font21"/>
    <w:basedOn w:val="7"/>
    <w:uiPriority w:val="99"/>
    <w:rPr>
      <w:rFonts w:ascii="Times New Roman" w:hAnsi="Times New Roman" w:cs="Times New Roman"/>
      <w:color w:val="000000"/>
      <w:sz w:val="18"/>
      <w:szCs w:val="18"/>
      <w:u w:val="none"/>
    </w:rPr>
  </w:style>
  <w:style w:type="character" w:customStyle="1" w:styleId="21">
    <w:name w:val="font161"/>
    <w:basedOn w:val="7"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2">
    <w:name w:val="font121"/>
    <w:basedOn w:val="7"/>
    <w:uiPriority w:val="99"/>
    <w:rPr>
      <w:rFonts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楚雄州大姚县党政机关单位</Company>
  <Pages>6</Pages>
  <Words>906</Words>
  <Characters>5167</Characters>
  <Lines>0</Lines>
  <Paragraphs>0</Paragraphs>
  <TotalTime>299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2021-03-23T01:19:00Z</dcterms:created>
  <dc:creator>記Yi里de僮話</dc:creator>
  <cp:lastModifiedBy>Yan</cp:lastModifiedBy>
  <cp:lastPrinted>2021-02-23T00:57:00Z</cp:lastPrinted>
  <dcterms:modified xsi:type="dcterms:W3CDTF">2021-03-26T09:19:39Z</dcterms:modified>
  <dc:title>附件：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286330823_cloud</vt:lpwstr>
  </property>
  <property fmtid="{D5CDD505-2E9C-101B-9397-08002B2CF9AE}" pid="4" name="ICV">
    <vt:lpwstr>DF057BB285064B62AB3578D32AD8E14D</vt:lpwstr>
  </property>
</Properties>
</file>