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方正大标宋简体" w:eastAsia="方正大标宋简体"/>
          <w:szCs w:val="21"/>
        </w:rPr>
      </w:pPr>
      <w:r>
        <w:rPr>
          <w:rFonts w:hint="eastAsia" w:ascii="方正大标宋简体" w:eastAsia="方正大标宋简体"/>
          <w:szCs w:val="21"/>
        </w:rPr>
        <w:t>附件</w:t>
      </w:r>
      <w:r>
        <w:rPr>
          <w:rFonts w:ascii="方正大标宋简体" w:eastAsia="方正大标宋简体"/>
          <w:szCs w:val="21"/>
        </w:rPr>
        <w:t>1</w:t>
      </w:r>
      <w:r>
        <w:rPr>
          <w:rFonts w:hint="eastAsia" w:ascii="方正大标宋简体" w:eastAsia="方正大标宋简体"/>
          <w:szCs w:val="21"/>
        </w:rPr>
        <w:t>：</w:t>
      </w:r>
      <w:r>
        <w:rPr>
          <w:rFonts w:ascii="方正大标宋简体" w:eastAsia="方正大标宋简体"/>
          <w:szCs w:val="21"/>
        </w:rPr>
        <w:t xml:space="preserve">              </w:t>
      </w:r>
    </w:p>
    <w:p>
      <w:pPr>
        <w:jc w:val="center"/>
        <w:rPr>
          <w:rFonts w:ascii="方正大标宋简体" w:eastAsia="方正大标宋简体"/>
          <w:b/>
          <w:sz w:val="36"/>
          <w:szCs w:val="36"/>
        </w:rPr>
      </w:pPr>
      <w:bookmarkStart w:id="0" w:name="_GoBack"/>
      <w:r>
        <w:rPr>
          <w:rFonts w:hint="eastAsia" w:ascii="方正大标宋简体" w:eastAsia="方正大标宋简体"/>
          <w:b/>
          <w:sz w:val="36"/>
          <w:szCs w:val="36"/>
        </w:rPr>
        <w:t>安阳市消防救援支队政府专职消防员报名登记表</w:t>
      </w:r>
      <w:bookmarkEnd w:id="0"/>
    </w:p>
    <w:tbl>
      <w:tblPr>
        <w:tblStyle w:val="4"/>
        <w:tblpPr w:leftFromText="180" w:rightFromText="180" w:vertAnchor="text" w:horzAnchor="margin" w:tblpXSpec="center" w:tblpY="690"/>
        <w:tblW w:w="968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1591"/>
        <w:gridCol w:w="721"/>
        <w:gridCol w:w="342"/>
        <w:gridCol w:w="707"/>
        <w:gridCol w:w="85"/>
        <w:gridCol w:w="268"/>
        <w:gridCol w:w="584"/>
        <w:gridCol w:w="593"/>
        <w:gridCol w:w="171"/>
        <w:gridCol w:w="6"/>
        <w:gridCol w:w="1416"/>
        <w:gridCol w:w="1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名</w:t>
            </w:r>
          </w:p>
        </w:tc>
        <w:tc>
          <w:tcPr>
            <w:tcW w:w="15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别</w:t>
            </w:r>
          </w:p>
        </w:tc>
        <w:tc>
          <w:tcPr>
            <w:tcW w:w="10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（</w:t>
            </w:r>
            <w:r>
              <w:rPr>
                <w:rFonts w:ascii="仿宋_GB2312" w:eastAsia="仿宋_GB2312"/>
                <w:szCs w:val="21"/>
              </w:rPr>
              <w:t xml:space="preserve">   </w:t>
            </w:r>
            <w:r>
              <w:rPr>
                <w:rFonts w:hint="eastAsia" w:ascii="仿宋_GB2312" w:eastAsia="仿宋_GB2312"/>
                <w:szCs w:val="21"/>
              </w:rPr>
              <w:t>岁）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6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籍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贯</w:t>
            </w:r>
          </w:p>
        </w:tc>
        <w:tc>
          <w:tcPr>
            <w:tcW w:w="1591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063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</w:t>
            </w:r>
            <w:r>
              <w:rPr>
                <w:rFonts w:ascii="仿宋_GB2312" w:eastAsia="仿宋_GB2312"/>
                <w:szCs w:val="21"/>
              </w:rPr>
              <w:t xml:space="preserve">  </w:t>
            </w:r>
            <w:r>
              <w:rPr>
                <w:rFonts w:hint="eastAsia" w:ascii="仿宋_GB2312" w:eastAsia="仿宋_GB2312"/>
                <w:szCs w:val="21"/>
              </w:rPr>
              <w:t>族</w:t>
            </w:r>
          </w:p>
        </w:tc>
        <w:tc>
          <w:tcPr>
            <w:tcW w:w="1060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7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5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历</w:t>
            </w:r>
          </w:p>
        </w:tc>
        <w:tc>
          <w:tcPr>
            <w:tcW w:w="265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6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位</w:t>
            </w:r>
          </w:p>
        </w:tc>
        <w:tc>
          <w:tcPr>
            <w:tcW w:w="2186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毕业院校及专业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1" w:type="dxa"/>
            <w:gridSpan w:val="5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毕业时间</w:t>
            </w:r>
          </w:p>
        </w:tc>
        <w:tc>
          <w:tcPr>
            <w:tcW w:w="142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86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原职业（工种）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原技能等级、资格证书编号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身份证号码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通讯地址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邮政编码</w:t>
            </w:r>
          </w:p>
        </w:tc>
        <w:tc>
          <w:tcPr>
            <w:tcW w:w="3361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707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32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学习及工作简历</w:t>
            </w:r>
          </w:p>
        </w:tc>
        <w:tc>
          <w:tcPr>
            <w:tcW w:w="8349" w:type="dxa"/>
            <w:gridSpan w:val="1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本人承诺</w:t>
            </w:r>
          </w:p>
        </w:tc>
        <w:tc>
          <w:tcPr>
            <w:tcW w:w="8349" w:type="dxa"/>
            <w:gridSpan w:val="12"/>
          </w:tcPr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80" w:lineRule="exac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报名人（签名）：</w:t>
            </w:r>
          </w:p>
          <w:p>
            <w:pPr>
              <w:spacing w:line="280" w:lineRule="exact"/>
              <w:ind w:firstLine="5775" w:firstLineChars="275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exac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报考单位</w:t>
            </w:r>
          </w:p>
        </w:tc>
        <w:tc>
          <w:tcPr>
            <w:tcW w:w="2312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报考岗位</w:t>
            </w:r>
          </w:p>
        </w:tc>
        <w:tc>
          <w:tcPr>
            <w:tcW w:w="4903" w:type="dxa"/>
            <w:gridSpan w:val="7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7" w:hRule="atLeast"/>
        </w:trPr>
        <w:tc>
          <w:tcPr>
            <w:tcW w:w="1340" w:type="dxa"/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意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见</w:t>
            </w:r>
          </w:p>
        </w:tc>
        <w:tc>
          <w:tcPr>
            <w:tcW w:w="8349" w:type="dxa"/>
            <w:gridSpan w:val="12"/>
          </w:tcPr>
          <w:p>
            <w:pPr>
              <w:spacing w:line="280" w:lineRule="exact"/>
              <w:ind w:firstLine="3465" w:firstLineChars="1650"/>
              <w:rPr>
                <w:rFonts w:ascii="仿宋_GB2312" w:eastAsia="仿宋_GB2312"/>
                <w:szCs w:val="21"/>
              </w:rPr>
            </w:pPr>
          </w:p>
          <w:p>
            <w:pPr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830" w:firstLineChars="2300"/>
              <w:rPr>
                <w:rFonts w:ascii="仿宋_GB2312" w:eastAsia="仿宋_GB2312"/>
                <w:szCs w:val="21"/>
              </w:rPr>
            </w:pPr>
          </w:p>
          <w:p>
            <w:pPr>
              <w:tabs>
                <w:tab w:val="left" w:pos="5040"/>
              </w:tabs>
              <w:ind w:firstLine="4410" w:firstLineChars="2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审查人（签名）：</w:t>
            </w:r>
            <w:r>
              <w:rPr>
                <w:rFonts w:ascii="仿宋_GB2312" w:eastAsia="仿宋_GB2312"/>
                <w:szCs w:val="21"/>
              </w:rPr>
              <w:t xml:space="preserve">                 </w:t>
            </w:r>
          </w:p>
          <w:p>
            <w:pPr>
              <w:tabs>
                <w:tab w:val="left" w:pos="5040"/>
              </w:tabs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/>
                <w:szCs w:val="21"/>
              </w:rPr>
              <w:t xml:space="preserve">                                          </w:t>
            </w:r>
            <w:r>
              <w:rPr>
                <w:rFonts w:hint="eastAsia" w:ascii="仿宋_GB2312" w:eastAsia="仿宋_GB2312"/>
                <w:szCs w:val="21"/>
              </w:rPr>
              <w:t>年</w:t>
            </w:r>
            <w:r>
              <w:rPr>
                <w:rFonts w:ascii="仿宋_GB2312" w:eastAsia="仿宋_GB2312"/>
                <w:szCs w:val="21"/>
              </w:rPr>
              <w:t xml:space="preserve">    </w:t>
            </w:r>
            <w:r>
              <w:rPr>
                <w:rFonts w:hint="eastAsia" w:ascii="仿宋_GB2312" w:eastAsia="仿宋_GB2312"/>
                <w:szCs w:val="21"/>
              </w:rPr>
              <w:t>月</w:t>
            </w:r>
            <w:r>
              <w:rPr>
                <w:rFonts w:ascii="仿宋_GB2312" w:eastAsia="仿宋_GB2312"/>
                <w:szCs w:val="21"/>
              </w:rPr>
              <w:t xml:space="preserve">     </w:t>
            </w:r>
            <w:r>
              <w:rPr>
                <w:rFonts w:hint="eastAsia" w:ascii="仿宋_GB2312" w:eastAsia="仿宋_GB2312"/>
                <w:szCs w:val="21"/>
              </w:rPr>
              <w:t>日</w:t>
            </w:r>
          </w:p>
        </w:tc>
      </w:tr>
    </w:tbl>
    <w:p>
      <w:pPr>
        <w:spacing w:line="560" w:lineRule="exact"/>
        <w:ind w:right="-808" w:rightChars="-385"/>
        <w:rPr>
          <w:rFonts w:ascii="仿宋_GB2312" w:eastAsia="仿宋_GB2312"/>
          <w:szCs w:val="21"/>
        </w:rPr>
      </w:pPr>
      <w:r>
        <w:rPr>
          <w:rFonts w:hint="eastAsia" w:ascii="仿宋_GB2312" w:eastAsia="仿宋_GB2312"/>
          <w:szCs w:val="21"/>
        </w:rPr>
        <w:t>序号：</w:t>
      </w:r>
      <w:r>
        <w:rPr>
          <w:rFonts w:ascii="仿宋_GB2312" w:eastAsia="仿宋_GB2312"/>
          <w:szCs w:val="21"/>
        </w:rPr>
        <w:t xml:space="preserve">                                                        </w:t>
      </w:r>
      <w:r>
        <w:rPr>
          <w:rFonts w:hint="eastAsia" w:ascii="仿宋_GB2312" w:eastAsia="仿宋_GB2312"/>
          <w:szCs w:val="21"/>
        </w:rPr>
        <w:t>填表日期：</w:t>
      </w:r>
      <w:r>
        <w:rPr>
          <w:rFonts w:ascii="仿宋_GB2312" w:eastAsia="仿宋_GB2312"/>
          <w:szCs w:val="21"/>
        </w:rPr>
        <w:t xml:space="preserve">    </w:t>
      </w:r>
      <w:r>
        <w:rPr>
          <w:rFonts w:hint="eastAsia" w:ascii="仿宋_GB2312" w:eastAsia="仿宋_GB2312"/>
          <w:szCs w:val="21"/>
        </w:rPr>
        <w:t>年</w:t>
      </w:r>
      <w:r>
        <w:rPr>
          <w:rFonts w:ascii="仿宋_GB2312" w:eastAsia="仿宋_GB2312"/>
          <w:szCs w:val="21"/>
        </w:rPr>
        <w:t xml:space="preserve">    </w:t>
      </w:r>
      <w:r>
        <w:rPr>
          <w:rFonts w:hint="eastAsia" w:ascii="仿宋_GB2312" w:eastAsia="仿宋_GB2312"/>
          <w:szCs w:val="21"/>
        </w:rPr>
        <w:t>月</w:t>
      </w:r>
      <w:r>
        <w:rPr>
          <w:rFonts w:ascii="仿宋_GB2312" w:eastAsia="仿宋_GB2312"/>
          <w:szCs w:val="21"/>
        </w:rPr>
        <w:t xml:space="preserve">    </w:t>
      </w:r>
      <w:r>
        <w:rPr>
          <w:rFonts w:hint="eastAsia" w:ascii="仿宋_GB2312" w:eastAsia="仿宋_GB2312"/>
          <w:szCs w:val="21"/>
        </w:rPr>
        <w:t>日</w:t>
      </w:r>
    </w:p>
    <w:p>
      <w:pPr>
        <w:spacing w:line="280" w:lineRule="exact"/>
        <w:ind w:left="42" w:leftChars="-200" w:right="-458" w:rightChars="-218" w:hanging="462" w:hangingChars="220"/>
        <w:rPr>
          <w:rFonts w:ascii="仿宋_GB2312" w:eastAsia="仿宋_GB2312"/>
          <w:szCs w:val="21"/>
        </w:rPr>
      </w:pPr>
    </w:p>
    <w:p>
      <w:pPr>
        <w:spacing w:line="280" w:lineRule="exact"/>
        <w:ind w:left="42" w:leftChars="-200" w:right="-458" w:rightChars="-218" w:hanging="462" w:hangingChars="220"/>
      </w:pPr>
      <w:r>
        <w:rPr>
          <w:rFonts w:hint="eastAsia" w:ascii="仿宋_GB2312" w:eastAsia="仿宋_GB2312"/>
          <w:szCs w:val="21"/>
        </w:rPr>
        <w:t>注：</w:t>
      </w:r>
      <w:r>
        <w:rPr>
          <w:rFonts w:ascii="仿宋_GB2312" w:eastAsia="仿宋_GB2312"/>
          <w:szCs w:val="21"/>
        </w:rPr>
        <w:t>1.</w:t>
      </w:r>
      <w:r>
        <w:rPr>
          <w:rFonts w:hint="eastAsia" w:ascii="仿宋_GB2312" w:eastAsia="仿宋_GB2312"/>
          <w:szCs w:val="21"/>
        </w:rPr>
        <w:t>本表一式</w:t>
      </w:r>
      <w:r>
        <w:rPr>
          <w:rFonts w:ascii="仿宋_GB2312" w:eastAsia="仿宋_GB2312"/>
          <w:szCs w:val="21"/>
        </w:rPr>
        <w:t>2</w:t>
      </w:r>
      <w:r>
        <w:rPr>
          <w:rFonts w:hint="eastAsia" w:ascii="仿宋_GB2312" w:eastAsia="仿宋_GB2312"/>
          <w:szCs w:val="21"/>
        </w:rPr>
        <w:t>份。</w:t>
      </w:r>
      <w:r>
        <w:rPr>
          <w:rFonts w:ascii="仿宋_GB2312" w:eastAsia="仿宋_GB2312"/>
          <w:szCs w:val="21"/>
        </w:rPr>
        <w:t>2.</w:t>
      </w:r>
      <w:r>
        <w:rPr>
          <w:rFonts w:hint="eastAsia" w:ascii="仿宋_GB2312" w:eastAsia="仿宋_GB2312"/>
          <w:szCs w:val="21"/>
        </w:rPr>
        <w:t>除序号和审核意见由负责资格审查的工作人员填写外，其它项目均由报考者填写。填写时请使用正楷字体。</w:t>
      </w:r>
      <w:r>
        <w:rPr>
          <w:rFonts w:ascii="仿宋_GB2312" w:eastAsia="仿宋_GB2312"/>
          <w:szCs w:val="21"/>
        </w:rPr>
        <w:t>3.</w:t>
      </w:r>
      <w:r>
        <w:rPr>
          <w:rFonts w:hint="eastAsia" w:ascii="仿宋_GB2312" w:eastAsia="仿宋_GB2312"/>
          <w:szCs w:val="21"/>
        </w:rPr>
        <w:t>照片背面须写上报考者姓名、身份证号。</w:t>
      </w: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仿宋">
    <w:altName w:val="仿宋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 YaHei UI">
    <w:altName w:val="微软雅黑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7</w:t>
    </w:r>
    <w:r>
      <w:rPr>
        <w:rStyle w:val="6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E0"/>
    <w:rsid w:val="00000693"/>
    <w:rsid w:val="000173AC"/>
    <w:rsid w:val="0002152C"/>
    <w:rsid w:val="000223F7"/>
    <w:rsid w:val="00026C32"/>
    <w:rsid w:val="00041E78"/>
    <w:rsid w:val="00045C95"/>
    <w:rsid w:val="00053E0E"/>
    <w:rsid w:val="00063562"/>
    <w:rsid w:val="00067003"/>
    <w:rsid w:val="00070A41"/>
    <w:rsid w:val="00070ACD"/>
    <w:rsid w:val="00076637"/>
    <w:rsid w:val="000953EC"/>
    <w:rsid w:val="000A25B2"/>
    <w:rsid w:val="000A69F8"/>
    <w:rsid w:val="000B3F1C"/>
    <w:rsid w:val="000C0919"/>
    <w:rsid w:val="000C1D90"/>
    <w:rsid w:val="000D39BD"/>
    <w:rsid w:val="000E4C04"/>
    <w:rsid w:val="000E7AE4"/>
    <w:rsid w:val="00101A13"/>
    <w:rsid w:val="00107B6E"/>
    <w:rsid w:val="0011585E"/>
    <w:rsid w:val="00132DD7"/>
    <w:rsid w:val="00137576"/>
    <w:rsid w:val="00143209"/>
    <w:rsid w:val="00144827"/>
    <w:rsid w:val="00145A38"/>
    <w:rsid w:val="001472A9"/>
    <w:rsid w:val="00176760"/>
    <w:rsid w:val="001851B0"/>
    <w:rsid w:val="00190AF3"/>
    <w:rsid w:val="00191D9F"/>
    <w:rsid w:val="001974DF"/>
    <w:rsid w:val="001A2478"/>
    <w:rsid w:val="001A705F"/>
    <w:rsid w:val="001C3A87"/>
    <w:rsid w:val="001C6F40"/>
    <w:rsid w:val="001C738D"/>
    <w:rsid w:val="001D2956"/>
    <w:rsid w:val="001E624D"/>
    <w:rsid w:val="001E6CFD"/>
    <w:rsid w:val="001E7E2E"/>
    <w:rsid w:val="001F1436"/>
    <w:rsid w:val="00207CA1"/>
    <w:rsid w:val="002124DB"/>
    <w:rsid w:val="00222318"/>
    <w:rsid w:val="0025679F"/>
    <w:rsid w:val="00266C7A"/>
    <w:rsid w:val="00283093"/>
    <w:rsid w:val="002A52D6"/>
    <w:rsid w:val="002A736A"/>
    <w:rsid w:val="002C64C7"/>
    <w:rsid w:val="002C7093"/>
    <w:rsid w:val="002D42AB"/>
    <w:rsid w:val="002E0EA4"/>
    <w:rsid w:val="002F1B3D"/>
    <w:rsid w:val="002F2536"/>
    <w:rsid w:val="002F3DC4"/>
    <w:rsid w:val="002F5E5B"/>
    <w:rsid w:val="002F658A"/>
    <w:rsid w:val="003012A4"/>
    <w:rsid w:val="00307B60"/>
    <w:rsid w:val="00313AB4"/>
    <w:rsid w:val="0031716C"/>
    <w:rsid w:val="00324D0C"/>
    <w:rsid w:val="00344BBE"/>
    <w:rsid w:val="00362EE3"/>
    <w:rsid w:val="00363468"/>
    <w:rsid w:val="00371404"/>
    <w:rsid w:val="00385703"/>
    <w:rsid w:val="003C6E21"/>
    <w:rsid w:val="003D408D"/>
    <w:rsid w:val="003E558F"/>
    <w:rsid w:val="003E745A"/>
    <w:rsid w:val="003F7CAD"/>
    <w:rsid w:val="00431379"/>
    <w:rsid w:val="00452499"/>
    <w:rsid w:val="004552FD"/>
    <w:rsid w:val="0047521B"/>
    <w:rsid w:val="00490396"/>
    <w:rsid w:val="004A31FA"/>
    <w:rsid w:val="004B3F98"/>
    <w:rsid w:val="004B4306"/>
    <w:rsid w:val="004C2FE0"/>
    <w:rsid w:val="004D0404"/>
    <w:rsid w:val="004D0F8F"/>
    <w:rsid w:val="004D3474"/>
    <w:rsid w:val="004D4415"/>
    <w:rsid w:val="004D6349"/>
    <w:rsid w:val="004E0596"/>
    <w:rsid w:val="004E27EC"/>
    <w:rsid w:val="004F1C7D"/>
    <w:rsid w:val="004F4074"/>
    <w:rsid w:val="004F725F"/>
    <w:rsid w:val="00522C2B"/>
    <w:rsid w:val="005421DB"/>
    <w:rsid w:val="00562F9D"/>
    <w:rsid w:val="0056396E"/>
    <w:rsid w:val="00567205"/>
    <w:rsid w:val="00572B51"/>
    <w:rsid w:val="00573F84"/>
    <w:rsid w:val="00581168"/>
    <w:rsid w:val="005A3018"/>
    <w:rsid w:val="005B665A"/>
    <w:rsid w:val="005C01F3"/>
    <w:rsid w:val="005E0D36"/>
    <w:rsid w:val="005E7C97"/>
    <w:rsid w:val="005E7DD5"/>
    <w:rsid w:val="005F38B5"/>
    <w:rsid w:val="00600A77"/>
    <w:rsid w:val="0060740C"/>
    <w:rsid w:val="00612338"/>
    <w:rsid w:val="00613DD0"/>
    <w:rsid w:val="00620D14"/>
    <w:rsid w:val="006229AC"/>
    <w:rsid w:val="006347AB"/>
    <w:rsid w:val="0064518F"/>
    <w:rsid w:val="00650D8D"/>
    <w:rsid w:val="0066327B"/>
    <w:rsid w:val="00674C83"/>
    <w:rsid w:val="00676E9F"/>
    <w:rsid w:val="00680548"/>
    <w:rsid w:val="00686EBF"/>
    <w:rsid w:val="006900C8"/>
    <w:rsid w:val="00695E7E"/>
    <w:rsid w:val="006B4165"/>
    <w:rsid w:val="006B5C56"/>
    <w:rsid w:val="006D320D"/>
    <w:rsid w:val="006F301F"/>
    <w:rsid w:val="006F742B"/>
    <w:rsid w:val="0070410A"/>
    <w:rsid w:val="007116D3"/>
    <w:rsid w:val="00720094"/>
    <w:rsid w:val="00732B8B"/>
    <w:rsid w:val="00732EAF"/>
    <w:rsid w:val="007667FD"/>
    <w:rsid w:val="00776C79"/>
    <w:rsid w:val="00786D07"/>
    <w:rsid w:val="007958CD"/>
    <w:rsid w:val="007A50A3"/>
    <w:rsid w:val="007A6245"/>
    <w:rsid w:val="007B4382"/>
    <w:rsid w:val="007B5FD7"/>
    <w:rsid w:val="007D0739"/>
    <w:rsid w:val="007D6DD9"/>
    <w:rsid w:val="007D6F7F"/>
    <w:rsid w:val="007F0DEE"/>
    <w:rsid w:val="007F1861"/>
    <w:rsid w:val="008045C1"/>
    <w:rsid w:val="0081158A"/>
    <w:rsid w:val="008304FC"/>
    <w:rsid w:val="0083418F"/>
    <w:rsid w:val="00846F33"/>
    <w:rsid w:val="00854952"/>
    <w:rsid w:val="0086113A"/>
    <w:rsid w:val="00861F31"/>
    <w:rsid w:val="00863A46"/>
    <w:rsid w:val="008651D6"/>
    <w:rsid w:val="0087579F"/>
    <w:rsid w:val="00880445"/>
    <w:rsid w:val="00881F2A"/>
    <w:rsid w:val="00884013"/>
    <w:rsid w:val="0089382A"/>
    <w:rsid w:val="00894C94"/>
    <w:rsid w:val="008B2170"/>
    <w:rsid w:val="008B2923"/>
    <w:rsid w:val="008C4606"/>
    <w:rsid w:val="008E5209"/>
    <w:rsid w:val="008E695C"/>
    <w:rsid w:val="008E76EE"/>
    <w:rsid w:val="008F2E7E"/>
    <w:rsid w:val="008F4E57"/>
    <w:rsid w:val="00903467"/>
    <w:rsid w:val="009344A5"/>
    <w:rsid w:val="00934B69"/>
    <w:rsid w:val="009438BF"/>
    <w:rsid w:val="00944193"/>
    <w:rsid w:val="00945E89"/>
    <w:rsid w:val="009471C3"/>
    <w:rsid w:val="009665DB"/>
    <w:rsid w:val="009666AA"/>
    <w:rsid w:val="00974188"/>
    <w:rsid w:val="00975BEA"/>
    <w:rsid w:val="009A2F97"/>
    <w:rsid w:val="009A7A78"/>
    <w:rsid w:val="009C5249"/>
    <w:rsid w:val="009C7D1D"/>
    <w:rsid w:val="009D0F8E"/>
    <w:rsid w:val="009D2DED"/>
    <w:rsid w:val="009F51BC"/>
    <w:rsid w:val="00A1197E"/>
    <w:rsid w:val="00A16A44"/>
    <w:rsid w:val="00A170FE"/>
    <w:rsid w:val="00A22B5D"/>
    <w:rsid w:val="00A36F31"/>
    <w:rsid w:val="00A378F0"/>
    <w:rsid w:val="00A529CB"/>
    <w:rsid w:val="00A540CC"/>
    <w:rsid w:val="00A54CE4"/>
    <w:rsid w:val="00A71538"/>
    <w:rsid w:val="00A8041B"/>
    <w:rsid w:val="00A84435"/>
    <w:rsid w:val="00A9221A"/>
    <w:rsid w:val="00A96CD7"/>
    <w:rsid w:val="00AA26F2"/>
    <w:rsid w:val="00AA2D98"/>
    <w:rsid w:val="00AA32F0"/>
    <w:rsid w:val="00AA5076"/>
    <w:rsid w:val="00AC54C3"/>
    <w:rsid w:val="00AC61F6"/>
    <w:rsid w:val="00AD4395"/>
    <w:rsid w:val="00AE50FB"/>
    <w:rsid w:val="00AE6AD5"/>
    <w:rsid w:val="00AF15E4"/>
    <w:rsid w:val="00AF3A68"/>
    <w:rsid w:val="00B003C0"/>
    <w:rsid w:val="00B07F13"/>
    <w:rsid w:val="00B1424C"/>
    <w:rsid w:val="00B32FD4"/>
    <w:rsid w:val="00B341B4"/>
    <w:rsid w:val="00B4476B"/>
    <w:rsid w:val="00B57929"/>
    <w:rsid w:val="00B65911"/>
    <w:rsid w:val="00B66700"/>
    <w:rsid w:val="00B77955"/>
    <w:rsid w:val="00B87702"/>
    <w:rsid w:val="00B90349"/>
    <w:rsid w:val="00B918AA"/>
    <w:rsid w:val="00B93E38"/>
    <w:rsid w:val="00BA1B6A"/>
    <w:rsid w:val="00BA58F6"/>
    <w:rsid w:val="00BA6275"/>
    <w:rsid w:val="00BB3719"/>
    <w:rsid w:val="00BC5FCB"/>
    <w:rsid w:val="00BC6494"/>
    <w:rsid w:val="00BE1CAA"/>
    <w:rsid w:val="00BE4B7F"/>
    <w:rsid w:val="00BE7098"/>
    <w:rsid w:val="00C03DC4"/>
    <w:rsid w:val="00C0586D"/>
    <w:rsid w:val="00C16BEF"/>
    <w:rsid w:val="00C247BC"/>
    <w:rsid w:val="00C3254F"/>
    <w:rsid w:val="00C50EE1"/>
    <w:rsid w:val="00C52EAB"/>
    <w:rsid w:val="00C56DC7"/>
    <w:rsid w:val="00C708A6"/>
    <w:rsid w:val="00C71671"/>
    <w:rsid w:val="00C772DE"/>
    <w:rsid w:val="00C83548"/>
    <w:rsid w:val="00C9286C"/>
    <w:rsid w:val="00CB1CC8"/>
    <w:rsid w:val="00CB4743"/>
    <w:rsid w:val="00CC14E7"/>
    <w:rsid w:val="00CC25E1"/>
    <w:rsid w:val="00D021B7"/>
    <w:rsid w:val="00D1617F"/>
    <w:rsid w:val="00D32521"/>
    <w:rsid w:val="00D401BA"/>
    <w:rsid w:val="00D56B68"/>
    <w:rsid w:val="00D6289F"/>
    <w:rsid w:val="00D669D7"/>
    <w:rsid w:val="00D8343C"/>
    <w:rsid w:val="00D97D85"/>
    <w:rsid w:val="00DA0B74"/>
    <w:rsid w:val="00DA54D2"/>
    <w:rsid w:val="00DB0A04"/>
    <w:rsid w:val="00DB2CC9"/>
    <w:rsid w:val="00DD219C"/>
    <w:rsid w:val="00DD524B"/>
    <w:rsid w:val="00DD5F89"/>
    <w:rsid w:val="00DD6F83"/>
    <w:rsid w:val="00DF10A8"/>
    <w:rsid w:val="00E030ED"/>
    <w:rsid w:val="00E04F6E"/>
    <w:rsid w:val="00E15827"/>
    <w:rsid w:val="00E2276B"/>
    <w:rsid w:val="00E2764D"/>
    <w:rsid w:val="00E305F1"/>
    <w:rsid w:val="00E447C3"/>
    <w:rsid w:val="00E456BE"/>
    <w:rsid w:val="00E468C3"/>
    <w:rsid w:val="00E85085"/>
    <w:rsid w:val="00E87883"/>
    <w:rsid w:val="00E9594F"/>
    <w:rsid w:val="00E9667C"/>
    <w:rsid w:val="00EA5A9A"/>
    <w:rsid w:val="00ED061A"/>
    <w:rsid w:val="00ED0917"/>
    <w:rsid w:val="00EE23DA"/>
    <w:rsid w:val="00EF2234"/>
    <w:rsid w:val="00EF2335"/>
    <w:rsid w:val="00EF5B14"/>
    <w:rsid w:val="00F06DB8"/>
    <w:rsid w:val="00F07D20"/>
    <w:rsid w:val="00F36DD9"/>
    <w:rsid w:val="00F442F2"/>
    <w:rsid w:val="00F54971"/>
    <w:rsid w:val="00F90C42"/>
    <w:rsid w:val="00F93551"/>
    <w:rsid w:val="00F94F4E"/>
    <w:rsid w:val="00FA012A"/>
    <w:rsid w:val="00FE7A4D"/>
    <w:rsid w:val="1AC12ABE"/>
    <w:rsid w:val="26E07B84"/>
    <w:rsid w:val="2B8B25D7"/>
    <w:rsid w:val="2E856ACF"/>
    <w:rsid w:val="2EBA75E6"/>
    <w:rsid w:val="318B00F4"/>
    <w:rsid w:val="33076277"/>
    <w:rsid w:val="36C24E64"/>
    <w:rsid w:val="387C0543"/>
    <w:rsid w:val="3D2813D0"/>
    <w:rsid w:val="42DB2162"/>
    <w:rsid w:val="54237CE2"/>
    <w:rsid w:val="5A4F22F2"/>
    <w:rsid w:val="5D5955C5"/>
    <w:rsid w:val="64F36BA9"/>
    <w:rsid w:val="6C91788A"/>
    <w:rsid w:val="6F094B0B"/>
    <w:rsid w:val="7F47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3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styleId="6">
    <w:name w:val="page number"/>
    <w:basedOn w:val="5"/>
    <w:qFormat/>
    <w:uiPriority w:val="99"/>
    <w:rPr>
      <w:rFonts w:cs="Times New Roman"/>
    </w:rPr>
  </w:style>
  <w:style w:type="character" w:customStyle="1" w:styleId="7">
    <w:name w:val="Footer Char"/>
    <w:basedOn w:val="5"/>
    <w:link w:val="2"/>
    <w:semiHidden/>
    <w:locked/>
    <w:uiPriority w:val="99"/>
    <w:rPr>
      <w:rFonts w:cs="Times New Roman"/>
      <w:sz w:val="18"/>
      <w:szCs w:val="18"/>
    </w:rPr>
  </w:style>
  <w:style w:type="character" w:customStyle="1" w:styleId="8">
    <w:name w:val="Header Char"/>
    <w:basedOn w:val="5"/>
    <w:link w:val="3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Telewave</Company>
  <Pages>7</Pages>
  <Words>790</Words>
  <Characters>4509</Characters>
  <Lines>0</Lines>
  <Paragraphs>0</Paragraphs>
  <TotalTime>3014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2020-08-12T07:18:00Z</dcterms:created>
  <dc:creator>TW</dc:creator>
  <cp:lastModifiedBy>皇甫甫</cp:lastModifiedBy>
  <cp:lastPrinted>2006-01-14T11:25:00Z</cp:lastPrinted>
  <dcterms:modified xsi:type="dcterms:W3CDTF">2021-03-25T01:45:57Z</dcterms:modified>
  <dc:title>安阳市消防救援支队招录政府专职消防员、驾驶员公  告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417173495_btnclosed</vt:lpwstr>
  </property>
</Properties>
</file>