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2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470"/>
        <w:gridCol w:w="1275"/>
        <w:gridCol w:w="797"/>
        <w:gridCol w:w="634"/>
        <w:gridCol w:w="1004"/>
        <w:gridCol w:w="616"/>
        <w:gridCol w:w="270"/>
        <w:gridCol w:w="640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122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太湖县人民医院</w:t>
            </w: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  <w:lang w:eastAsia="zh-CN"/>
              </w:rPr>
              <w:t>招聘专业技术</w:t>
            </w: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姓</w:t>
            </w:r>
            <w:r>
              <w:rPr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身份证号</w:t>
            </w:r>
          </w:p>
        </w:tc>
        <w:tc>
          <w:tcPr>
            <w:tcW w:w="3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  <w:r>
              <w:rPr>
                <w:rFonts w:asci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粘贴处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别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民</w:t>
            </w:r>
            <w:r>
              <w:rPr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族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3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32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所学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毕业时间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现取得资格证</w:t>
            </w:r>
          </w:p>
        </w:tc>
        <w:tc>
          <w:tcPr>
            <w:tcW w:w="21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学　位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2" w:hRule="exac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本人简历（含教育情况）</w:t>
            </w:r>
          </w:p>
        </w:tc>
        <w:tc>
          <w:tcPr>
            <w:tcW w:w="789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12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申请人　诚信</w:t>
            </w:r>
            <w:r>
              <w:rPr>
                <w:rFonts w:ascii="宋体" w:cs="宋体"/>
                <w:b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承诺意见</w:t>
            </w:r>
          </w:p>
        </w:tc>
        <w:tc>
          <w:tcPr>
            <w:tcW w:w="7898" w:type="dxa"/>
            <w:gridSpan w:val="9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ind w:left="241" w:hanging="241" w:hangingChars="100"/>
              <w:rPr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本人郑重承诺</w:t>
            </w:r>
            <w:r>
              <w:rPr>
                <w:b/>
                <w:bCs/>
                <w:kern w:val="0"/>
                <w:sz w:val="24"/>
              </w:rPr>
              <w:t>:</w:t>
            </w:r>
          </w:p>
          <w:p>
            <w:pPr>
              <w:widowControl/>
              <w:spacing w:line="360" w:lineRule="auto"/>
              <w:ind w:left="10" w:leftChars="5" w:firstLine="480" w:firstLineChars="200"/>
              <w:rPr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上述所填写的内容及所提供报名材料、证件均真实有效，若有虚假，愿意承担“取消聘用资格”等后果。</w:t>
            </w:r>
            <w:r>
              <w:rPr>
                <w:b/>
                <w:bCs/>
                <w:kern w:val="0"/>
                <w:sz w:val="24"/>
              </w:rPr>
              <w:t xml:space="preserve">                       </w:t>
            </w:r>
            <w:r>
              <w:rPr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2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申请人签字：</w:t>
            </w: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right="220"/>
              <w:jc w:val="right"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申请时间：</w:t>
            </w: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</w:trPr>
        <w:tc>
          <w:tcPr>
            <w:tcW w:w="1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221" w:hanging="221" w:hangingChars="100"/>
              <w:rPr>
                <w:rFonts w:ascii="黑体" w:hAnsi="黑体" w:eastAsia="黑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2"/>
                <w:szCs w:val="22"/>
              </w:rPr>
              <w:t>资格审查意见</w:t>
            </w:r>
          </w:p>
        </w:tc>
        <w:tc>
          <w:tcPr>
            <w:tcW w:w="7898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审核人签字（盖章）：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  <w:r>
              <w:rPr>
                <w:rFonts w:asci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A4E"/>
    <w:rsid w:val="00022D4F"/>
    <w:rsid w:val="00095137"/>
    <w:rsid w:val="000B1B25"/>
    <w:rsid w:val="00147221"/>
    <w:rsid w:val="00217D34"/>
    <w:rsid w:val="00232600"/>
    <w:rsid w:val="002362AE"/>
    <w:rsid w:val="00323C07"/>
    <w:rsid w:val="0042148D"/>
    <w:rsid w:val="00421978"/>
    <w:rsid w:val="00423EA5"/>
    <w:rsid w:val="00475518"/>
    <w:rsid w:val="004A7671"/>
    <w:rsid w:val="004B1359"/>
    <w:rsid w:val="00510101"/>
    <w:rsid w:val="00561129"/>
    <w:rsid w:val="0057790D"/>
    <w:rsid w:val="00631113"/>
    <w:rsid w:val="008E5ECF"/>
    <w:rsid w:val="00904990"/>
    <w:rsid w:val="00A55F1A"/>
    <w:rsid w:val="00AF098B"/>
    <w:rsid w:val="00AF7C7C"/>
    <w:rsid w:val="00BB3E3C"/>
    <w:rsid w:val="00BC4CB7"/>
    <w:rsid w:val="00C44A4E"/>
    <w:rsid w:val="00C725D7"/>
    <w:rsid w:val="00D74B64"/>
    <w:rsid w:val="00E92A44"/>
    <w:rsid w:val="00F86988"/>
    <w:rsid w:val="00FF2327"/>
    <w:rsid w:val="361B0E03"/>
    <w:rsid w:val="384C50F0"/>
    <w:rsid w:val="3BD7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191</Words>
  <Characters>1090</Characters>
  <Lines>0</Lines>
  <Paragraphs>0</Paragraphs>
  <TotalTime>81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2017-12-20T07:27:00Z</dcterms:created>
  <dc:creator>china</dc:creator>
  <cp:lastModifiedBy>Administrator</cp:lastModifiedBy>
  <cp:lastPrinted>2018-06-07T02:43:00Z</cp:lastPrinted>
  <dcterms:modified xsi:type="dcterms:W3CDTF">2021-03-24T07:00:55Z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