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43" w:rsidRPr="00AC3B9B" w:rsidRDefault="00D21B43" w:rsidP="00AC3B9B">
      <w:pPr>
        <w:spacing w:line="520" w:lineRule="exact"/>
        <w:ind w:leftChars="-4" w:left="-6" w:hangingChars="2" w:hanging="7"/>
        <w:rPr>
          <w:spacing w:val="4"/>
        </w:rPr>
      </w:pPr>
      <w:r w:rsidRPr="00AC3B9B">
        <w:rPr>
          <w:rFonts w:hint="eastAsia"/>
          <w:spacing w:val="4"/>
        </w:rPr>
        <w:t>附件</w:t>
      </w:r>
      <w:r w:rsidRPr="00AC3B9B">
        <w:rPr>
          <w:spacing w:val="4"/>
        </w:rPr>
        <w:t>2</w:t>
      </w:r>
      <w:r w:rsidRPr="00AC3B9B">
        <w:rPr>
          <w:rFonts w:hint="eastAsia"/>
          <w:spacing w:val="4"/>
        </w:rPr>
        <w:t>：</w:t>
      </w:r>
    </w:p>
    <w:p w:rsidR="00D21B43" w:rsidRDefault="00D21B43" w:rsidP="00AC3B9B">
      <w:pPr>
        <w:spacing w:line="520" w:lineRule="exact"/>
        <w:ind w:leftChars="-4" w:left="-3" w:hangingChars="2" w:hanging="10"/>
        <w:jc w:val="center"/>
        <w:rPr>
          <w:rFonts w:ascii="方正小标宋简体" w:eastAsia="方正小标宋简体" w:hAnsi="华文中宋"/>
          <w:bCs/>
          <w:spacing w:val="20"/>
          <w:sz w:val="44"/>
          <w:szCs w:val="44"/>
        </w:rPr>
      </w:pPr>
    </w:p>
    <w:p w:rsidR="00D21B43" w:rsidRDefault="00D21B43" w:rsidP="00AC3B9B">
      <w:pPr>
        <w:spacing w:line="520" w:lineRule="exact"/>
        <w:ind w:leftChars="-4" w:left="-3" w:hangingChars="2" w:hanging="10"/>
        <w:jc w:val="center"/>
      </w:pPr>
      <w:r>
        <w:rPr>
          <w:rFonts w:ascii="方正小标宋简体" w:eastAsia="方正小标宋简体" w:hAnsi="华文中宋" w:hint="eastAsia"/>
          <w:bCs/>
          <w:spacing w:val="20"/>
          <w:sz w:val="44"/>
          <w:szCs w:val="44"/>
        </w:rPr>
        <w:t>体检考生须知</w:t>
      </w:r>
    </w:p>
    <w:p w:rsidR="00D21B43" w:rsidRDefault="00D21B43" w:rsidP="00AC3B9B">
      <w:pPr>
        <w:spacing w:line="520" w:lineRule="exact"/>
        <w:ind w:firstLineChars="200" w:firstLine="624"/>
        <w:rPr>
          <w:spacing w:val="-4"/>
        </w:rPr>
      </w:pPr>
    </w:p>
    <w:p w:rsidR="00D21B43" w:rsidRDefault="00D21B43" w:rsidP="00AC3B9B">
      <w:pPr>
        <w:spacing w:line="520" w:lineRule="exact"/>
        <w:ind w:firstLineChars="200" w:firstLine="624"/>
        <w:rPr>
          <w:spacing w:val="-4"/>
        </w:rPr>
      </w:pPr>
      <w:bookmarkStart w:id="0" w:name="_GoBack"/>
      <w:bookmarkEnd w:id="0"/>
      <w:r>
        <w:rPr>
          <w:rFonts w:hint="eastAsia"/>
          <w:spacing w:val="-4"/>
        </w:rPr>
        <w:t>一、体检考生按照规定的时间到</w:t>
      </w:r>
      <w:r w:rsidRPr="00132BB7">
        <w:rPr>
          <w:rFonts w:hint="eastAsia"/>
          <w:spacing w:val="-4"/>
        </w:rPr>
        <w:t>霍山县大圆盘处山城宾馆门口</w:t>
      </w:r>
      <w:r>
        <w:rPr>
          <w:rFonts w:hint="eastAsia"/>
          <w:spacing w:val="-4"/>
        </w:rPr>
        <w:t>集中点名，不得迟到。否则，视为自动放弃。</w:t>
      </w:r>
    </w:p>
    <w:p w:rsidR="00D21B43" w:rsidRDefault="00D21B43" w:rsidP="00AC3B9B">
      <w:pPr>
        <w:spacing w:line="520" w:lineRule="exact"/>
        <w:ind w:firstLineChars="200" w:firstLine="640"/>
      </w:pPr>
      <w:r>
        <w:rPr>
          <w:rFonts w:hint="eastAsia"/>
        </w:rPr>
        <w:t>二、体检考生须持本人有效居民身份证、笔试准考证和面试通知书（均为原件）并随身携带，以备查验。体检考生应提前申领安徽省疫情防控健康通行码（简称“安康码”），并关注“安康码”状态，按要求完成体温检测等工作。体检当日出现“安康码”非绿码或发热、咳嗽等异常状态的体检考生，另行安排体检。</w:t>
      </w:r>
    </w:p>
    <w:p w:rsidR="00D21B43" w:rsidRDefault="00D21B43" w:rsidP="00AC3B9B">
      <w:pPr>
        <w:spacing w:line="520" w:lineRule="exact"/>
        <w:ind w:firstLineChars="200" w:firstLine="640"/>
      </w:pPr>
      <w:r>
        <w:rPr>
          <w:rFonts w:hint="eastAsia"/>
        </w:rPr>
        <w:t>三、严格遵守纪律，服从工作人员的统一管理和安排，不得离组单独行动。体检期间，应按要求佩戴口罩，自觉维护体检秩序，保持安全防控距离。体检考生隐瞒或谎报旅居史、接触史、健康状况等疫情防控重点信息，不配合工作人员进行防疫检测等造成严重后果的，按疫情防控有关规定严肃处理，并依法追究其法律责任。</w:t>
      </w:r>
    </w:p>
    <w:p w:rsidR="00D21B43" w:rsidRDefault="00D21B43" w:rsidP="00AC3B9B">
      <w:pPr>
        <w:spacing w:line="520" w:lineRule="exact"/>
        <w:ind w:firstLineChars="200" w:firstLine="624"/>
        <w:rPr>
          <w:b/>
          <w:spacing w:val="-4"/>
        </w:rPr>
      </w:pPr>
      <w:r>
        <w:rPr>
          <w:rFonts w:hint="eastAsia"/>
          <w:spacing w:val="-4"/>
        </w:rPr>
        <w:t>四、认真核实自己的抽签号，如有不符，立即报告。请携带黑色签字笔或钢笔，</w:t>
      </w:r>
      <w:r>
        <w:rPr>
          <w:rFonts w:hint="eastAsia"/>
          <w:b/>
          <w:spacing w:val="-4"/>
        </w:rPr>
        <w:t>在体检表正面右上角“体检编号”处填写本人的抽签号并在体检表第二页有无既往病史对应的“有”、“无”栏打上“√”，考生的姓名等相关信息不要填写。</w:t>
      </w:r>
    </w:p>
    <w:p w:rsidR="00D21B43" w:rsidRDefault="00D21B43" w:rsidP="00AC3B9B">
      <w:pPr>
        <w:spacing w:line="520" w:lineRule="exact"/>
        <w:ind w:firstLineChars="200" w:firstLine="640"/>
      </w:pPr>
      <w:r>
        <w:rPr>
          <w:rFonts w:hint="eastAsia"/>
        </w:rPr>
        <w:t>五、体检时，不得携带和使用通信工具（如有携带必须上交领检人员，统一保管），否则，按违纪处理。体检考生不得有陪属参加；不得有要求医护人员作出有碍公正体检结果的言行；不得对医护人员和工作人员无理纠缠和取闹、影响体检工作秩序。受检考生在体检中拒绝复检或专项检查、弄虚作假或者隐瞒真实情况致使体检结果失真的，均按体检不合格处理。</w:t>
      </w:r>
    </w:p>
    <w:p w:rsidR="00D21B43" w:rsidRDefault="00D21B43" w:rsidP="00AC3B9B">
      <w:pPr>
        <w:spacing w:line="520" w:lineRule="exact"/>
        <w:ind w:firstLineChars="200" w:firstLine="624"/>
      </w:pPr>
      <w:r>
        <w:rPr>
          <w:rFonts w:hint="eastAsia"/>
          <w:spacing w:val="-4"/>
        </w:rPr>
        <w:t>六、《公务员录用体检特殊标准（试行）》中的所有体检项目均不进行复检。除此以外，对体检结果有疑问的，可以进行复检，复检要求应在接到体检结论通知之日起</w:t>
      </w:r>
      <w:r>
        <w:rPr>
          <w:spacing w:val="-4"/>
        </w:rPr>
        <w:t>7</w:t>
      </w:r>
      <w:r>
        <w:rPr>
          <w:rFonts w:hint="eastAsia"/>
          <w:spacing w:val="-4"/>
        </w:rPr>
        <w:t>日内提出，复检只能进行一次，体检结果以复检结论为准，复检由县有关部门统一安排。</w:t>
      </w:r>
      <w:r>
        <w:rPr>
          <w:rFonts w:hint="eastAsia"/>
        </w:rPr>
        <w:t>对心率、视力、听力、血压等项目达不到体检合格标准的，当日复检；对边缘性心脏杂音、病理性心电图、病理性杂音、频发早搏（心电图证实）等项目达不到体检合格标准的，当场复检。</w:t>
      </w:r>
    </w:p>
    <w:p w:rsidR="00D21B43" w:rsidRPr="00920AC6" w:rsidRDefault="00D21B43" w:rsidP="00920AC6">
      <w:pPr>
        <w:spacing w:line="520" w:lineRule="exact"/>
        <w:ind w:firstLineChars="200" w:firstLine="640"/>
      </w:pPr>
      <w:r w:rsidRPr="00920AC6">
        <w:rPr>
          <w:rFonts w:hint="eastAsia"/>
        </w:rPr>
        <w:t>七、体检标准按照省委组织部、省人社厅、省卫生厅《关于进一步规范全省事业单位公开招聘人员体检工作的通知》（皖人社秘〔</w:t>
      </w:r>
      <w:r w:rsidRPr="00920AC6">
        <w:t>2013</w:t>
      </w:r>
      <w:r w:rsidRPr="00920AC6">
        <w:rPr>
          <w:rFonts w:hint="eastAsia"/>
        </w:rPr>
        <w:t>〕</w:t>
      </w:r>
      <w:r w:rsidRPr="00920AC6">
        <w:t>208</w:t>
      </w:r>
      <w:r w:rsidRPr="00920AC6">
        <w:rPr>
          <w:rFonts w:hint="eastAsia"/>
        </w:rPr>
        <w:t>号）等有关规定执行。</w:t>
      </w:r>
    </w:p>
    <w:p w:rsidR="00D21B43" w:rsidRDefault="00D21B43" w:rsidP="00AC3B9B">
      <w:pPr>
        <w:spacing w:line="520" w:lineRule="exact"/>
        <w:ind w:firstLineChars="200" w:firstLine="640"/>
      </w:pPr>
      <w:r w:rsidRPr="00920AC6">
        <w:rPr>
          <w:rFonts w:hint="eastAsia"/>
        </w:rPr>
        <w:t>八、体检前期请注意休息，勿熬夜，不要饮酒，避免剧烈运</w:t>
      </w:r>
      <w:r>
        <w:rPr>
          <w:rFonts w:hint="eastAsia"/>
          <w:spacing w:val="-12"/>
        </w:rPr>
        <w:t>动。</w:t>
      </w:r>
      <w:r>
        <w:rPr>
          <w:rFonts w:hint="eastAsia"/>
        </w:rPr>
        <w:t>体检当天需进行采血、</w:t>
      </w:r>
      <w:r>
        <w:t>B</w:t>
      </w:r>
      <w:r>
        <w:rPr>
          <w:rFonts w:hint="eastAsia"/>
        </w:rPr>
        <w:t>超等检查，请在受检前禁食</w:t>
      </w:r>
      <w:r>
        <w:t>8</w:t>
      </w:r>
      <w:r>
        <w:t>—</w:t>
      </w:r>
      <w:r>
        <w:t>12</w:t>
      </w:r>
      <w:r>
        <w:rPr>
          <w:rFonts w:hint="eastAsia"/>
        </w:rPr>
        <w:t>小时。女性受检者月经期间请勿做妇科及尿液检查，待经期完毕后再检查；怀孕或可能已受孕者，事先告知医护人员，勿做</w:t>
      </w:r>
      <w:r>
        <w:t>X</w:t>
      </w:r>
      <w:r>
        <w:rPr>
          <w:rFonts w:hint="eastAsia"/>
        </w:rPr>
        <w:t>光检查。请配合医生认真检查所有项目，勿漏检。若自动放弃某一检查项目</w:t>
      </w:r>
      <w:r>
        <w:t>,</w:t>
      </w:r>
      <w:r>
        <w:rPr>
          <w:rFonts w:hint="eastAsia"/>
        </w:rPr>
        <w:t>将会影响录用。体检医师可根据实际需要，增加必要的相应检查、检验项目。如对体检结果有疑义，请按有关规定办理。</w:t>
      </w:r>
    </w:p>
    <w:sectPr w:rsidR="00D21B43" w:rsidSect="00AC3B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B43" w:rsidRDefault="00D21B43" w:rsidP="00EF3A98">
      <w:r>
        <w:separator/>
      </w:r>
    </w:p>
  </w:endnote>
  <w:endnote w:type="continuationSeparator" w:id="0">
    <w:p w:rsidR="00D21B43" w:rsidRDefault="00D21B43" w:rsidP="00EF3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ngsana New">
    <w:panose1 w:val="02020603050405020304"/>
    <w:charset w:val="DE"/>
    <w:family w:val="roman"/>
    <w:notTrueType/>
    <w:pitch w:val="variable"/>
    <w:sig w:usb0="01000003" w:usb1="00000000" w:usb2="00000000" w:usb3="00000000" w:csb0="0001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Malgun Gothic Semilight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43" w:rsidRDefault="00D21B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43" w:rsidRDefault="00D21B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43" w:rsidRDefault="00D21B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B43" w:rsidRDefault="00D21B43" w:rsidP="00EF3A98">
      <w:r>
        <w:separator/>
      </w:r>
    </w:p>
  </w:footnote>
  <w:footnote w:type="continuationSeparator" w:id="0">
    <w:p w:rsidR="00D21B43" w:rsidRDefault="00D21B43" w:rsidP="00EF3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43" w:rsidRDefault="00D21B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43" w:rsidRDefault="00D21B43" w:rsidP="00B06BD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43" w:rsidRDefault="00D21B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D83026F"/>
    <w:rsid w:val="000332DF"/>
    <w:rsid w:val="000D40B1"/>
    <w:rsid w:val="00132BB7"/>
    <w:rsid w:val="00252D27"/>
    <w:rsid w:val="002A0C29"/>
    <w:rsid w:val="00336205"/>
    <w:rsid w:val="00380F73"/>
    <w:rsid w:val="00560AB0"/>
    <w:rsid w:val="007F0DFA"/>
    <w:rsid w:val="008B6E95"/>
    <w:rsid w:val="00920AC6"/>
    <w:rsid w:val="00962AF5"/>
    <w:rsid w:val="00A838AA"/>
    <w:rsid w:val="00AC3B9B"/>
    <w:rsid w:val="00B06BD8"/>
    <w:rsid w:val="00BF7F6C"/>
    <w:rsid w:val="00C00E92"/>
    <w:rsid w:val="00C54D44"/>
    <w:rsid w:val="00C8180D"/>
    <w:rsid w:val="00D21B43"/>
    <w:rsid w:val="00DA463B"/>
    <w:rsid w:val="00E01756"/>
    <w:rsid w:val="00E74F72"/>
    <w:rsid w:val="00EF3A98"/>
    <w:rsid w:val="00FE55E6"/>
    <w:rsid w:val="7D83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AB0"/>
    <w:pPr>
      <w:widowControl w:val="0"/>
      <w:jc w:val="both"/>
    </w:pPr>
    <w:rPr>
      <w:rFonts w:ascii="仿宋_GB2312" w:eastAsia="仿宋_GB2312" w:cs="Angsana New"/>
      <w:sz w:val="32"/>
      <w:szCs w:val="32"/>
      <w:lang w:bidi="th-TH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3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3A98"/>
    <w:rPr>
      <w:rFonts w:ascii="仿宋_GB2312" w:eastAsia="仿宋_GB2312" w:cs="Angsana New"/>
      <w:kern w:val="2"/>
      <w:sz w:val="22"/>
      <w:szCs w:val="22"/>
      <w:lang w:bidi="th-TH"/>
    </w:rPr>
  </w:style>
  <w:style w:type="paragraph" w:styleId="Footer">
    <w:name w:val="footer"/>
    <w:basedOn w:val="Normal"/>
    <w:link w:val="FooterChar"/>
    <w:uiPriority w:val="99"/>
    <w:rsid w:val="00EF3A98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F3A98"/>
    <w:rPr>
      <w:rFonts w:ascii="仿宋_GB2312" w:eastAsia="仿宋_GB2312" w:cs="Angsana New"/>
      <w:kern w:val="2"/>
      <w:sz w:val="22"/>
      <w:szCs w:val="22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161</Words>
  <Characters>923</Characters>
  <Application>Microsoft Office Outlook</Application>
  <DocSecurity>0</DocSecurity>
  <Lines>0</Lines>
  <Paragraphs>0</Paragraphs>
  <ScaleCrop>false</ScaleCrop>
  <Company>zzb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体检考生须知</dc:title>
  <dc:subject/>
  <dc:creator>Administrator</dc:creator>
  <cp:keywords/>
  <dc:description/>
  <cp:lastModifiedBy>微软用户</cp:lastModifiedBy>
  <cp:revision>8</cp:revision>
  <cp:lastPrinted>2020-11-20T03:29:00Z</cp:lastPrinted>
  <dcterms:created xsi:type="dcterms:W3CDTF">2020-11-24T02:38:00Z</dcterms:created>
  <dcterms:modified xsi:type="dcterms:W3CDTF">2021-03-01T02:36:00Z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