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autoSpaceDE/>
        <w:bidi w:val="0"/>
        <w:adjustRightInd w:val="0"/>
        <w:snapToGrid w:val="0"/>
        <w:spacing w:line="520" w:lineRule="exact"/>
        <w:jc w:val="center"/>
        <w:textAlignment w:val="auto"/>
        <w:outlineLvl w:val="9"/>
        <w:rPr>
          <w:rFonts w:ascii="宋体" w:cs="宋体"/>
          <w:sz w:val="44"/>
          <w:szCs w:val="44"/>
        </w:rPr>
      </w:pPr>
      <w:r>
        <w:rPr>
          <w:rFonts w:ascii="宋体" w:hAnsi="宋体" w:cs="宋体"/>
          <w:sz w:val="44"/>
          <w:szCs w:val="44"/>
        </w:rPr>
        <w:t>2020</w:t>
      </w:r>
      <w:r>
        <w:rPr>
          <w:rFonts w:hint="eastAsia" w:ascii="宋体" w:hAnsi="宋体" w:cs="宋体"/>
          <w:sz w:val="44"/>
          <w:szCs w:val="44"/>
        </w:rPr>
        <w:t>年</w:t>
      </w:r>
      <w:r>
        <w:rPr>
          <w:rFonts w:hint="eastAsia" w:ascii="宋体" w:hAnsi="宋体" w:cs="宋体"/>
          <w:sz w:val="44"/>
          <w:szCs w:val="44"/>
          <w:lang w:val="en-US" w:eastAsia="zh-CN"/>
        </w:rPr>
        <w:t>下半年</w:t>
      </w:r>
      <w:r>
        <w:rPr>
          <w:rFonts w:hint="eastAsia" w:ascii="宋体" w:hAnsi="宋体" w:cs="宋体"/>
          <w:sz w:val="44"/>
          <w:szCs w:val="44"/>
        </w:rPr>
        <w:t>黄山市黟县事业单位公开招聘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bidi w:val="0"/>
        <w:adjustRightInd w:val="0"/>
        <w:snapToGrid w:val="0"/>
        <w:spacing w:line="520" w:lineRule="exact"/>
        <w:jc w:val="center"/>
        <w:textAlignment w:val="auto"/>
        <w:outlineLvl w:val="9"/>
        <w:rPr>
          <w:rFonts w:asci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“应届毕业生”承诺书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bidi w:val="0"/>
        <w:adjustRightInd w:val="0"/>
        <w:snapToGrid w:val="0"/>
        <w:spacing w:line="520" w:lineRule="exact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bidi w:val="0"/>
        <w:adjustRightInd w:val="0"/>
        <w:snapToGrid w:val="0"/>
        <w:spacing w:line="520" w:lineRule="exact"/>
        <w:ind w:firstLine="640" w:firstLineChars="200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（身份证号：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</w:t>
      </w:r>
      <w:r>
        <w:rPr>
          <w:rFonts w:hint="eastAsia" w:ascii="仿宋_GB2312" w:eastAsia="仿宋_GB2312"/>
          <w:sz w:val="32"/>
          <w:szCs w:val="32"/>
        </w:rPr>
        <w:t>），</w:t>
      </w:r>
      <w:r>
        <w:rPr>
          <w:rFonts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月毕业于（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eastAsia="仿宋_GB2312"/>
          <w:sz w:val="32"/>
          <w:szCs w:val="32"/>
        </w:rPr>
        <w:t>院校</w:t>
      </w:r>
      <w:r>
        <w:rPr>
          <w:rFonts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>专业），现报名参加</w:t>
      </w:r>
      <w:r>
        <w:rPr>
          <w:rFonts w:ascii="仿宋_GB2312" w:eastAsia="仿宋_GB2312"/>
          <w:sz w:val="32"/>
          <w:szCs w:val="32"/>
        </w:rPr>
        <w:t>2020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下半年</w:t>
      </w:r>
      <w:r>
        <w:rPr>
          <w:rFonts w:hint="eastAsia" w:ascii="仿宋_GB2312" w:eastAsia="仿宋_GB2312"/>
          <w:sz w:val="32"/>
          <w:szCs w:val="32"/>
        </w:rPr>
        <w:t>黄山市黟县事业单位公开招聘工作人员考试。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bidi w:val="0"/>
        <w:adjustRightInd w:val="0"/>
        <w:snapToGrid w:val="0"/>
        <w:spacing w:line="520" w:lineRule="exact"/>
        <w:ind w:firstLine="640" w:firstLineChars="200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本人承诺自己是符合《</w:t>
      </w:r>
      <w:r>
        <w:rPr>
          <w:rFonts w:ascii="仿宋_GB2312" w:hAnsi="宋体" w:eastAsia="仿宋_GB2312"/>
          <w:sz w:val="32"/>
          <w:szCs w:val="32"/>
        </w:rPr>
        <w:t>2020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下半年</w:t>
      </w:r>
      <w:r>
        <w:rPr>
          <w:rFonts w:hint="eastAsia" w:ascii="仿宋_GB2312" w:hAnsi="宋体" w:eastAsia="仿宋_GB2312"/>
          <w:sz w:val="32"/>
          <w:szCs w:val="32"/>
        </w:rPr>
        <w:t>黄山市黟县事业单位公开招聘工作人员公告</w:t>
      </w:r>
      <w:r>
        <w:rPr>
          <w:rFonts w:hint="eastAsia" w:ascii="仿宋_GB2312" w:eastAsia="仿宋_GB2312"/>
          <w:sz w:val="32"/>
          <w:szCs w:val="32"/>
        </w:rPr>
        <w:t>》规定的在择业期内未落实工作单位的“应届毕业生”（请在以下符合的选项前打勾，如有涂改，承诺书无效）：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autoSpaceDE/>
        <w:autoSpaceDN w:val="0"/>
        <w:bidi w:val="0"/>
        <w:spacing w:line="520" w:lineRule="exact"/>
        <w:ind w:firstLine="640" w:firstLineChars="200"/>
        <w:jc w:val="left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）国家统一招生的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年、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2019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年普通高校毕业生离校时和在择业期内未落实工作单位，其户口、档案、组织关系仍保留在原毕业学校，或保留在各级毕业生就业主管部门（毕业生就业指导服务中心）、各级人才交流服务机构和各级公共就业服务机构的毕业生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autoSpaceDE/>
        <w:autoSpaceDN w:val="0"/>
        <w:bidi w:val="0"/>
        <w:spacing w:line="520" w:lineRule="exact"/>
        <w:ind w:firstLine="640" w:firstLineChars="200"/>
        <w:jc w:val="left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）参加“服务基层项目”前无工作经历，服务期满且考核合格后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年内未落实工作单位的人员。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autoSpaceDE/>
        <w:autoSpaceDN w:val="0"/>
        <w:bidi w:val="0"/>
        <w:spacing w:line="520" w:lineRule="exact"/>
        <w:ind w:firstLine="640" w:firstLineChars="200"/>
        <w:jc w:val="left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）普通高等院校在校生或毕业当年入伍，退役后（含复学毕业）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年内未落实工作单位的退役士兵。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autoSpaceDE/>
        <w:autoSpaceDN w:val="0"/>
        <w:bidi w:val="0"/>
        <w:spacing w:line="520" w:lineRule="exact"/>
        <w:ind w:firstLine="640" w:firstLineChars="200"/>
        <w:jc w:val="left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）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年、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2019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年取得国（境）外学位并完成教育部门学历认证且未落实工作单位的留学回国人员。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bidi w:val="0"/>
        <w:adjustRightInd w:val="0"/>
        <w:snapToGrid w:val="0"/>
        <w:spacing w:line="520" w:lineRule="exact"/>
        <w:ind w:firstLine="640" w:firstLineChars="200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现本人承诺：本人属于以上“应届毕业生”报考范围。若录用前发现不实，自动丧失此次招聘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专业测试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、录用资格。录用后发现不实，由单位按规予以解聘。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bidi w:val="0"/>
        <w:adjustRightInd w:val="0"/>
        <w:snapToGrid w:val="0"/>
        <w:spacing w:line="520" w:lineRule="exact"/>
        <w:textAlignment w:val="auto"/>
        <w:outlineLvl w:val="9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bidi w:val="0"/>
        <w:adjustRightInd w:val="0"/>
        <w:snapToGrid w:val="0"/>
        <w:spacing w:line="520" w:lineRule="exact"/>
        <w:ind w:firstLine="4480" w:firstLineChars="1400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承诺人（手写签名）：</w:t>
      </w:r>
      <w:r>
        <w:rPr>
          <w:rFonts w:ascii="仿宋_GB2312" w:eastAsia="仿宋_GB2312"/>
          <w:sz w:val="32"/>
          <w:szCs w:val="32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bidi w:val="0"/>
        <w:adjustRightInd w:val="0"/>
        <w:snapToGrid w:val="0"/>
        <w:spacing w:line="520" w:lineRule="exact"/>
        <w:ind w:firstLine="4480" w:firstLineChars="1400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承诺签订时间：</w:t>
      </w:r>
      <w:r>
        <w:rPr>
          <w:rFonts w:ascii="仿宋_GB2312" w:eastAsia="仿宋_GB2312"/>
          <w:sz w:val="32"/>
          <w:szCs w:val="32"/>
        </w:rPr>
        <w:t xml:space="preserve">              </w:t>
      </w:r>
    </w:p>
    <w:sectPr>
      <w:pgSz w:w="11906" w:h="16838"/>
      <w:pgMar w:top="1134" w:right="1418" w:bottom="1134" w:left="1418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416C"/>
    <w:rsid w:val="000138A4"/>
    <w:rsid w:val="0003667C"/>
    <w:rsid w:val="000849B8"/>
    <w:rsid w:val="000D7972"/>
    <w:rsid w:val="000E6226"/>
    <w:rsid w:val="001002DA"/>
    <w:rsid w:val="0012218D"/>
    <w:rsid w:val="0012356F"/>
    <w:rsid w:val="001264F4"/>
    <w:rsid w:val="001C1354"/>
    <w:rsid w:val="001E0B41"/>
    <w:rsid w:val="001E0C0C"/>
    <w:rsid w:val="00244F69"/>
    <w:rsid w:val="0025523A"/>
    <w:rsid w:val="00295EC5"/>
    <w:rsid w:val="002A475A"/>
    <w:rsid w:val="002F2D3E"/>
    <w:rsid w:val="002F7E47"/>
    <w:rsid w:val="00300F1C"/>
    <w:rsid w:val="003C27F0"/>
    <w:rsid w:val="003C29D8"/>
    <w:rsid w:val="003D65D9"/>
    <w:rsid w:val="003F388F"/>
    <w:rsid w:val="0041192D"/>
    <w:rsid w:val="00430F07"/>
    <w:rsid w:val="004756B4"/>
    <w:rsid w:val="004C099E"/>
    <w:rsid w:val="00510F16"/>
    <w:rsid w:val="00521D7C"/>
    <w:rsid w:val="00540517"/>
    <w:rsid w:val="005A6E81"/>
    <w:rsid w:val="0062004F"/>
    <w:rsid w:val="00691F6D"/>
    <w:rsid w:val="006E5442"/>
    <w:rsid w:val="00722DFD"/>
    <w:rsid w:val="00724A61"/>
    <w:rsid w:val="007307B4"/>
    <w:rsid w:val="00753BB3"/>
    <w:rsid w:val="0076019A"/>
    <w:rsid w:val="00782221"/>
    <w:rsid w:val="00815425"/>
    <w:rsid w:val="00831B52"/>
    <w:rsid w:val="00863435"/>
    <w:rsid w:val="00894EE4"/>
    <w:rsid w:val="008961DB"/>
    <w:rsid w:val="008F1B59"/>
    <w:rsid w:val="008F2D21"/>
    <w:rsid w:val="008F40BB"/>
    <w:rsid w:val="00941458"/>
    <w:rsid w:val="00943054"/>
    <w:rsid w:val="009738F1"/>
    <w:rsid w:val="0099416C"/>
    <w:rsid w:val="009C179F"/>
    <w:rsid w:val="009C5D6E"/>
    <w:rsid w:val="009F5986"/>
    <w:rsid w:val="00A221EC"/>
    <w:rsid w:val="00AB4DE2"/>
    <w:rsid w:val="00B43C42"/>
    <w:rsid w:val="00B801AC"/>
    <w:rsid w:val="00C05BA2"/>
    <w:rsid w:val="00C22C50"/>
    <w:rsid w:val="00C31F3B"/>
    <w:rsid w:val="00C827BC"/>
    <w:rsid w:val="00CE1076"/>
    <w:rsid w:val="00D171A5"/>
    <w:rsid w:val="00D207B7"/>
    <w:rsid w:val="00D2454E"/>
    <w:rsid w:val="00D3037F"/>
    <w:rsid w:val="00D406CE"/>
    <w:rsid w:val="00D47B6B"/>
    <w:rsid w:val="00DA352A"/>
    <w:rsid w:val="00DA54EE"/>
    <w:rsid w:val="00DE371A"/>
    <w:rsid w:val="00E07F4E"/>
    <w:rsid w:val="00E57893"/>
    <w:rsid w:val="00E67D77"/>
    <w:rsid w:val="00EB1378"/>
    <w:rsid w:val="00EE7C08"/>
    <w:rsid w:val="00F12991"/>
    <w:rsid w:val="04123A16"/>
    <w:rsid w:val="04AD3A58"/>
    <w:rsid w:val="10A13228"/>
    <w:rsid w:val="28985591"/>
    <w:rsid w:val="2A8327B9"/>
    <w:rsid w:val="2B5911DF"/>
    <w:rsid w:val="399E013D"/>
    <w:rsid w:val="503E72F5"/>
    <w:rsid w:val="549B39A8"/>
    <w:rsid w:val="5ED87B55"/>
    <w:rsid w:val="62990B63"/>
    <w:rsid w:val="696950B2"/>
    <w:rsid w:val="6CDB6C18"/>
    <w:rsid w:val="788276C0"/>
    <w:rsid w:val="797B0EE6"/>
    <w:rsid w:val="7B4F0B4A"/>
    <w:rsid w:val="7DE3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9"/>
    <w:pPr>
      <w:spacing w:beforeAutospacing="1" w:afterAutospacing="1"/>
      <w:jc w:val="left"/>
      <w:outlineLvl w:val="0"/>
    </w:pPr>
    <w:rPr>
      <w:rFonts w:ascii="宋体" w:hAnsi="宋体"/>
      <w:b/>
      <w:kern w:val="44"/>
      <w:sz w:val="48"/>
      <w:szCs w:val="48"/>
    </w:rPr>
  </w:style>
  <w:style w:type="character" w:default="1" w:styleId="6">
    <w:name w:val="Default Paragraph Font"/>
    <w:semiHidden/>
    <w:uiPriority w:val="99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semiHidden/>
    <w:uiPriority w:val="99"/>
    <w:rPr>
      <w:sz w:val="18"/>
      <w:szCs w:val="18"/>
    </w:rPr>
  </w:style>
  <w:style w:type="paragraph" w:styleId="4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Heading 1 Char"/>
    <w:basedOn w:val="6"/>
    <w:link w:val="2"/>
    <w:qFormat/>
    <w:locked/>
    <w:uiPriority w:val="99"/>
    <w:rPr>
      <w:rFonts w:cs="Times New Roman"/>
      <w:b/>
      <w:bCs/>
      <w:kern w:val="44"/>
      <w:sz w:val="44"/>
      <w:szCs w:val="44"/>
    </w:rPr>
  </w:style>
  <w:style w:type="character" w:customStyle="1" w:styleId="9">
    <w:name w:val="Balloon Text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Footer Char"/>
    <w:basedOn w:val="6"/>
    <w:link w:val="4"/>
    <w:locked/>
    <w:uiPriority w:val="99"/>
    <w:rPr>
      <w:rFonts w:cs="Times New Roman"/>
      <w:sz w:val="18"/>
      <w:szCs w:val="18"/>
    </w:rPr>
  </w:style>
  <w:style w:type="character" w:customStyle="1" w:styleId="11">
    <w:name w:val="Header Char"/>
    <w:basedOn w:val="6"/>
    <w:link w:val="5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Chinese ORG</Company>
  <Pages>1</Pages>
  <Words>91</Words>
  <Characters>523</Characters>
  <Lines>0</Lines>
  <Paragraphs>0</Paragraphs>
  <TotalTime>14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2020-06-09T09:04:00Z</dcterms:created>
  <dc:creator>林媛媛</dc:creator>
  <cp:lastModifiedBy>Administrator</cp:lastModifiedBy>
  <cp:lastPrinted>2020-08-26T01:45:00Z</cp:lastPrinted>
  <dcterms:modified xsi:type="dcterms:W3CDTF">2021-01-12T02:22:15Z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