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1972DA">
      <w:pPr>
        <w:jc w:val="center"/>
        <w:rPr>
          <w:rFonts w:ascii="方正小标宋简体" w:eastAsia="方正小标宋简体" w:hint="eastAsia"/>
          <w:spacing w:val="-20"/>
          <w:sz w:val="44"/>
          <w:szCs w:val="44"/>
        </w:rPr>
      </w:pPr>
      <w:r>
        <w:rPr>
          <w:rFonts w:ascii="方正小标宋简体" w:eastAsia="方正小标宋简体" w:hAnsi="宋体" w:cs="宋体" w:hint="eastAsia"/>
          <w:spacing w:val="-20"/>
          <w:kern w:val="0"/>
          <w:sz w:val="44"/>
          <w:szCs w:val="44"/>
        </w:rPr>
        <w:t>营山县公开招聘事业单位工作人员考察表</w:t>
      </w:r>
    </w:p>
    <w:tbl>
      <w:tblPr>
        <w:tblW w:w="0" w:type="auto"/>
        <w:tblInd w:w="0" w:type="dxa"/>
        <w:tblLayout w:type="fixed"/>
        <w:tblLook w:val="0000"/>
      </w:tblPr>
      <w:tblGrid>
        <w:gridCol w:w="1213"/>
        <w:gridCol w:w="1336"/>
        <w:gridCol w:w="240"/>
        <w:gridCol w:w="191"/>
        <w:gridCol w:w="861"/>
        <w:gridCol w:w="575"/>
        <w:gridCol w:w="143"/>
        <w:gridCol w:w="574"/>
        <w:gridCol w:w="143"/>
        <w:gridCol w:w="1292"/>
        <w:gridCol w:w="1436"/>
        <w:gridCol w:w="1814"/>
      </w:tblGrid>
      <w:tr w:rsidR="00000000">
        <w:trPr>
          <w:trHeight w:val="717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照片</w:t>
            </w:r>
          </w:p>
        </w:tc>
      </w:tr>
      <w:tr w:rsidR="00000000">
        <w:trPr>
          <w:trHeight w:val="717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val="717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40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val="717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val="68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报考单位</w:t>
            </w:r>
          </w:p>
        </w:tc>
        <w:tc>
          <w:tcPr>
            <w:tcW w:w="39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报考岗位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val="66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3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val="648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家庭主要成员情况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与本人关系</w:t>
            </w:r>
          </w:p>
        </w:tc>
        <w:tc>
          <w:tcPr>
            <w:tcW w:w="1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工作单位、职务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</w:tr>
      <w:tr w:rsidR="00000000">
        <w:trPr>
          <w:trHeight w:val="648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val="648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val="648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val="648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val="2765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（工作）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简历</w:t>
            </w:r>
          </w:p>
        </w:tc>
        <w:tc>
          <w:tcPr>
            <w:tcW w:w="8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0000">
        <w:trPr>
          <w:trHeight w:val="1178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本人承诺</w:t>
            </w:r>
          </w:p>
        </w:tc>
        <w:tc>
          <w:tcPr>
            <w:tcW w:w="8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0000" w:rsidRDefault="001972D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以上信息真实、准确，如有虚假和隐瞒，作自动放弃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招聘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资格处理。</w:t>
            </w:r>
          </w:p>
          <w:p w:rsidR="00000000" w:rsidRDefault="001972DA">
            <w:pPr>
              <w:widowControl/>
              <w:ind w:firstLineChars="200" w:firstLine="480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特此承诺。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承诺人：</w:t>
            </w:r>
          </w:p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000000" w:rsidRDefault="001972DA"/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5"/>
        <w:gridCol w:w="8634"/>
      </w:tblGrid>
      <w:tr w:rsidR="00000000">
        <w:trPr>
          <w:trHeight w:val="2333"/>
        </w:trPr>
        <w:tc>
          <w:tcPr>
            <w:tcW w:w="1205" w:type="dxa"/>
            <w:vAlign w:val="center"/>
          </w:tcPr>
          <w:p w:rsidR="00000000" w:rsidRDefault="001972D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原工作单位或户籍所在地居（村）委会和当地政府意见</w:t>
            </w:r>
          </w:p>
        </w:tc>
        <w:tc>
          <w:tcPr>
            <w:tcW w:w="8634" w:type="dxa"/>
          </w:tcPr>
          <w:p w:rsidR="00000000" w:rsidRDefault="001972DA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现实表现鉴定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:</w:t>
            </w:r>
          </w:p>
          <w:p w:rsidR="00000000" w:rsidRDefault="001972DA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000000" w:rsidRDefault="001972DA">
            <w:pPr>
              <w:widowControl/>
              <w:ind w:firstLineChars="2750" w:firstLine="6600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（盖章）</w:t>
            </w:r>
          </w:p>
          <w:p w:rsidR="00000000" w:rsidRDefault="001972DA">
            <w:pPr>
              <w:widowControl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负责人（签名）：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000000">
        <w:trPr>
          <w:trHeight w:val="1832"/>
        </w:trPr>
        <w:tc>
          <w:tcPr>
            <w:tcW w:w="1205" w:type="dxa"/>
            <w:vAlign w:val="center"/>
          </w:tcPr>
          <w:p w:rsidR="00000000" w:rsidRDefault="001972D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户籍所在地派出所意见</w:t>
            </w:r>
          </w:p>
        </w:tc>
        <w:tc>
          <w:tcPr>
            <w:tcW w:w="8634" w:type="dxa"/>
          </w:tcPr>
          <w:p w:rsidR="00000000" w:rsidRDefault="001972D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有无违法犯罪记录及参与邪教组织记录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:</w:t>
            </w:r>
          </w:p>
          <w:p w:rsidR="00000000" w:rsidRDefault="001972DA">
            <w:pPr>
              <w:widowControl/>
              <w:ind w:firstLineChars="2700" w:firstLine="648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（盖章）</w:t>
            </w:r>
          </w:p>
          <w:p w:rsidR="00000000" w:rsidRDefault="001972D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负责人（签名）：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000000">
        <w:trPr>
          <w:trHeight w:val="1406"/>
        </w:trPr>
        <w:tc>
          <w:tcPr>
            <w:tcW w:w="1205" w:type="dxa"/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档案查阅情况</w:t>
            </w:r>
          </w:p>
        </w:tc>
        <w:tc>
          <w:tcPr>
            <w:tcW w:w="8634" w:type="dxa"/>
          </w:tcPr>
          <w:p w:rsidR="00000000" w:rsidRDefault="001972D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000000" w:rsidRDefault="001972DA">
            <w:pPr>
              <w:widowControl/>
              <w:ind w:firstLineChars="2050" w:firstLine="492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查阅人签字：</w:t>
            </w:r>
          </w:p>
          <w:p w:rsidR="00000000" w:rsidRDefault="001972DA">
            <w:pPr>
              <w:widowControl/>
              <w:wordWrap w:val="0"/>
              <w:ind w:firstLineChars="2050" w:firstLine="4920"/>
              <w:jc w:val="righ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</w:p>
        </w:tc>
      </w:tr>
      <w:tr w:rsidR="00000000">
        <w:trPr>
          <w:trHeight w:val="1630"/>
        </w:trPr>
        <w:tc>
          <w:tcPr>
            <w:tcW w:w="1205" w:type="dxa"/>
            <w:vAlign w:val="center"/>
          </w:tcPr>
          <w:p w:rsidR="00000000" w:rsidRDefault="001972D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户籍所在地计生部门意见</w:t>
            </w:r>
          </w:p>
        </w:tc>
        <w:tc>
          <w:tcPr>
            <w:tcW w:w="8634" w:type="dxa"/>
          </w:tcPr>
          <w:p w:rsidR="00000000" w:rsidRDefault="001972D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生育情况：</w:t>
            </w:r>
          </w:p>
          <w:p w:rsidR="00000000" w:rsidRDefault="001972DA">
            <w:pPr>
              <w:widowControl/>
              <w:ind w:firstLineChars="2700" w:firstLine="648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（盖章）</w:t>
            </w:r>
          </w:p>
          <w:p w:rsidR="00000000" w:rsidRDefault="001972D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负责人（签名）：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000000">
        <w:trPr>
          <w:trHeight w:val="1959"/>
        </w:trPr>
        <w:tc>
          <w:tcPr>
            <w:tcW w:w="1205" w:type="dxa"/>
            <w:tcBorders>
              <w:bottom w:val="single" w:sz="4" w:space="0" w:color="auto"/>
            </w:tcBorders>
            <w:vAlign w:val="center"/>
          </w:tcPr>
          <w:p w:rsidR="00000000" w:rsidRDefault="001972DA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招聘单位或其主管部门意见</w:t>
            </w:r>
          </w:p>
        </w:tc>
        <w:tc>
          <w:tcPr>
            <w:tcW w:w="8634" w:type="dxa"/>
            <w:tcBorders>
              <w:bottom w:val="single" w:sz="4" w:space="0" w:color="auto"/>
            </w:tcBorders>
            <w:vAlign w:val="center"/>
          </w:tcPr>
          <w:p w:rsidR="00000000" w:rsidRDefault="001972DA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经考察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同志符合事业单位工作人员公开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招聘条件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000000" w:rsidRDefault="001972DA">
            <w:pPr>
              <w:widowControl/>
              <w:ind w:firstLineChars="2700" w:firstLine="6480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（盖章）</w:t>
            </w:r>
          </w:p>
          <w:p w:rsidR="00000000" w:rsidRDefault="001972DA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负责人（签名）：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000000">
        <w:trPr>
          <w:trHeight w:val="651"/>
        </w:trPr>
        <w:tc>
          <w:tcPr>
            <w:tcW w:w="1205" w:type="dxa"/>
            <w:tcBorders>
              <w:bottom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备注</w:t>
            </w:r>
          </w:p>
        </w:tc>
        <w:tc>
          <w:tcPr>
            <w:tcW w:w="8634" w:type="dxa"/>
            <w:tcBorders>
              <w:bottom w:val="single" w:sz="4" w:space="0" w:color="auto"/>
            </w:tcBorders>
            <w:vAlign w:val="center"/>
          </w:tcPr>
          <w:p w:rsidR="00000000" w:rsidRDefault="001972DA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000000" w:rsidRDefault="001972DA">
      <w:pPr>
        <w:widowControl/>
        <w:spacing w:line="300" w:lineRule="exact"/>
        <w:ind w:leftChars="290" w:left="609"/>
        <w:rPr>
          <w:rFonts w:ascii="仿宋_GB2312" w:eastAsia="仿宋_GB2312" w:hAnsi="宋体" w:cs="宋体" w:hint="eastAsia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填表说明：</w:t>
      </w:r>
    </w:p>
    <w:p w:rsidR="00000000" w:rsidRDefault="001972DA">
      <w:pPr>
        <w:widowControl/>
        <w:spacing w:line="300" w:lineRule="exact"/>
        <w:ind w:leftChars="290" w:left="609"/>
        <w:rPr>
          <w:rFonts w:ascii="仿宋_GB2312" w:eastAsia="仿宋_GB2312" w:hAnsi="宋体" w:cs="宋体" w:hint="eastAsia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1.</w:t>
      </w:r>
      <w:r>
        <w:rPr>
          <w:rFonts w:ascii="仿宋_GB2312" w:eastAsia="仿宋_GB2312" w:hAnsi="宋体" w:cs="宋体" w:hint="eastAsia"/>
          <w:kern w:val="0"/>
          <w:szCs w:val="21"/>
        </w:rPr>
        <w:t>在职人员由原工作单位填写现实表现；无工作单位人员由乡镇</w:t>
      </w:r>
      <w:r>
        <w:rPr>
          <w:rFonts w:ascii="仿宋_GB2312" w:eastAsia="仿宋_GB2312" w:hAnsi="宋体" w:cs="宋体" w:hint="eastAsia"/>
          <w:kern w:val="0"/>
          <w:szCs w:val="21"/>
        </w:rPr>
        <w:t>（或村、社区）、街道（或社区）或学校填写意见（含档案关系在人才交流中心人员）；有工作经历年限要求的，请原工作单位如实填写。</w:t>
      </w:r>
    </w:p>
    <w:p w:rsidR="00000000" w:rsidRDefault="001972DA">
      <w:pPr>
        <w:widowControl/>
        <w:spacing w:line="300" w:lineRule="exact"/>
        <w:ind w:leftChars="290" w:left="609"/>
        <w:rPr>
          <w:rFonts w:ascii="仿宋_GB2312" w:eastAsia="仿宋_GB2312" w:hAnsi="宋体" w:cs="宋体" w:hint="eastAsia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2.</w:t>
      </w:r>
      <w:r>
        <w:rPr>
          <w:rFonts w:ascii="仿宋_GB2312" w:eastAsia="仿宋_GB2312" w:hAnsi="宋体" w:cs="宋体" w:hint="eastAsia"/>
          <w:kern w:val="0"/>
          <w:szCs w:val="21"/>
        </w:rPr>
        <w:t>原工作单位（乡镇或村、社区，街道或社区，学校）、派出所、计生部门、招聘单位或其主管部门须签署明确意见，并加盖公章。</w:t>
      </w:r>
    </w:p>
    <w:p w:rsidR="00000000" w:rsidRDefault="001972DA">
      <w:pPr>
        <w:widowControl/>
        <w:spacing w:line="300" w:lineRule="exact"/>
        <w:ind w:leftChars="290" w:left="609"/>
        <w:rPr>
          <w:rFonts w:ascii="仿宋_GB2312" w:eastAsia="仿宋_GB2312" w:hAnsi="宋体" w:cs="宋体" w:hint="eastAsia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3.</w:t>
      </w:r>
      <w:r>
        <w:rPr>
          <w:rFonts w:ascii="仿宋_GB2312" w:eastAsia="仿宋_GB2312" w:hAnsi="宋体" w:cs="宋体" w:hint="eastAsia"/>
          <w:kern w:val="0"/>
          <w:szCs w:val="21"/>
        </w:rPr>
        <w:t>招聘人员系未婚的，可不到计生部门签署意见。</w:t>
      </w:r>
    </w:p>
    <w:p w:rsidR="00000000" w:rsidRDefault="001972DA">
      <w:pPr>
        <w:widowControl/>
        <w:spacing w:line="300" w:lineRule="exact"/>
        <w:ind w:leftChars="290" w:left="609"/>
        <w:rPr>
          <w:rFonts w:ascii="仿宋_GB2312" w:eastAsia="仿宋_GB2312" w:hAnsi="宋体" w:cs="宋体" w:hint="eastAsia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4.</w:t>
      </w:r>
      <w:r>
        <w:rPr>
          <w:rFonts w:ascii="仿宋_GB2312" w:eastAsia="仿宋_GB2312" w:hAnsi="宋体" w:cs="宋体" w:hint="eastAsia"/>
          <w:kern w:val="0"/>
          <w:szCs w:val="21"/>
        </w:rPr>
        <w:t>档案查阅情况，主要查阅档案是否真实，是否符合报考有关条件。</w:t>
      </w:r>
    </w:p>
    <w:p w:rsidR="00000000" w:rsidRDefault="001972DA">
      <w:pPr>
        <w:widowControl/>
        <w:spacing w:line="300" w:lineRule="exact"/>
        <w:ind w:leftChars="290" w:left="609"/>
        <w:rPr>
          <w:rFonts w:ascii="仿宋_GB2312" w:eastAsia="仿宋_GB2312" w:hAnsi="宋体" w:cs="宋体" w:hint="eastAsia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5.</w:t>
      </w:r>
      <w:r>
        <w:rPr>
          <w:rFonts w:ascii="仿宋_GB2312" w:eastAsia="仿宋_GB2312" w:hAnsi="宋体" w:cs="宋体" w:hint="eastAsia"/>
          <w:kern w:val="0"/>
          <w:szCs w:val="21"/>
        </w:rPr>
        <w:t>此表双面打印，一式两份。</w:t>
      </w:r>
    </w:p>
    <w:p w:rsidR="001972DA" w:rsidRDefault="001972DA">
      <w:pPr>
        <w:widowControl/>
        <w:spacing w:line="300" w:lineRule="exact"/>
        <w:ind w:leftChars="290" w:left="609"/>
        <w:rPr>
          <w:rFonts w:ascii="仿宋_GB2312" w:eastAsia="仿宋_GB2312" w:hAnsi="宋体" w:cs="宋体" w:hint="eastAsia"/>
          <w:kern w:val="0"/>
          <w:szCs w:val="21"/>
        </w:rPr>
      </w:pPr>
    </w:p>
    <w:sectPr w:rsidR="001972DA">
      <w:pgSz w:w="11907" w:h="16840"/>
      <w:pgMar w:top="1701" w:right="1134" w:bottom="1701" w:left="1134" w:header="1418" w:footer="1531" w:gutter="0"/>
      <w:cols w:space="720"/>
      <w:docGrid w:type="lines" w:linePitch="291" w:charSpace="-34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2DA" w:rsidRDefault="001972DA" w:rsidP="00452EC4">
      <w:r>
        <w:separator/>
      </w:r>
    </w:p>
  </w:endnote>
  <w:endnote w:type="continuationSeparator" w:id="0">
    <w:p w:rsidR="001972DA" w:rsidRDefault="001972DA" w:rsidP="00452E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2DA" w:rsidRDefault="001972DA" w:rsidP="00452EC4">
      <w:r>
        <w:separator/>
      </w:r>
    </w:p>
  </w:footnote>
  <w:footnote w:type="continuationSeparator" w:id="0">
    <w:p w:rsidR="001972DA" w:rsidRDefault="001972DA" w:rsidP="00452E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gutterAtTop/>
  <w:attachedTemplate r:id="rId1"/>
  <w:stylePaneFormatFilter w:val="3F01"/>
  <w:defaultTabStop w:val="420"/>
  <w:drawingGridHorizontalSpacing w:val="193"/>
  <w:drawingGridVerticalSpacing w:val="291"/>
  <w:displayHorizontalDrawingGridEvery w:val="0"/>
  <w:characterSpacingControl w:val="compressPunctuation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76197"/>
    <w:rsid w:val="000761D4"/>
    <w:rsid w:val="00092C56"/>
    <w:rsid w:val="00096762"/>
    <w:rsid w:val="000A52C3"/>
    <w:rsid w:val="000D0930"/>
    <w:rsid w:val="000E0C8F"/>
    <w:rsid w:val="000E6DE2"/>
    <w:rsid w:val="000F6542"/>
    <w:rsid w:val="0014104E"/>
    <w:rsid w:val="00142DA1"/>
    <w:rsid w:val="001855C3"/>
    <w:rsid w:val="001972DA"/>
    <w:rsid w:val="002403EA"/>
    <w:rsid w:val="00245586"/>
    <w:rsid w:val="00264382"/>
    <w:rsid w:val="0027414B"/>
    <w:rsid w:val="00283C93"/>
    <w:rsid w:val="002A5523"/>
    <w:rsid w:val="002F5AD1"/>
    <w:rsid w:val="00306034"/>
    <w:rsid w:val="00347638"/>
    <w:rsid w:val="003A77D6"/>
    <w:rsid w:val="003B564C"/>
    <w:rsid w:val="003B5E91"/>
    <w:rsid w:val="003F5AED"/>
    <w:rsid w:val="00433BA4"/>
    <w:rsid w:val="004518D9"/>
    <w:rsid w:val="00452EC4"/>
    <w:rsid w:val="00473B9C"/>
    <w:rsid w:val="00477285"/>
    <w:rsid w:val="004B25E4"/>
    <w:rsid w:val="004D468F"/>
    <w:rsid w:val="004F5536"/>
    <w:rsid w:val="00512519"/>
    <w:rsid w:val="00512AF2"/>
    <w:rsid w:val="00525352"/>
    <w:rsid w:val="005A703F"/>
    <w:rsid w:val="005C0030"/>
    <w:rsid w:val="005C22E8"/>
    <w:rsid w:val="005F2099"/>
    <w:rsid w:val="005F4591"/>
    <w:rsid w:val="00616808"/>
    <w:rsid w:val="00632CE6"/>
    <w:rsid w:val="00666141"/>
    <w:rsid w:val="006A066E"/>
    <w:rsid w:val="006E56F5"/>
    <w:rsid w:val="006F325D"/>
    <w:rsid w:val="00730984"/>
    <w:rsid w:val="007D65D0"/>
    <w:rsid w:val="007D74F8"/>
    <w:rsid w:val="007D763B"/>
    <w:rsid w:val="00845394"/>
    <w:rsid w:val="00864780"/>
    <w:rsid w:val="00865B78"/>
    <w:rsid w:val="008856DF"/>
    <w:rsid w:val="00892102"/>
    <w:rsid w:val="008C2955"/>
    <w:rsid w:val="0092604A"/>
    <w:rsid w:val="009C3A8C"/>
    <w:rsid w:val="009D7B55"/>
    <w:rsid w:val="00A25A2F"/>
    <w:rsid w:val="00A86AC4"/>
    <w:rsid w:val="00B10FCA"/>
    <w:rsid w:val="00B14381"/>
    <w:rsid w:val="00B172FA"/>
    <w:rsid w:val="00B306D5"/>
    <w:rsid w:val="00BB18DE"/>
    <w:rsid w:val="00BB2F7C"/>
    <w:rsid w:val="00BC6B15"/>
    <w:rsid w:val="00BE4DD8"/>
    <w:rsid w:val="00C232F2"/>
    <w:rsid w:val="00C413CE"/>
    <w:rsid w:val="00C41C29"/>
    <w:rsid w:val="00C732C1"/>
    <w:rsid w:val="00CA141B"/>
    <w:rsid w:val="00CA1530"/>
    <w:rsid w:val="00CC16C9"/>
    <w:rsid w:val="00D571AE"/>
    <w:rsid w:val="00D97B8E"/>
    <w:rsid w:val="00DB4F7F"/>
    <w:rsid w:val="00DC5811"/>
    <w:rsid w:val="00DE46DA"/>
    <w:rsid w:val="00E05DCB"/>
    <w:rsid w:val="00E46F37"/>
    <w:rsid w:val="00E522E1"/>
    <w:rsid w:val="00E654C0"/>
    <w:rsid w:val="00EC095F"/>
    <w:rsid w:val="00F0579D"/>
    <w:rsid w:val="00F1193A"/>
    <w:rsid w:val="00F45DEF"/>
    <w:rsid w:val="00FA4389"/>
    <w:rsid w:val="045A65CD"/>
    <w:rsid w:val="10D10169"/>
    <w:rsid w:val="1B3C687D"/>
    <w:rsid w:val="1C257677"/>
    <w:rsid w:val="2052135C"/>
    <w:rsid w:val="32450065"/>
    <w:rsid w:val="461B337C"/>
    <w:rsid w:val="56A64DA8"/>
    <w:rsid w:val="592E1C44"/>
    <w:rsid w:val="5AF84064"/>
    <w:rsid w:val="6DA722B0"/>
    <w:rsid w:val="72626977"/>
    <w:rsid w:val="791B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link w:val="a3"/>
    <w:rPr>
      <w:kern w:val="2"/>
      <w:sz w:val="18"/>
      <w:szCs w:val="18"/>
    </w:rPr>
  </w:style>
  <w:style w:type="paragraph" w:customStyle="1" w:styleId="Char0">
    <w:name w:val="Char"/>
    <w:basedOn w:val="a"/>
    <w:pPr>
      <w:tabs>
        <w:tab w:val="left" w:pos="360"/>
      </w:tabs>
      <w:ind w:firstLineChars="200" w:firstLine="632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Balloon Text"/>
    <w:basedOn w:val="a"/>
    <w:link w:val="Char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819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喀什地区面向社会公开考录公务员、工作人员考察政审表</dc:title>
  <dc:subject/>
  <dc:creator>lenovo</dc:creator>
  <cp:keywords/>
  <dc:description/>
  <cp:lastModifiedBy>USER</cp:lastModifiedBy>
  <cp:revision>2</cp:revision>
  <cp:lastPrinted>2019-08-21T07:55:00Z</cp:lastPrinted>
  <dcterms:created xsi:type="dcterms:W3CDTF">2020-09-22T01:57:00Z</dcterms:created>
  <dcterms:modified xsi:type="dcterms:W3CDTF">2020-09-22T01:57:00Z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