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00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eastAsia="zh-CN"/>
        </w:rPr>
        <w:t>江永县20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eastAsia="zh-CN"/>
        </w:rPr>
        <w:t>年公开招聘县食品质量安全监督检测检验中心工作人员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报名登记表</w:t>
      </w:r>
    </w:p>
    <w:bookmarkEnd w:id="0"/>
    <w:tbl>
      <w:tblPr>
        <w:tblStyle w:val="6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widowControl w:val="0"/>
              <w:autoSpaceDE w:val="0"/>
              <w:autoSpaceDN w:val="0"/>
              <w:adjustRightInd w:val="0"/>
              <w:spacing w:line="500" w:lineRule="exact"/>
              <w:textAlignment w:val="auto"/>
              <w:rPr>
                <w:rFonts w:asci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</w:rPr>
              <w:t>应聘单位：</w:t>
            </w:r>
            <w:r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  <w:t xml:space="preserve">    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</w:rPr>
              <w:t>应聘岗位：</w:t>
            </w:r>
            <w:r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</w:rPr>
              <w:t>报考岗位代码：</w:t>
            </w:r>
            <w:r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  <w:t xml:space="preserve">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</w:rPr>
              <w:t>报名序号：</w:t>
            </w:r>
            <w:r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  <w:t xml:space="preserve">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姓</w:t>
            </w:r>
            <w:r>
              <w:rPr>
                <w:rFonts w:ascii="宋体" w:hAnsi="宋体" w:cs="宋体"/>
                <w:color w:val="000000"/>
                <w:sz w:val="24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性</w:t>
            </w:r>
            <w:r>
              <w:rPr>
                <w:rFonts w:ascii="宋体" w:hAnsi="宋体" w:cs="宋体"/>
                <w:color w:val="000000"/>
                <w:sz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户</w:t>
            </w:r>
            <w:r>
              <w:rPr>
                <w:rFonts w:ascii="宋体" w:hAnsi="宋体" w:cs="宋体"/>
                <w:color w:val="000000"/>
                <w:sz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sz w:val="24"/>
                <w:highlight w:val="none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42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textAlignment w:val="auto"/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textAlignment w:val="auto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年</w:t>
            </w:r>
            <w:r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  <w:t xml:space="preserve">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月</w:t>
            </w:r>
            <w:r>
              <w:rPr>
                <w:rFonts w:ascii="楷体_GB2312" w:hAnsi="新宋体" w:eastAsia="楷体_GB2312"/>
                <w:b/>
                <w:color w:val="000000"/>
                <w:sz w:val="24"/>
                <w:highlight w:val="none"/>
              </w:rPr>
              <w:t xml:space="preserve">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  <w:highlight w:val="none"/>
              </w:rPr>
              <w:t>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资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格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审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意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auto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82" w:firstLineChars="200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经审查，符合应聘资格条件。</w:t>
            </w:r>
          </w:p>
          <w:p>
            <w:pPr>
              <w:spacing w:line="280" w:lineRule="exact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spacing w:line="280" w:lineRule="exact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spacing w:line="280" w:lineRule="exact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审查人签名：</w:t>
            </w:r>
            <w:r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  <w:t xml:space="preserve">   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招聘单位（章）</w:t>
            </w:r>
          </w:p>
          <w:p>
            <w:pPr>
              <w:spacing w:line="280" w:lineRule="exact"/>
              <w:jc w:val="left"/>
              <w:textAlignment w:val="auto"/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textAlignment w:val="auto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年</w:t>
            </w:r>
            <w:r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  <w:t xml:space="preserve"> 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月</w:t>
            </w:r>
            <w:r>
              <w:rPr>
                <w:rFonts w:ascii="楷体_GB2312" w:eastAsia="楷体_GB2312"/>
                <w:b/>
                <w:color w:val="000000"/>
                <w:sz w:val="24"/>
                <w:highlight w:val="none"/>
              </w:rPr>
              <w:t xml:space="preserve">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/>
                <w:color w:val="000000"/>
                <w:sz w:val="24"/>
                <w:highlight w:val="none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/>
                <w:color w:val="000000"/>
                <w:sz w:val="24"/>
                <w:highlight w:val="none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highlight w:val="none"/>
              </w:rPr>
            </w:pPr>
          </w:p>
        </w:tc>
      </w:tr>
    </w:tbl>
    <w:p>
      <w:pPr>
        <w:pStyle w:val="2"/>
        <w:widowControl w:val="0"/>
        <w:spacing w:line="240" w:lineRule="exact"/>
        <w:ind w:left="806" w:leftChars="0" w:hanging="806" w:hangingChars="384"/>
        <w:jc w:val="both"/>
        <w:textAlignment w:val="auto"/>
        <w:rPr>
          <w:rStyle w:val="11"/>
          <w:rFonts w:ascii="仿宋" w:hAnsi="仿宋" w:eastAsia="仿宋"/>
          <w:color w:val="000000"/>
          <w:sz w:val="32"/>
          <w:szCs w:val="32"/>
          <w:highlight w:val="none"/>
        </w:rPr>
      </w:pPr>
      <w:r>
        <w:rPr>
          <w:rFonts w:hint="eastAsia" w:cs="宋体"/>
          <w:highlight w:val="none"/>
        </w:rPr>
        <w:t>说明：</w:t>
      </w:r>
      <w:r>
        <w:rPr>
          <w:rFonts w:cs="宋体"/>
          <w:highlight w:val="none"/>
        </w:rPr>
        <w:t>1.</w:t>
      </w:r>
      <w:r>
        <w:rPr>
          <w:rFonts w:hint="eastAsia" w:cs="宋体"/>
          <w:highlight w:val="none"/>
        </w:rPr>
        <w:t>报名序号由招聘单位填写。</w:t>
      </w:r>
      <w:r>
        <w:rPr>
          <w:rFonts w:cs="宋体"/>
          <w:highlight w:val="none"/>
        </w:rPr>
        <w:t>2.</w:t>
      </w:r>
      <w:r>
        <w:rPr>
          <w:rFonts w:hint="eastAsia" w:cs="宋体"/>
          <w:highlight w:val="none"/>
        </w:rPr>
        <w:t>考生必须如实填写上述内容，如填报虚假信息者，取消考试或聘用资格。</w:t>
      </w:r>
      <w:r>
        <w:rPr>
          <w:rFonts w:cs="宋体"/>
          <w:highlight w:val="none"/>
        </w:rPr>
        <w:t>3.</w:t>
      </w:r>
      <w:r>
        <w:rPr>
          <w:rFonts w:hint="eastAsia" w:cs="宋体"/>
          <w:highlight w:val="none"/>
        </w:rPr>
        <w:t>经审查符合报名条件，由考生现场确认，此报名表由招聘单位留存。</w:t>
      </w:r>
      <w:r>
        <w:rPr>
          <w:rFonts w:cs="宋体"/>
          <w:highlight w:val="none"/>
        </w:rPr>
        <w:t>4.</w:t>
      </w:r>
      <w:r>
        <w:rPr>
          <w:rFonts w:hint="eastAsia" w:cs="宋体"/>
          <w:highlight w:val="none"/>
        </w:rPr>
        <w:t>考生需准备</w:t>
      </w:r>
      <w:r>
        <w:rPr>
          <w:rFonts w:cs="宋体"/>
          <w:highlight w:val="none"/>
        </w:rPr>
        <w:t>1</w:t>
      </w:r>
      <w:r>
        <w:rPr>
          <w:rFonts w:hint="eastAsia" w:cs="宋体"/>
          <w:highlight w:val="none"/>
        </w:rPr>
        <w:t>寸彩色照片</w:t>
      </w:r>
      <w:r>
        <w:rPr>
          <w:rFonts w:cs="宋体"/>
          <w:highlight w:val="none"/>
        </w:rPr>
        <w:t>3</w:t>
      </w:r>
      <w:r>
        <w:rPr>
          <w:rFonts w:hint="eastAsia" w:cs="宋体"/>
          <w:highlight w:val="none"/>
        </w:rPr>
        <w:t>张，照片背面请写上自己的名字。</w:t>
      </w:r>
      <w:r>
        <w:rPr>
          <w:rFonts w:cs="宋体"/>
          <w:highlight w:val="none"/>
        </w:rPr>
        <w:t>5.</w:t>
      </w:r>
      <w:r>
        <w:rPr>
          <w:rFonts w:hint="eastAsia" w:cs="宋体"/>
          <w:highlight w:val="none"/>
        </w:rPr>
        <w:t>如有其他学术成果或课</w:t>
      </w:r>
      <w:r>
        <w:rPr>
          <w:rFonts w:hint="eastAsia" w:ascii="宋体" w:hAnsi="宋体" w:cs="宋体"/>
          <w:highlight w:val="none"/>
        </w:rPr>
        <w:t>题及需要说明的情况可另附。</w:t>
      </w:r>
    </w:p>
    <w:sectPr>
      <w:pgSz w:w="11906" w:h="16838"/>
      <w:pgMar w:top="1270" w:right="1803" w:bottom="873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9E"/>
    <w:rsid w:val="000F5A9E"/>
    <w:rsid w:val="001604DD"/>
    <w:rsid w:val="001A6C1F"/>
    <w:rsid w:val="0025790C"/>
    <w:rsid w:val="004511FC"/>
    <w:rsid w:val="00615660"/>
    <w:rsid w:val="0062560B"/>
    <w:rsid w:val="006C4F0F"/>
    <w:rsid w:val="006F01AF"/>
    <w:rsid w:val="008534E6"/>
    <w:rsid w:val="009B012A"/>
    <w:rsid w:val="00B171EC"/>
    <w:rsid w:val="00D9199E"/>
    <w:rsid w:val="00E13ED1"/>
    <w:rsid w:val="015D6959"/>
    <w:rsid w:val="068803B8"/>
    <w:rsid w:val="09431193"/>
    <w:rsid w:val="09A35E9D"/>
    <w:rsid w:val="0D0B65EF"/>
    <w:rsid w:val="10A45381"/>
    <w:rsid w:val="162D4EEB"/>
    <w:rsid w:val="16C94C9A"/>
    <w:rsid w:val="16DA532C"/>
    <w:rsid w:val="17387897"/>
    <w:rsid w:val="1B066DAE"/>
    <w:rsid w:val="23DF6544"/>
    <w:rsid w:val="26DE0381"/>
    <w:rsid w:val="284F29AA"/>
    <w:rsid w:val="28F2356A"/>
    <w:rsid w:val="2DBD22AC"/>
    <w:rsid w:val="2F0855D1"/>
    <w:rsid w:val="30A143EB"/>
    <w:rsid w:val="33F50F8E"/>
    <w:rsid w:val="351877D2"/>
    <w:rsid w:val="40E4685C"/>
    <w:rsid w:val="47EA2491"/>
    <w:rsid w:val="4B351E6A"/>
    <w:rsid w:val="4C6B650A"/>
    <w:rsid w:val="52914727"/>
    <w:rsid w:val="532669BF"/>
    <w:rsid w:val="57E82DE0"/>
    <w:rsid w:val="5AEA4E10"/>
    <w:rsid w:val="5F9C71F6"/>
    <w:rsid w:val="6173027B"/>
    <w:rsid w:val="653316BA"/>
    <w:rsid w:val="67B66770"/>
    <w:rsid w:val="6A52039E"/>
    <w:rsid w:val="6AC575FA"/>
    <w:rsid w:val="6B5B612F"/>
    <w:rsid w:val="6E565F55"/>
    <w:rsid w:val="6F1C49DD"/>
    <w:rsid w:val="702D259E"/>
    <w:rsid w:val="73972850"/>
    <w:rsid w:val="75150600"/>
    <w:rsid w:val="75792490"/>
    <w:rsid w:val="76E26089"/>
    <w:rsid w:val="7F2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99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Body Text Indent Char"/>
    <w:basedOn w:val="7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NormalCharacter"/>
    <w:semiHidden/>
    <w:qFormat/>
    <w:uiPriority w:val="99"/>
  </w:style>
  <w:style w:type="table" w:customStyle="1" w:styleId="12">
    <w:name w:val="TableNormal"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PageNumber"/>
    <w:basedOn w:val="11"/>
    <w:qFormat/>
    <w:uiPriority w:val="99"/>
    <w:rPr>
      <w:rFonts w:cs="Times New Roman"/>
    </w:rPr>
  </w:style>
  <w:style w:type="paragraph" w:customStyle="1" w:styleId="14">
    <w:name w:val="HtmlNormal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15">
    <w:name w:val="font01"/>
    <w:basedOn w:val="7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15</Pages>
  <Words>1693</Words>
  <Characters>9652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2019-10-11T08:24:00Z</dcterms:created>
  <dc:creator>Administrator</dc:creator>
  <cp:lastModifiedBy>Administrator</cp:lastModifiedBy>
  <cp:lastPrinted>2021-01-05T01:36:13Z</cp:lastPrinted>
  <dcterms:modified xsi:type="dcterms:W3CDTF">2021-01-05T01:36:26Z</dcterms:modified>
  <dc:title>永州市江永县2019年下半年园区及基层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