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黑体" w:cs="Times New Roman"/>
          <w:bCs/>
          <w:sz w:val="32"/>
          <w:szCs w:val="32"/>
        </w:rPr>
      </w:pPr>
      <w:r>
        <w:rPr>
          <w:rFonts w:ascii="Times New Roman" w:hAnsi="Times New Roman" w:eastAsia="黑体" w:cs="Times New Roman"/>
          <w:bCs/>
          <w:sz w:val="32"/>
          <w:szCs w:val="32"/>
        </w:rPr>
        <w:t>附件2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bCs/>
          <w:sz w:val="44"/>
          <w:szCs w:val="44"/>
        </w:rPr>
      </w:pPr>
      <w:r>
        <w:rPr>
          <w:rFonts w:ascii="Times New Roman" w:hAnsi="Times New Roman" w:eastAsia="方正小标宋_GBK" w:cs="Times New Roman"/>
          <w:bCs/>
          <w:sz w:val="44"/>
          <w:szCs w:val="44"/>
        </w:rPr>
        <w:t>广安金土地集团</w:t>
      </w:r>
      <w:r>
        <w:rPr>
          <w:rFonts w:ascii="Times New Roman" w:hAnsi="Times New Roman" w:eastAsia="方正小标宋简体" w:cs="Times New Roman"/>
          <w:bCs/>
          <w:sz w:val="44"/>
          <w:szCs w:val="44"/>
        </w:rPr>
        <w:t>应聘人员登记表</w:t>
      </w:r>
    </w:p>
    <w:tbl>
      <w:tblPr>
        <w:tblStyle w:val="4"/>
        <w:tblW w:w="958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254"/>
        <w:gridCol w:w="972"/>
        <w:gridCol w:w="906"/>
        <w:gridCol w:w="481"/>
        <w:gridCol w:w="485"/>
        <w:gridCol w:w="398"/>
        <w:gridCol w:w="175"/>
        <w:gridCol w:w="195"/>
        <w:gridCol w:w="413"/>
        <w:gridCol w:w="147"/>
        <w:gridCol w:w="234"/>
        <w:gridCol w:w="226"/>
        <w:gridCol w:w="689"/>
        <w:gridCol w:w="391"/>
        <w:gridCol w:w="297"/>
        <w:gridCol w:w="512"/>
        <w:gridCol w:w="355"/>
        <w:gridCol w:w="439"/>
        <w:gridCol w:w="119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85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个  人  资  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姓名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性别</w:t>
            </w:r>
          </w:p>
        </w:tc>
        <w:tc>
          <w:tcPr>
            <w:tcW w:w="9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6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民族</w:t>
            </w:r>
          </w:p>
        </w:tc>
        <w:tc>
          <w:tcPr>
            <w:tcW w:w="102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出生日期</w:t>
            </w:r>
          </w:p>
        </w:tc>
        <w:tc>
          <w:tcPr>
            <w:tcW w:w="11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学历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身高</w:t>
            </w:r>
          </w:p>
        </w:tc>
        <w:tc>
          <w:tcPr>
            <w:tcW w:w="9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6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婚否</w:t>
            </w:r>
          </w:p>
        </w:tc>
        <w:tc>
          <w:tcPr>
            <w:tcW w:w="102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健康状况</w:t>
            </w:r>
          </w:p>
        </w:tc>
        <w:tc>
          <w:tcPr>
            <w:tcW w:w="11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籍贯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居住地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身份证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号码</w:t>
            </w:r>
          </w:p>
        </w:tc>
        <w:tc>
          <w:tcPr>
            <w:tcW w:w="270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参工时间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工作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年限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政治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面貌</w:t>
            </w:r>
          </w:p>
        </w:tc>
        <w:tc>
          <w:tcPr>
            <w:tcW w:w="270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最高学历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专业技术职务</w:t>
            </w:r>
          </w:p>
        </w:tc>
        <w:tc>
          <w:tcPr>
            <w:tcW w:w="2294" w:type="dxa"/>
            <w:gridSpan w:val="7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49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爱好特长</w:t>
            </w:r>
          </w:p>
        </w:tc>
        <w:tc>
          <w:tcPr>
            <w:tcW w:w="31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入党时间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联系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spacing w:val="-2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电话</w:t>
            </w:r>
          </w:p>
        </w:tc>
        <w:tc>
          <w:tcPr>
            <w:tcW w:w="2294" w:type="dxa"/>
            <w:gridSpan w:val="7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49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电子邮箱</w:t>
            </w:r>
          </w:p>
        </w:tc>
        <w:tc>
          <w:tcPr>
            <w:tcW w:w="31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应聘岗位</w:t>
            </w:r>
          </w:p>
        </w:tc>
        <w:tc>
          <w:tcPr>
            <w:tcW w:w="32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49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期望薪酬</w:t>
            </w:r>
          </w:p>
        </w:tc>
        <w:tc>
          <w:tcPr>
            <w:tcW w:w="31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通讯地址</w:t>
            </w:r>
          </w:p>
        </w:tc>
        <w:tc>
          <w:tcPr>
            <w:tcW w:w="7534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现工作单位及职务</w:t>
            </w:r>
          </w:p>
        </w:tc>
        <w:tc>
          <w:tcPr>
            <w:tcW w:w="7534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85" w:type="dxa"/>
            <w:gridSpan w:val="20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69" w:lineRule="atLeast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教  育  背  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学历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教育</w:t>
            </w: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毕业学校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（含高中、高校）</w:t>
            </w: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所学专业</w:t>
            </w: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学习时间</w:t>
            </w: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所获证书（学位）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技能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训练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情况</w:t>
            </w: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培训机构/单位</w:t>
            </w: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培训内容</w:t>
            </w: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培训时间</w:t>
            </w: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证书情况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2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9585" w:type="dxa"/>
            <w:gridSpan w:val="20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主要工作业绩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  <w:jc w:val="center"/>
        </w:trPr>
        <w:tc>
          <w:tcPr>
            <w:tcW w:w="9585" w:type="dxa"/>
            <w:gridSpan w:val="20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85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请从现任职位开始顺序列出以往所有任职资料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工作时间</w:t>
            </w: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工作单位</w:t>
            </w: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职位</w:t>
            </w:r>
          </w:p>
        </w:tc>
        <w:tc>
          <w:tcPr>
            <w:tcW w:w="98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薪金</w:t>
            </w:r>
          </w:p>
        </w:tc>
        <w:tc>
          <w:tcPr>
            <w:tcW w:w="16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离职原因</w:t>
            </w: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核查电话</w:t>
            </w: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证明人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85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家  庭  背  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关  系</w:t>
            </w: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姓  名</w:t>
            </w: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年  龄</w:t>
            </w:r>
          </w:p>
        </w:tc>
        <w:tc>
          <w:tcPr>
            <w:tcW w:w="259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工作单位/住址</w:t>
            </w: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职  业</w:t>
            </w: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联系电话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父  亲</w:t>
            </w: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母  亲</w:t>
            </w: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配  偶</w:t>
            </w: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兄弟姊妹</w:t>
            </w: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7" w:hRule="atLeast"/>
          <w:jc w:val="center"/>
        </w:trPr>
        <w:tc>
          <w:tcPr>
            <w:tcW w:w="9585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求职声明：</w:t>
            </w:r>
          </w:p>
          <w:p>
            <w:pPr>
              <w:widowControl/>
              <w:ind w:firstLine="42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、本人现谨声明，在此表内所陈述全部资料确属事实，谨此授权广安金土地开发投资有限公司查询有关事项，并清楚如任何一项情况失实，是严重违反贵公司规章制度的行为，贵公司有权解除本人受聘之职,并且不予任何经济补偿或采取其他处理方式处理。</w:t>
            </w:r>
          </w:p>
          <w:p>
            <w:pPr>
              <w:widowControl/>
              <w:ind w:firstLine="42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2、本人经考虑，自愿应聘，并能按公司规章制度勤奋工作；若本人违反公司有关规定，自愿接受公司按规定进行处理。</w:t>
            </w:r>
          </w:p>
          <w:p>
            <w:pPr>
              <w:widowControl/>
              <w:ind w:firstLine="42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3、本人所交资料离职时均不带走，交公司存档。</w:t>
            </w:r>
          </w:p>
          <w:p>
            <w:pPr>
              <w:widowControl/>
              <w:ind w:firstLine="420"/>
              <w:rPr>
                <w:rFonts w:ascii="Times New Roman" w:hAnsi="Times New Roman" w:cs="Times New Roman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申请人签名：                                       日期：         年     月 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8E369A"/>
    <w:rsid w:val="3B8E369A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2020-12-21T07:29:00Z</dcterms:created>
  <dc:creator>Administrator</dc:creator>
  <cp:lastModifiedBy>Administrator</cp:lastModifiedBy>
  <dcterms:modified xsi:type="dcterms:W3CDTF">2020-12-21T07:30:16Z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