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hd w:val="clear" w:color="auto" w:fill="FFFFFF"/>
        <w:spacing w:line="480" w:lineRule="atLeast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</w:t>
      </w:r>
      <w:r>
        <w:rPr>
          <w:rFonts w:ascii="黑体" w:hAnsi="黑体" w:eastAsia="黑体"/>
          <w:szCs w:val="32"/>
        </w:rPr>
        <w:t>3</w:t>
      </w:r>
      <w:r>
        <w:rPr>
          <w:rFonts w:hint="eastAsia" w:ascii="黑体" w:hAnsi="黑体" w:eastAsia="黑体"/>
          <w:szCs w:val="32"/>
        </w:rPr>
        <w:t>：</w:t>
      </w:r>
    </w:p>
    <w:p>
      <w:pPr>
        <w:spacing w:line="400" w:lineRule="exact"/>
        <w:jc w:val="center"/>
        <w:rPr>
          <w:rFonts w:hint="eastAsia"/>
          <w:sz w:val="28"/>
          <w:szCs w:val="28"/>
        </w:rPr>
      </w:pPr>
      <w:r>
        <w:rPr>
          <w:rFonts w:hint="eastAsia" w:ascii="黑体" w:hAnsi="黑体" w:eastAsia="黑体" w:cs="宋体"/>
          <w:bCs/>
          <w:kern w:val="0"/>
          <w:szCs w:val="32"/>
        </w:rPr>
        <w:t>政府专职队员应聘报名表</w:t>
      </w:r>
    </w:p>
    <w:p>
      <w:pPr>
        <w:spacing w:line="400" w:lineRule="exact"/>
        <w:ind w:left="-1080" w:leftChars="-342" w:firstLine="450" w:firstLineChars="163"/>
        <w:rPr>
          <w:b/>
          <w:sz w:val="30"/>
          <w:szCs w:val="30"/>
        </w:rPr>
      </w:pPr>
      <w:r>
        <w:rPr>
          <w:rFonts w:hint="eastAsia"/>
          <w:sz w:val="28"/>
          <w:szCs w:val="28"/>
        </w:rPr>
        <w:t xml:space="preserve">报考岗位：         代码：         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填表时间：</w:t>
      </w:r>
      <w:r>
        <w:rPr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</w:p>
    <w:tbl>
      <w:tblPr>
        <w:tblStyle w:val="8"/>
        <w:tblW w:w="102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317"/>
        <w:gridCol w:w="7"/>
        <w:gridCol w:w="888"/>
        <w:gridCol w:w="975"/>
        <w:gridCol w:w="596"/>
        <w:gridCol w:w="584"/>
        <w:gridCol w:w="1301"/>
        <w:gridCol w:w="692"/>
        <w:gridCol w:w="948"/>
        <w:gridCol w:w="1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名</w:t>
            </w: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29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贴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照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片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民族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籍贯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最高学历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学位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毕业学校</w:t>
            </w:r>
          </w:p>
        </w:tc>
        <w:tc>
          <w:tcPr>
            <w:tcW w:w="29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毕业时间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所学专业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专业资格证书（技术职称）</w:t>
            </w:r>
          </w:p>
        </w:tc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入伍时间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退伍时间</w:t>
            </w:r>
          </w:p>
        </w:tc>
        <w:tc>
          <w:tcPr>
            <w:tcW w:w="15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服役地（部队）</w:t>
            </w:r>
          </w:p>
        </w:tc>
        <w:tc>
          <w:tcPr>
            <w:tcW w:w="33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通信地址</w:t>
            </w:r>
          </w:p>
        </w:tc>
        <w:tc>
          <w:tcPr>
            <w:tcW w:w="37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33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本人简历</w:t>
            </w:r>
          </w:p>
        </w:tc>
        <w:tc>
          <w:tcPr>
            <w:tcW w:w="8993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2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pacing w:val="-20"/>
                <w:sz w:val="24"/>
              </w:rPr>
            </w:pPr>
            <w:r>
              <w:rPr>
                <w:rFonts w:hint="eastAsia" w:ascii="宋体" w:hAnsi="宋体" w:cs="宋体"/>
                <w:spacing w:val="-20"/>
                <w:sz w:val="24"/>
              </w:rPr>
              <w:t>家庭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宋体"/>
                <w:spacing w:val="-20"/>
                <w:sz w:val="24"/>
              </w:rPr>
            </w:pPr>
            <w:r>
              <w:rPr>
                <w:rFonts w:hint="eastAsia" w:ascii="宋体" w:hAnsi="宋体" w:cs="宋体"/>
                <w:spacing w:val="-20"/>
                <w:sz w:val="24"/>
              </w:rPr>
              <w:t>成员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情况</w:t>
            </w: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称谓</w:t>
            </w: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31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现工作单位</w:t>
            </w:r>
          </w:p>
        </w:tc>
        <w:tc>
          <w:tcPr>
            <w:tcW w:w="26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1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1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1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1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12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报名资格审查情况</w:t>
            </w:r>
          </w:p>
        </w:tc>
        <w:tc>
          <w:tcPr>
            <w:tcW w:w="89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招聘单位主管部门意见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9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>
            <w:pPr>
              <w:spacing w:line="36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填表承诺与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注意事项</w:t>
            </w:r>
          </w:p>
        </w:tc>
        <w:tc>
          <w:tcPr>
            <w:tcW w:w="89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华文楷体" w:hAnsi="华文楷体" w:eastAsia="华文楷体" w:cs="华文楷体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</w:rPr>
              <w:t>1、本表一式二份，所填内容必须填写完整、字迹工整清晰；准备的3张照片，将两张各自粘贴在指定的贴照片处，剩余一张贴在首张报名表的右上角空白处。</w:t>
            </w:r>
          </w:p>
          <w:p>
            <w:pPr>
              <w:spacing w:line="360" w:lineRule="exact"/>
              <w:rPr>
                <w:rFonts w:hint="eastAsia" w:ascii="华文楷体" w:hAnsi="华文楷体" w:eastAsia="华文楷体" w:cs="华文楷体"/>
                <w:sz w:val="24"/>
              </w:rPr>
            </w:pPr>
            <w:r>
              <w:rPr>
                <w:rFonts w:hint="eastAsia" w:ascii="华文楷体" w:hAnsi="华文楷体" w:eastAsia="华文楷体" w:cs="华文楷体"/>
                <w:sz w:val="24"/>
              </w:rPr>
              <w:t>2、本人保证已仔细阅读并自觉遵守招聘公告，报考时提供的所有个人信息、证件等相关资料真实、准确，符合所报岗位的资格条件，绝无弄虚作假。</w:t>
            </w:r>
          </w:p>
          <w:p>
            <w:pPr>
              <w:spacing w:line="360" w:lineRule="exact"/>
              <w:rPr>
                <w:rFonts w:ascii="仿宋_GB2312" w:hAnsi="仿宋_GB2312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sz w:val="24"/>
              </w:rPr>
              <w:t>3、本人清楚现场报名时只对报名材料作初步审核，资格审查贯穿招聘环节始终，以上如有违反，本人自愿承担全部后果。</w:t>
            </w:r>
          </w:p>
        </w:tc>
      </w:tr>
    </w:tbl>
    <w:p>
      <w:pPr>
        <w:rPr>
          <w:rFonts w:hint="eastAsia" w:ascii="黑体" w:hAnsi="黑体" w:eastAsia="黑体"/>
          <w:szCs w:val="32"/>
        </w:rPr>
      </w:pPr>
    </w:p>
    <w:sectPr>
      <w:footerReference r:id="rId3" w:type="default"/>
      <w:footerReference r:id="rId4" w:type="even"/>
      <w:pgSz w:w="11907" w:h="16840"/>
      <w:pgMar w:top="2098" w:right="1474" w:bottom="1985" w:left="1588" w:header="851" w:footer="1423" w:gutter="0"/>
      <w:cols w:space="72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wordWrap w:val="0"/>
      <w:jc w:val="right"/>
      <w:rPr>
        <w:rStyle w:val="11"/>
        <w:rFonts w:ascii="仿宋_GB2312"/>
        <w:sz w:val="28"/>
        <w:szCs w:val="28"/>
      </w:rPr>
    </w:pPr>
    <w:r>
      <w:rPr>
        <w:rStyle w:val="11"/>
        <w:rFonts w:hint="eastAsia" w:ascii="仿宋_GB2312"/>
        <w:sz w:val="28"/>
        <w:szCs w:val="28"/>
      </w:rPr>
      <w:t xml:space="preserve">— </w:t>
    </w:r>
    <w:r>
      <w:rPr>
        <w:rFonts w:hint="eastAsia" w:ascii="宋体" w:hAnsi="宋体"/>
        <w:sz w:val="28"/>
        <w:szCs w:val="28"/>
      </w:rPr>
      <w:fldChar w:fldCharType="begin"/>
    </w:r>
    <w:r>
      <w:rPr>
        <w:rStyle w:val="11"/>
        <w:rFonts w:hint="eastAsia" w:ascii="宋体" w:hAnsi="宋体"/>
        <w:sz w:val="28"/>
        <w:szCs w:val="28"/>
      </w:rPr>
      <w:instrText xml:space="preserve"> PAGE </w:instrText>
    </w:r>
    <w:r>
      <w:rPr>
        <w:rFonts w:hint="eastAsia" w:ascii="宋体" w:hAnsi="宋体"/>
        <w:sz w:val="28"/>
        <w:szCs w:val="28"/>
      </w:rPr>
      <w:fldChar w:fldCharType="separate"/>
    </w:r>
    <w:r>
      <w:rPr>
        <w:rStyle w:val="11"/>
        <w:rFonts w:ascii="宋体" w:hAnsi="宋体"/>
        <w:sz w:val="28"/>
        <w:szCs w:val="28"/>
      </w:rPr>
      <w:t>3</w:t>
    </w:r>
    <w:r>
      <w:rPr>
        <w:rFonts w:hint="eastAsia" w:ascii="宋体" w:hAnsi="宋体"/>
        <w:sz w:val="28"/>
        <w:szCs w:val="28"/>
      </w:rPr>
      <w:fldChar w:fldCharType="end"/>
    </w:r>
    <w:r>
      <w:rPr>
        <w:rStyle w:val="11"/>
        <w:rFonts w:hint="eastAsia" w:ascii="仿宋_GB2312"/>
        <w:sz w:val="28"/>
        <w:szCs w:val="28"/>
      </w:rPr>
      <w:t xml:space="preserve"> —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280" w:firstLineChars="100"/>
      <w:rPr>
        <w:rFonts w:ascii="仿宋_GB2312" w:hAnsi="宋体"/>
        <w:sz w:val="28"/>
        <w:szCs w:val="28"/>
      </w:rPr>
    </w:pPr>
    <w:r>
      <w:rPr>
        <w:rStyle w:val="11"/>
        <w:rFonts w:hint="eastAsia" w:ascii="仿宋_GB2312"/>
        <w:sz w:val="28"/>
        <w:szCs w:val="28"/>
      </w:rPr>
      <w:t xml:space="preserve">— </w:t>
    </w:r>
    <w:r>
      <w:rPr>
        <w:rFonts w:hint="eastAsia" w:ascii="宋体" w:hAnsi="宋体"/>
        <w:sz w:val="28"/>
        <w:szCs w:val="28"/>
      </w:rPr>
      <w:fldChar w:fldCharType="begin"/>
    </w:r>
    <w:r>
      <w:rPr>
        <w:rStyle w:val="11"/>
        <w:rFonts w:hint="eastAsia" w:ascii="宋体" w:hAnsi="宋体"/>
        <w:sz w:val="28"/>
        <w:szCs w:val="28"/>
      </w:rPr>
      <w:instrText xml:space="preserve"> PAGE </w:instrText>
    </w:r>
    <w:r>
      <w:rPr>
        <w:rFonts w:hint="eastAsia" w:ascii="宋体" w:hAnsi="宋体"/>
        <w:sz w:val="28"/>
        <w:szCs w:val="28"/>
      </w:rPr>
      <w:fldChar w:fldCharType="separate"/>
    </w:r>
    <w:r>
      <w:rPr>
        <w:rStyle w:val="11"/>
        <w:rFonts w:ascii="宋体" w:hAnsi="宋体"/>
        <w:sz w:val="28"/>
        <w:szCs w:val="28"/>
      </w:rPr>
      <w:t>4</w:t>
    </w:r>
    <w:r>
      <w:rPr>
        <w:rFonts w:hint="eastAsia" w:ascii="宋体" w:hAnsi="宋体"/>
        <w:sz w:val="28"/>
        <w:szCs w:val="28"/>
      </w:rPr>
      <w:fldChar w:fldCharType="end"/>
    </w:r>
    <w:r>
      <w:rPr>
        <w:rStyle w:val="11"/>
        <w:rFonts w:hint="eastAsia" w:ascii="仿宋_GB2312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evenAndOddHeaders w:val="1"/>
  <w:drawingGridHorizontalSpacing w:val="158"/>
  <w:drawingGridVerticalSpacing w:val="579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D4"/>
    <w:rsid w:val="00015A5D"/>
    <w:rsid w:val="00035EC6"/>
    <w:rsid w:val="000574C8"/>
    <w:rsid w:val="000806BE"/>
    <w:rsid w:val="000A2F59"/>
    <w:rsid w:val="000B7A2A"/>
    <w:rsid w:val="000C2D91"/>
    <w:rsid w:val="000D3940"/>
    <w:rsid w:val="000E1643"/>
    <w:rsid w:val="000F594F"/>
    <w:rsid w:val="001063CB"/>
    <w:rsid w:val="00112DF5"/>
    <w:rsid w:val="00121D79"/>
    <w:rsid w:val="00127CF1"/>
    <w:rsid w:val="001535AF"/>
    <w:rsid w:val="00170944"/>
    <w:rsid w:val="001719C6"/>
    <w:rsid w:val="00172A27"/>
    <w:rsid w:val="00173108"/>
    <w:rsid w:val="001829F6"/>
    <w:rsid w:val="001A55A2"/>
    <w:rsid w:val="001B5B0E"/>
    <w:rsid w:val="001D3D81"/>
    <w:rsid w:val="001E0A10"/>
    <w:rsid w:val="001F23C4"/>
    <w:rsid w:val="001F4AB7"/>
    <w:rsid w:val="001F5908"/>
    <w:rsid w:val="001F73E2"/>
    <w:rsid w:val="00221EA4"/>
    <w:rsid w:val="002326AE"/>
    <w:rsid w:val="00233136"/>
    <w:rsid w:val="00272EE2"/>
    <w:rsid w:val="00291644"/>
    <w:rsid w:val="00293E6F"/>
    <w:rsid w:val="002C6B89"/>
    <w:rsid w:val="002E30F7"/>
    <w:rsid w:val="002E7541"/>
    <w:rsid w:val="00337134"/>
    <w:rsid w:val="0037782C"/>
    <w:rsid w:val="003806BE"/>
    <w:rsid w:val="00397BB8"/>
    <w:rsid w:val="003B49F9"/>
    <w:rsid w:val="003C3AE2"/>
    <w:rsid w:val="003D52E3"/>
    <w:rsid w:val="003F64A1"/>
    <w:rsid w:val="004053AA"/>
    <w:rsid w:val="0045321B"/>
    <w:rsid w:val="00481524"/>
    <w:rsid w:val="00487021"/>
    <w:rsid w:val="004B54D2"/>
    <w:rsid w:val="004D53FF"/>
    <w:rsid w:val="004E0CD3"/>
    <w:rsid w:val="004E1C72"/>
    <w:rsid w:val="00523468"/>
    <w:rsid w:val="005349F4"/>
    <w:rsid w:val="00552910"/>
    <w:rsid w:val="005B7142"/>
    <w:rsid w:val="005B7EC9"/>
    <w:rsid w:val="005D6F8B"/>
    <w:rsid w:val="005E28E9"/>
    <w:rsid w:val="00607264"/>
    <w:rsid w:val="00627F86"/>
    <w:rsid w:val="00644C89"/>
    <w:rsid w:val="00646306"/>
    <w:rsid w:val="00680366"/>
    <w:rsid w:val="006A2923"/>
    <w:rsid w:val="006C5DB4"/>
    <w:rsid w:val="006F5D1E"/>
    <w:rsid w:val="006F6F38"/>
    <w:rsid w:val="007126CD"/>
    <w:rsid w:val="007142BB"/>
    <w:rsid w:val="00715345"/>
    <w:rsid w:val="00721E79"/>
    <w:rsid w:val="00737C37"/>
    <w:rsid w:val="007519BD"/>
    <w:rsid w:val="00764F87"/>
    <w:rsid w:val="0078506A"/>
    <w:rsid w:val="00795AD4"/>
    <w:rsid w:val="007B760F"/>
    <w:rsid w:val="007C4B13"/>
    <w:rsid w:val="007D7F12"/>
    <w:rsid w:val="007E65F6"/>
    <w:rsid w:val="007E6D50"/>
    <w:rsid w:val="007F4B1C"/>
    <w:rsid w:val="00806F6E"/>
    <w:rsid w:val="00810CC7"/>
    <w:rsid w:val="00814DC9"/>
    <w:rsid w:val="0082337A"/>
    <w:rsid w:val="00827229"/>
    <w:rsid w:val="00853631"/>
    <w:rsid w:val="00875C81"/>
    <w:rsid w:val="00877C85"/>
    <w:rsid w:val="008926D2"/>
    <w:rsid w:val="008A2F47"/>
    <w:rsid w:val="008D0446"/>
    <w:rsid w:val="008D0DF3"/>
    <w:rsid w:val="008E5C29"/>
    <w:rsid w:val="00925B49"/>
    <w:rsid w:val="00953B3C"/>
    <w:rsid w:val="009629F4"/>
    <w:rsid w:val="00977D6B"/>
    <w:rsid w:val="009A45A6"/>
    <w:rsid w:val="009B143D"/>
    <w:rsid w:val="009C413A"/>
    <w:rsid w:val="009C56EF"/>
    <w:rsid w:val="009D52BF"/>
    <w:rsid w:val="009D7835"/>
    <w:rsid w:val="009F5965"/>
    <w:rsid w:val="00A14243"/>
    <w:rsid w:val="00A3238B"/>
    <w:rsid w:val="00A40124"/>
    <w:rsid w:val="00A41C33"/>
    <w:rsid w:val="00A86BD1"/>
    <w:rsid w:val="00AB72A5"/>
    <w:rsid w:val="00AD3A20"/>
    <w:rsid w:val="00AE3F64"/>
    <w:rsid w:val="00AE45DF"/>
    <w:rsid w:val="00AF6978"/>
    <w:rsid w:val="00B05C5C"/>
    <w:rsid w:val="00B26AA5"/>
    <w:rsid w:val="00B726DA"/>
    <w:rsid w:val="00B77026"/>
    <w:rsid w:val="00B800F6"/>
    <w:rsid w:val="00B81893"/>
    <w:rsid w:val="00B86932"/>
    <w:rsid w:val="00B9516A"/>
    <w:rsid w:val="00BA2BCF"/>
    <w:rsid w:val="00BA6F99"/>
    <w:rsid w:val="00BA7DDD"/>
    <w:rsid w:val="00BD1FA6"/>
    <w:rsid w:val="00BE4407"/>
    <w:rsid w:val="00BE6FB3"/>
    <w:rsid w:val="00C10FF0"/>
    <w:rsid w:val="00C23A01"/>
    <w:rsid w:val="00C278EC"/>
    <w:rsid w:val="00C54B65"/>
    <w:rsid w:val="00C61F7C"/>
    <w:rsid w:val="00C8052E"/>
    <w:rsid w:val="00CB3BE7"/>
    <w:rsid w:val="00CC0C95"/>
    <w:rsid w:val="00CC18E9"/>
    <w:rsid w:val="00D47802"/>
    <w:rsid w:val="00D64B14"/>
    <w:rsid w:val="00DA4025"/>
    <w:rsid w:val="00DB4E1C"/>
    <w:rsid w:val="00DC4404"/>
    <w:rsid w:val="00DD3331"/>
    <w:rsid w:val="00DE0CEB"/>
    <w:rsid w:val="00E535FD"/>
    <w:rsid w:val="00E65A80"/>
    <w:rsid w:val="00E90C82"/>
    <w:rsid w:val="00E91015"/>
    <w:rsid w:val="00E955D7"/>
    <w:rsid w:val="00EA34A1"/>
    <w:rsid w:val="00EA6EA2"/>
    <w:rsid w:val="00F14472"/>
    <w:rsid w:val="00F21CD3"/>
    <w:rsid w:val="00F24901"/>
    <w:rsid w:val="00F300F5"/>
    <w:rsid w:val="00F55015"/>
    <w:rsid w:val="00F73208"/>
    <w:rsid w:val="00F811B4"/>
    <w:rsid w:val="00FB3A8B"/>
    <w:rsid w:val="00FE3052"/>
    <w:rsid w:val="00FF6E4E"/>
    <w:rsid w:val="0FD02D5C"/>
    <w:rsid w:val="0FD6470E"/>
    <w:rsid w:val="1CD65CE7"/>
    <w:rsid w:val="221C1A99"/>
    <w:rsid w:val="3A3956D5"/>
    <w:rsid w:val="3C615AF2"/>
    <w:rsid w:val="519B0B41"/>
    <w:rsid w:val="596A3B2C"/>
    <w:rsid w:val="5B261458"/>
    <w:rsid w:val="5CB5062A"/>
    <w:rsid w:val="63C913DE"/>
    <w:rsid w:val="6CE31C59"/>
    <w:rsid w:val="6FE647CA"/>
    <w:rsid w:val="7C183B89"/>
    <w:rsid w:val="7D6C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eastAsia="宋体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  <w:style w:type="table" w:styleId="9">
    <w:name w:val="Table Grid"/>
    <w:basedOn w:val="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paragraph" w:customStyle="1" w:styleId="12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14">
    <w:name w:val="页眉 字符"/>
    <w:basedOn w:val="10"/>
    <w:link w:val="6"/>
    <w:qFormat/>
    <w:uiPriority w:val="0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\Documents\&#33258;&#23450;&#20041;%20Office%20&#27169;&#26495;\&#26705;&#28040;&#23383;&#65288;&#19978;&#34892;&#25991;&#65289;&#65288;&#26080;&#25220;&#36865;&#21333;&#20301;&#65289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77CED7-28A9-4EE7-955A-BA897BBD65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桑消字（上行文）（无抄送单位）.dotx</Template>
  <Company>信念技术论坛</Company>
  <Pages>10</Pages>
  <Words>647</Words>
  <Characters>3694</Characters>
  <Lines>30</Lines>
  <Paragraphs>8</Paragraphs>
  <TotalTime>0</TotalTime>
  <ScaleCrop>false</ScaleCrop>
  <LinksUpToDate>false</LinksUpToDate>
  <CharactersWithSpaces>4333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2020-12-11T08:04:00Z</dcterms:created>
  <dc:creator>ASUS</dc:creator>
  <cp:lastModifiedBy>*A宁艺翔A*</cp:lastModifiedBy>
  <cp:lastPrinted>2020-11-19T02:16:00Z</cp:lastPrinted>
  <dcterms:modified xsi:type="dcterms:W3CDTF">2020-12-14T02:14:58Z</dcterms:modified>
  <dc:title>桐青通〔2011〕1号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