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53" w:rsidRDefault="00CD015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报名表</w:t>
      </w:r>
    </w:p>
    <w:tbl>
      <w:tblPr>
        <w:tblW w:w="9063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100"/>
        <w:gridCol w:w="1126"/>
        <w:gridCol w:w="2276"/>
        <w:gridCol w:w="1170"/>
        <w:gridCol w:w="2190"/>
        <w:gridCol w:w="1201"/>
      </w:tblGrid>
      <w:tr w:rsidR="00CD0153" w:rsidRPr="00393A35">
        <w:trPr>
          <w:trHeight w:val="862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年龄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报考岗位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所学专业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工作年限</w:t>
            </w:r>
          </w:p>
        </w:tc>
      </w:tr>
      <w:tr w:rsidR="00CD0153" w:rsidRPr="00393A35">
        <w:trPr>
          <w:trHeight w:val="847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D0153" w:rsidRPr="00393A35">
        <w:trPr>
          <w:trHeight w:val="2139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教育经历</w:t>
            </w:r>
          </w:p>
        </w:tc>
        <w:tc>
          <w:tcPr>
            <w:tcW w:w="7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D0153" w:rsidRPr="00393A35">
        <w:trPr>
          <w:trHeight w:val="2139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证书持有情况</w:t>
            </w:r>
          </w:p>
        </w:tc>
        <w:tc>
          <w:tcPr>
            <w:tcW w:w="7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D0153" w:rsidRPr="00393A35">
        <w:trPr>
          <w:trHeight w:val="4997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jc w:val="center"/>
              <w:rPr>
                <w:rFonts w:asci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工作经历</w:t>
            </w:r>
          </w:p>
        </w:tc>
        <w:tc>
          <w:tcPr>
            <w:tcW w:w="7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  <w:tr w:rsidR="00CD0153" w:rsidRPr="00393A35">
        <w:trPr>
          <w:trHeight w:val="1467"/>
          <w:jc w:val="center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其他</w:t>
            </w:r>
          </w:p>
        </w:tc>
        <w:tc>
          <w:tcPr>
            <w:tcW w:w="7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D0153" w:rsidRDefault="00CD0153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</w:tbl>
    <w:p w:rsidR="00CD0153" w:rsidRDefault="00CD0153">
      <w:r>
        <w:rPr>
          <w:rFonts w:hint="eastAsia"/>
        </w:rPr>
        <w:t>备注：报考者个人简历及相关证书附后。</w:t>
      </w:r>
    </w:p>
    <w:p w:rsidR="00CD0153" w:rsidRDefault="00CD0153"/>
    <w:sectPr w:rsidR="00CD0153" w:rsidSect="00D13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0E553F5"/>
    <w:rsid w:val="00393A35"/>
    <w:rsid w:val="00501AB3"/>
    <w:rsid w:val="00CD0153"/>
    <w:rsid w:val="00D1342B"/>
    <w:rsid w:val="00E43406"/>
    <w:rsid w:val="70E5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2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1342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A4F6F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1342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A4F6F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</Words>
  <Characters>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报名表</dc:title>
  <dc:subject/>
  <dc:creator>Administrator</dc:creator>
  <cp:keywords/>
  <dc:description/>
  <cp:lastModifiedBy>李晓兰</cp:lastModifiedBy>
  <cp:revision>2</cp:revision>
  <dcterms:created xsi:type="dcterms:W3CDTF">2020-10-23T03:11:00Z</dcterms:created>
  <dcterms:modified xsi:type="dcterms:W3CDTF">2020-10-23T03:11:00Z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