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E7A" w:rsidRDefault="00BE0E7A">
      <w:pPr>
        <w:widowControl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附件</w:t>
      </w:r>
      <w:r>
        <w:rPr>
          <w:rFonts w:ascii="宋体" w:hAnsi="宋体" w:cs="宋体"/>
          <w:kern w:val="0"/>
          <w:szCs w:val="21"/>
        </w:rPr>
        <w:t>3</w:t>
      </w:r>
    </w:p>
    <w:p w:rsidR="00BE0E7A" w:rsidRDefault="00BE0E7A" w:rsidP="00E749BA">
      <w:pPr>
        <w:pStyle w:val="NormalWeb"/>
        <w:widowControl/>
        <w:spacing w:beforeAutospacing="0" w:afterAutospacing="0" w:line="560" w:lineRule="exact"/>
        <w:ind w:rightChars="-43" w:right="31680"/>
        <w:jc w:val="center"/>
        <w:rPr>
          <w:rFonts w:ascii="宋体" w:cs="宋体"/>
          <w:b/>
          <w:bCs/>
          <w:w w:val="90"/>
          <w:sz w:val="32"/>
          <w:szCs w:val="32"/>
        </w:rPr>
      </w:pPr>
      <w:bookmarkStart w:id="0" w:name="_GoBack"/>
      <w:r>
        <w:rPr>
          <w:rFonts w:ascii="宋体" w:hAnsi="宋体" w:cs="宋体"/>
          <w:b/>
          <w:bCs/>
          <w:w w:val="90"/>
          <w:sz w:val="32"/>
          <w:szCs w:val="32"/>
        </w:rPr>
        <w:t>2020</w:t>
      </w:r>
      <w:r>
        <w:rPr>
          <w:rFonts w:ascii="宋体" w:hAnsi="宋体" w:cs="宋体" w:hint="eastAsia"/>
          <w:b/>
          <w:bCs/>
          <w:w w:val="90"/>
          <w:sz w:val="32"/>
          <w:szCs w:val="32"/>
        </w:rPr>
        <w:t>年石嘴山市审批服务管理局自主公开招聘工作人员报名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  <w:shd w:val="clear" w:color="auto" w:fill="FFFFFF"/>
        </w:rPr>
        <w:t>表</w:t>
      </w:r>
    </w:p>
    <w:bookmarkEnd w:id="0"/>
    <w:p w:rsidR="00BE0E7A" w:rsidRDefault="00BE0E7A">
      <w:pPr>
        <w:widowControl/>
        <w:jc w:val="righ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    </w:t>
      </w: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 w:rsidR="00BE0E7A">
        <w:trPr>
          <w:trHeight w:val="550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 w:rsidR="00BE0E7A" w:rsidRDefault="00BE0E7A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 w:rsidR="00BE0E7A" w:rsidRDefault="00BE0E7A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BE0E7A">
        <w:trPr>
          <w:trHeight w:val="564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 w:rsidR="00BE0E7A" w:rsidRDefault="00BE0E7A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9" w:type="dxa"/>
            <w:vMerge/>
            <w:vAlign w:val="center"/>
          </w:tcPr>
          <w:p w:rsidR="00BE0E7A" w:rsidRDefault="00BE0E7A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BE0E7A">
        <w:trPr>
          <w:trHeight w:val="539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9" w:type="dxa"/>
            <w:vMerge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BE0E7A">
        <w:trPr>
          <w:trHeight w:val="531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 w:rsidR="00BE0E7A" w:rsidRDefault="00BE0E7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 w:rsidR="00BE0E7A" w:rsidRDefault="00BE0E7A">
            <w:pPr>
              <w:jc w:val="center"/>
            </w:pPr>
          </w:p>
        </w:tc>
        <w:tc>
          <w:tcPr>
            <w:tcW w:w="1859" w:type="dxa"/>
            <w:vMerge/>
            <w:vAlign w:val="center"/>
          </w:tcPr>
          <w:p w:rsidR="00BE0E7A" w:rsidRDefault="00BE0E7A">
            <w:pPr>
              <w:jc w:val="center"/>
            </w:pPr>
          </w:p>
        </w:tc>
      </w:tr>
      <w:tr w:rsidR="00BE0E7A">
        <w:trPr>
          <w:trHeight w:val="548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 w:rsidR="00BE0E7A" w:rsidRDefault="00BE0E7A"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 w:rsidR="00BE0E7A" w:rsidRDefault="00BE0E7A">
            <w:pPr>
              <w:jc w:val="center"/>
            </w:pPr>
          </w:p>
        </w:tc>
      </w:tr>
      <w:tr w:rsidR="00BE0E7A">
        <w:trPr>
          <w:trHeight w:val="541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 w:rsidR="00BE0E7A" w:rsidRDefault="00BE0E7A"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 w:rsidR="00BE0E7A" w:rsidRDefault="00BE0E7A">
            <w:pPr>
              <w:jc w:val="center"/>
            </w:pPr>
          </w:p>
        </w:tc>
      </w:tr>
      <w:tr w:rsidR="00BE0E7A">
        <w:trPr>
          <w:trHeight w:val="486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 w:rsidR="00BE0E7A" w:rsidRDefault="00BE0E7A"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 w:rsidR="00BE0E7A" w:rsidRDefault="00BE0E7A"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 w:rsidR="00BE0E7A" w:rsidRDefault="00BE0E7A">
            <w:pPr>
              <w:jc w:val="center"/>
            </w:pPr>
          </w:p>
        </w:tc>
      </w:tr>
      <w:tr w:rsidR="00BE0E7A">
        <w:trPr>
          <w:trHeight w:val="554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 w:rsidR="00BE0E7A" w:rsidRDefault="00BE0E7A"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 w:rsidR="00BE0E7A" w:rsidRDefault="00BE0E7A">
            <w:pPr>
              <w:spacing w:line="260" w:lineRule="exact"/>
              <w:jc w:val="center"/>
            </w:pPr>
            <w:r>
              <w:rPr>
                <w:rFonts w:hint="eastAsia"/>
              </w:rPr>
              <w:t>是否在职</w:t>
            </w:r>
          </w:p>
          <w:p w:rsidR="00BE0E7A" w:rsidRDefault="00BE0E7A">
            <w:pPr>
              <w:spacing w:line="260" w:lineRule="exact"/>
              <w:jc w:val="center"/>
            </w:pPr>
            <w:r>
              <w:rPr>
                <w:rFonts w:hint="eastAsia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 w:rsidR="00BE0E7A" w:rsidRDefault="00BE0E7A">
            <w:pPr>
              <w:spacing w:line="260" w:lineRule="exact"/>
              <w:jc w:val="center"/>
            </w:pPr>
          </w:p>
        </w:tc>
      </w:tr>
      <w:tr w:rsidR="00BE0E7A">
        <w:trPr>
          <w:trHeight w:val="566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spacing w:line="260" w:lineRule="exact"/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 w:rsidR="00BE0E7A" w:rsidRDefault="00BE0E7A">
            <w:pPr>
              <w:spacing w:line="260" w:lineRule="exact"/>
              <w:jc w:val="center"/>
            </w:pPr>
          </w:p>
        </w:tc>
        <w:tc>
          <w:tcPr>
            <w:tcW w:w="1198" w:type="dxa"/>
            <w:gridSpan w:val="2"/>
            <w:vAlign w:val="center"/>
          </w:tcPr>
          <w:p w:rsidR="00BE0E7A" w:rsidRDefault="00BE0E7A">
            <w:pPr>
              <w:spacing w:line="260" w:lineRule="exact"/>
              <w:jc w:val="center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 w:rsidR="00BE0E7A" w:rsidRDefault="00BE0E7A">
            <w:pPr>
              <w:spacing w:line="260" w:lineRule="exact"/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 w:rsidR="00BE0E7A" w:rsidRDefault="00BE0E7A">
            <w:pPr>
              <w:spacing w:line="260" w:lineRule="exact"/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 w:rsidR="00BE0E7A" w:rsidRDefault="00BE0E7A">
            <w:pPr>
              <w:spacing w:line="260" w:lineRule="exact"/>
              <w:jc w:val="center"/>
            </w:pPr>
          </w:p>
        </w:tc>
      </w:tr>
      <w:tr w:rsidR="00BE0E7A">
        <w:trPr>
          <w:trHeight w:val="454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 w:rsidR="00BE0E7A" w:rsidRDefault="00BE0E7A"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 w:rsidR="00BE0E7A" w:rsidRDefault="00BE0E7A">
            <w:pPr>
              <w:spacing w:line="260" w:lineRule="exact"/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 w:rsidR="00BE0E7A" w:rsidRDefault="00BE0E7A">
            <w:pPr>
              <w:spacing w:line="260" w:lineRule="exact"/>
              <w:jc w:val="center"/>
            </w:pPr>
          </w:p>
        </w:tc>
      </w:tr>
      <w:tr w:rsidR="00BE0E7A">
        <w:trPr>
          <w:trHeight w:val="2075"/>
          <w:jc w:val="center"/>
        </w:trPr>
        <w:tc>
          <w:tcPr>
            <w:tcW w:w="1274" w:type="dxa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 w:rsidR="00BE0E7A" w:rsidRDefault="00BE0E7A">
            <w:pPr>
              <w:jc w:val="center"/>
            </w:pPr>
          </w:p>
        </w:tc>
      </w:tr>
      <w:tr w:rsidR="00BE0E7A">
        <w:trPr>
          <w:trHeight w:val="629"/>
          <w:jc w:val="center"/>
        </w:trPr>
        <w:tc>
          <w:tcPr>
            <w:tcW w:w="1694" w:type="dxa"/>
            <w:gridSpan w:val="3"/>
            <w:vAlign w:val="center"/>
          </w:tcPr>
          <w:p w:rsidR="00BE0E7A" w:rsidRDefault="00BE0E7A">
            <w:pPr>
              <w:spacing w:line="260" w:lineRule="exact"/>
              <w:jc w:val="center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 w:rsidR="00BE0E7A" w:rsidRDefault="00BE0E7A">
            <w:pPr>
              <w:jc w:val="center"/>
            </w:pPr>
          </w:p>
        </w:tc>
      </w:tr>
      <w:tr w:rsidR="00BE0E7A">
        <w:trPr>
          <w:trHeight w:val="806"/>
          <w:jc w:val="center"/>
        </w:trPr>
        <w:tc>
          <w:tcPr>
            <w:tcW w:w="1694" w:type="dxa"/>
            <w:gridSpan w:val="3"/>
            <w:vAlign w:val="center"/>
          </w:tcPr>
          <w:p w:rsidR="00BE0E7A" w:rsidRDefault="00BE0E7A">
            <w:pPr>
              <w:spacing w:line="260" w:lineRule="exact"/>
              <w:jc w:val="center"/>
            </w:pPr>
            <w:r>
              <w:rPr>
                <w:rFonts w:hint="eastAsia"/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 w:rsidR="00BE0E7A" w:rsidRDefault="00BE0E7A">
            <w:pPr>
              <w:jc w:val="center"/>
            </w:pPr>
          </w:p>
        </w:tc>
      </w:tr>
      <w:tr w:rsidR="00BE0E7A">
        <w:trPr>
          <w:trHeight w:val="855"/>
          <w:jc w:val="center"/>
        </w:trPr>
        <w:tc>
          <w:tcPr>
            <w:tcW w:w="1694" w:type="dxa"/>
            <w:gridSpan w:val="3"/>
            <w:vAlign w:val="center"/>
          </w:tcPr>
          <w:p w:rsidR="00BE0E7A" w:rsidRDefault="00BE0E7A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 w:rsidR="00BE0E7A" w:rsidRDefault="00BE0E7A">
            <w:pPr>
              <w:jc w:val="center"/>
            </w:pPr>
          </w:p>
        </w:tc>
      </w:tr>
      <w:tr w:rsidR="00BE0E7A">
        <w:trPr>
          <w:trHeight w:val="469"/>
          <w:jc w:val="center"/>
        </w:trPr>
        <w:tc>
          <w:tcPr>
            <w:tcW w:w="2624" w:type="dxa"/>
            <w:gridSpan w:val="4"/>
            <w:vAlign w:val="center"/>
          </w:tcPr>
          <w:p w:rsidR="00BE0E7A" w:rsidRDefault="00BE0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联系人：</w:t>
            </w:r>
            <w:r>
              <w:rPr>
                <w:szCs w:val="21"/>
              </w:rPr>
              <w:t xml:space="preserve">         </w:t>
            </w:r>
          </w:p>
        </w:tc>
        <w:tc>
          <w:tcPr>
            <w:tcW w:w="1385" w:type="dxa"/>
            <w:gridSpan w:val="3"/>
            <w:vAlign w:val="center"/>
          </w:tcPr>
          <w:p w:rsidR="00BE0E7A" w:rsidRDefault="00BE0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819" w:type="dxa"/>
            <w:gridSpan w:val="5"/>
            <w:vAlign w:val="center"/>
          </w:tcPr>
          <w:p w:rsidR="00BE0E7A" w:rsidRDefault="00BE0E7A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 w:rsidR="00BE0E7A" w:rsidRDefault="00BE0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859" w:type="dxa"/>
            <w:vAlign w:val="center"/>
          </w:tcPr>
          <w:p w:rsidR="00BE0E7A" w:rsidRDefault="00BE0E7A">
            <w:pPr>
              <w:rPr>
                <w:szCs w:val="21"/>
              </w:rPr>
            </w:pPr>
          </w:p>
        </w:tc>
      </w:tr>
      <w:tr w:rsidR="00BE0E7A">
        <w:trPr>
          <w:trHeight w:val="1317"/>
          <w:jc w:val="center"/>
        </w:trPr>
        <w:tc>
          <w:tcPr>
            <w:tcW w:w="1358" w:type="dxa"/>
            <w:gridSpan w:val="2"/>
            <w:vAlign w:val="center"/>
          </w:tcPr>
          <w:p w:rsidR="00BE0E7A" w:rsidRDefault="00BE0E7A">
            <w:pPr>
              <w:jc w:val="center"/>
            </w:pPr>
            <w:r>
              <w:rPr>
                <w:rFonts w:hint="eastAsia"/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</w:tcPr>
          <w:p w:rsidR="00BE0E7A" w:rsidRDefault="00BE0E7A">
            <w:r>
              <w:rPr>
                <w:rFonts w:hint="eastAsia"/>
              </w:rPr>
              <w:t>审核意见：</w:t>
            </w:r>
          </w:p>
          <w:p w:rsidR="00BE0E7A" w:rsidRDefault="00BE0E7A"/>
          <w:p w:rsidR="00BE0E7A" w:rsidRDefault="00BE0E7A"/>
          <w:p w:rsidR="00BE0E7A" w:rsidRDefault="00BE0E7A">
            <w:r>
              <w:rPr>
                <w:rFonts w:hint="eastAsia"/>
              </w:rPr>
              <w:t>审核部门负责人：</w:t>
            </w:r>
            <w:r>
              <w:t xml:space="preserve">                </w:t>
            </w:r>
            <w:r>
              <w:rPr>
                <w:rFonts w:hint="eastAsia"/>
              </w:rPr>
              <w:t>审核人（签名）：</w:t>
            </w:r>
            <w:r>
              <w:t xml:space="preserve">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BE0E7A">
        <w:trPr>
          <w:trHeight w:val="623"/>
          <w:jc w:val="center"/>
        </w:trPr>
        <w:tc>
          <w:tcPr>
            <w:tcW w:w="9057" w:type="dxa"/>
            <w:gridSpan w:val="16"/>
            <w:vAlign w:val="center"/>
          </w:tcPr>
          <w:p w:rsidR="00BE0E7A" w:rsidRDefault="00BE0E7A">
            <w:r>
              <w:rPr>
                <w:rFonts w:hint="eastAsia"/>
                <w:szCs w:val="21"/>
              </w:rPr>
              <w:t>请应聘者认真阅读《公告》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、《岗位计划一览表》等后如实填写。应聘者隐瞒有关情况或者提供虚假材料的，由招聘主管部门依法依规取消应聘者的考试及聘用资格，所造成的一切损失由应聘者本人承担。</w:t>
            </w:r>
            <w:r>
              <w:rPr>
                <w:rFonts w:hint="eastAsia"/>
              </w:rPr>
              <w:t>学历、学位等复印件及相关资料可后附。</w:t>
            </w:r>
          </w:p>
        </w:tc>
      </w:tr>
    </w:tbl>
    <w:p w:rsidR="00BE0E7A" w:rsidRDefault="00BE0E7A"/>
    <w:p w:rsidR="00BE0E7A" w:rsidRDefault="00BE0E7A">
      <w:r>
        <w:rPr>
          <w:rFonts w:ascii="黑体" w:eastAsia="黑体" w:hint="eastAsia"/>
          <w:sz w:val="24"/>
        </w:rPr>
        <w:t>本人确保所填内容的真实性、准确性，若确认无误，请签字确认</w:t>
      </w:r>
      <w:r>
        <w:rPr>
          <w:rFonts w:ascii="黑体" w:eastAsia="黑体"/>
          <w:b/>
          <w:sz w:val="24"/>
        </w:rPr>
        <w:t>:</w:t>
      </w:r>
      <w:r>
        <w:rPr>
          <w:rFonts w:ascii="黑体" w:eastAsia="黑体"/>
          <w:b/>
          <w:sz w:val="24"/>
          <w:u w:val="single"/>
        </w:rPr>
        <w:t xml:space="preserve">                    </w:t>
      </w:r>
    </w:p>
    <w:p w:rsidR="00BE0E7A" w:rsidRDefault="00BE0E7A"/>
    <w:sectPr w:rsidR="00BE0E7A" w:rsidSect="007D1038">
      <w:pgSz w:w="11906" w:h="16838"/>
      <w:pgMar w:top="567" w:right="1797" w:bottom="284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D1038"/>
    <w:rsid w:val="007E2412"/>
    <w:rsid w:val="00A04913"/>
    <w:rsid w:val="00A51C6C"/>
    <w:rsid w:val="00AC1913"/>
    <w:rsid w:val="00AC2FBC"/>
    <w:rsid w:val="00B56D97"/>
    <w:rsid w:val="00B839D6"/>
    <w:rsid w:val="00BE0E7A"/>
    <w:rsid w:val="00CB170A"/>
    <w:rsid w:val="00E40205"/>
    <w:rsid w:val="00E749BA"/>
    <w:rsid w:val="00EE6831"/>
    <w:rsid w:val="00FB0971"/>
    <w:rsid w:val="01D84530"/>
    <w:rsid w:val="04581455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C50748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3A2238B"/>
    <w:rsid w:val="346C4824"/>
    <w:rsid w:val="353E7359"/>
    <w:rsid w:val="358D68A9"/>
    <w:rsid w:val="381415D6"/>
    <w:rsid w:val="38E86A1E"/>
    <w:rsid w:val="3A2F6172"/>
    <w:rsid w:val="3A7D1BCC"/>
    <w:rsid w:val="3AAB0F1F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15B4D95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65A649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E6B336C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038"/>
    <w:pPr>
      <w:widowControl w:val="0"/>
      <w:jc w:val="both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103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1038"/>
    <w:rPr>
      <w:rFonts w:cs="Times New Roman"/>
      <w:b/>
      <w:bCs/>
      <w:kern w:val="44"/>
      <w:sz w:val="44"/>
      <w:szCs w:val="44"/>
    </w:rPr>
  </w:style>
  <w:style w:type="paragraph" w:styleId="Footer">
    <w:name w:val="footer"/>
    <w:basedOn w:val="Normal"/>
    <w:link w:val="FooterChar"/>
    <w:uiPriority w:val="99"/>
    <w:rsid w:val="007D10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D1038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D10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D1038"/>
    <w:rPr>
      <w:rFonts w:cs="Times New Roman"/>
      <w:kern w:val="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7D1038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D1038"/>
    <w:rPr>
      <w:rFonts w:ascii="Cambria" w:hAnsi="Cambria" w:cs="Times New Roman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rsid w:val="007D1038"/>
    <w:pPr>
      <w:spacing w:beforeAutospacing="1" w:afterAutospacing="1"/>
      <w:jc w:val="left"/>
    </w:pPr>
    <w:rPr>
      <w:kern w:val="0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7D103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D1038"/>
    <w:rPr>
      <w:rFonts w:ascii="Cambria" w:hAnsi="Cambria" w:cs="Times New Roman"/>
      <w:b/>
      <w:bCs/>
      <w:kern w:val="2"/>
      <w:sz w:val="32"/>
      <w:szCs w:val="32"/>
    </w:rPr>
  </w:style>
  <w:style w:type="character" w:styleId="Strong">
    <w:name w:val="Strong"/>
    <w:basedOn w:val="DefaultParagraphFont"/>
    <w:uiPriority w:val="99"/>
    <w:qFormat/>
    <w:rsid w:val="007D103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D1038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77</Words>
  <Characters>441</Characters>
  <Application>Microsoft Office Outlook</Application>
  <DocSecurity>0</DocSecurity>
  <Lines>0</Lines>
  <Paragraphs>0</Paragraphs>
  <ScaleCrop>false</ScaleCrop>
  <Company>深度技术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白广志</cp:lastModifiedBy>
  <cp:revision>13</cp:revision>
  <cp:lastPrinted>2020-08-06T06:16:00Z</cp:lastPrinted>
  <dcterms:created xsi:type="dcterms:W3CDTF">2014-11-27T09:20:00Z</dcterms:created>
  <dcterms:modified xsi:type="dcterms:W3CDTF">2020-09-04T01:52:00Z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