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6B" w:rsidRDefault="003A2C6B" w:rsidP="00BE6746">
      <w:pPr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舟山国际粮油集散中心开发有限公司应聘报名表</w:t>
      </w:r>
    </w:p>
    <w:p w:rsidR="003A2C6B" w:rsidRPr="00D653DD" w:rsidRDefault="003A2C6B" w:rsidP="00BE6746">
      <w:pPr>
        <w:jc w:val="left"/>
        <w:rPr>
          <w:rFonts w:eastAsia="黑体"/>
          <w:color w:val="000000"/>
          <w:sz w:val="36"/>
          <w:szCs w:val="36"/>
        </w:rPr>
      </w:pPr>
      <w:r w:rsidRPr="00D653DD">
        <w:rPr>
          <w:rFonts w:cs="宋体" w:hint="eastAsia"/>
          <w:color w:val="000000"/>
          <w:sz w:val="30"/>
          <w:szCs w:val="30"/>
        </w:rPr>
        <w:t>报考岗位（每人限报</w:t>
      </w:r>
      <w:r w:rsidRPr="00D653DD">
        <w:rPr>
          <w:color w:val="000000"/>
          <w:sz w:val="30"/>
          <w:szCs w:val="30"/>
        </w:rPr>
        <w:t>1</w:t>
      </w:r>
      <w:r w:rsidRPr="00D653DD">
        <w:rPr>
          <w:rFonts w:cs="宋体" w:hint="eastAsia"/>
          <w:color w:val="000000"/>
          <w:sz w:val="30"/>
          <w:szCs w:val="30"/>
        </w:rPr>
        <w:t>个岗位）：</w:t>
      </w:r>
    </w:p>
    <w:tbl>
      <w:tblPr>
        <w:tblW w:w="92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17"/>
        <w:gridCol w:w="57"/>
        <w:gridCol w:w="311"/>
        <w:gridCol w:w="368"/>
        <w:gridCol w:w="919"/>
        <w:gridCol w:w="762"/>
        <w:gridCol w:w="180"/>
        <w:gridCol w:w="795"/>
        <w:gridCol w:w="714"/>
        <w:gridCol w:w="693"/>
        <w:gridCol w:w="146"/>
        <w:gridCol w:w="834"/>
        <w:gridCol w:w="280"/>
        <w:gridCol w:w="680"/>
        <w:gridCol w:w="221"/>
        <w:gridCol w:w="1587"/>
      </w:tblGrid>
      <w:tr w:rsidR="003A2C6B">
        <w:trPr>
          <w:cantSplit/>
          <w:trHeight w:val="680"/>
          <w:jc w:val="center"/>
        </w:trPr>
        <w:tc>
          <w:tcPr>
            <w:tcW w:w="1085" w:type="dxa"/>
            <w:gridSpan w:val="3"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3024" w:type="dxa"/>
            <w:gridSpan w:val="5"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出生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</w:pPr>
            <w:r>
              <w:rPr>
                <w:rFonts w:cs="宋体" w:hint="eastAsia"/>
              </w:rPr>
              <w:t>近期</w:t>
            </w:r>
          </w:p>
          <w:p w:rsidR="003A2C6B" w:rsidRDefault="003A2C6B">
            <w:pPr>
              <w:spacing w:line="240" w:lineRule="exact"/>
              <w:jc w:val="center"/>
            </w:pPr>
            <w:r>
              <w:rPr>
                <w:rFonts w:cs="宋体" w:hint="eastAsia"/>
              </w:rPr>
              <w:t>免冠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cs="宋体" w:hint="eastAsia"/>
              </w:rPr>
              <w:t>照片</w:t>
            </w:r>
          </w:p>
        </w:tc>
      </w:tr>
      <w:tr w:rsidR="003A2C6B">
        <w:trPr>
          <w:cantSplit/>
          <w:trHeight w:hRule="exact" w:val="680"/>
          <w:jc w:val="center"/>
        </w:trPr>
        <w:tc>
          <w:tcPr>
            <w:tcW w:w="1085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籍贯</w:t>
            </w:r>
          </w:p>
        </w:tc>
        <w:tc>
          <w:tcPr>
            <w:tcW w:w="1287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2" w:type="dxa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民族</w:t>
            </w:r>
          </w:p>
        </w:tc>
        <w:tc>
          <w:tcPr>
            <w:tcW w:w="975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14" w:type="dxa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839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34" w:type="dxa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政治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面貌</w:t>
            </w:r>
          </w:p>
        </w:tc>
        <w:tc>
          <w:tcPr>
            <w:tcW w:w="960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870"/>
          <w:jc w:val="center"/>
        </w:trPr>
        <w:tc>
          <w:tcPr>
            <w:tcW w:w="1085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3024" w:type="dxa"/>
            <w:gridSpan w:val="5"/>
            <w:noWrap/>
            <w:vAlign w:val="center"/>
          </w:tcPr>
          <w:p w:rsidR="003A2C6B" w:rsidRDefault="003A2C6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毕业时间</w:t>
            </w:r>
          </w:p>
        </w:tc>
        <w:tc>
          <w:tcPr>
            <w:tcW w:w="1940" w:type="dxa"/>
            <w:gridSpan w:val="4"/>
            <w:noWrap/>
            <w:vAlign w:val="center"/>
          </w:tcPr>
          <w:p w:rsidR="003A2C6B" w:rsidRDefault="003A2C6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Merge/>
            <w:tcBorders>
              <w:top w:val="single" w:sz="12" w:space="0" w:color="auto"/>
            </w:tcBorders>
            <w:noWrap/>
            <w:vAlign w:val="center"/>
          </w:tcPr>
          <w:p w:rsidR="003A2C6B" w:rsidRDefault="003A2C6B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hRule="exact" w:val="680"/>
          <w:jc w:val="center"/>
        </w:trPr>
        <w:tc>
          <w:tcPr>
            <w:tcW w:w="1085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参加工作时间</w:t>
            </w:r>
          </w:p>
        </w:tc>
        <w:tc>
          <w:tcPr>
            <w:tcW w:w="1287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2" w:type="dxa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健康状况</w:t>
            </w:r>
          </w:p>
        </w:tc>
        <w:tc>
          <w:tcPr>
            <w:tcW w:w="975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专业技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术资格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3A2C6B" w:rsidRDefault="003A2C6B"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A2C6B" w:rsidRDefault="003A2C6B">
            <w:pPr>
              <w:widowControl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婚姻</w:t>
            </w:r>
          </w:p>
          <w:p w:rsidR="003A2C6B" w:rsidRDefault="003A2C6B">
            <w:pPr>
              <w:widowControl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状况</w:t>
            </w:r>
          </w:p>
        </w:tc>
        <w:tc>
          <w:tcPr>
            <w:tcW w:w="1587" w:type="dxa"/>
            <w:tcBorders>
              <w:left w:val="single" w:sz="4" w:space="0" w:color="auto"/>
            </w:tcBorders>
            <w:noWrap/>
            <w:vAlign w:val="center"/>
          </w:tcPr>
          <w:p w:rsidR="003A2C6B" w:rsidRDefault="003A2C6B">
            <w:pPr>
              <w:widowControl/>
              <w:spacing w:line="240" w:lineRule="exact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420"/>
          <w:jc w:val="center"/>
        </w:trPr>
        <w:tc>
          <w:tcPr>
            <w:tcW w:w="1085" w:type="dxa"/>
            <w:gridSpan w:val="3"/>
            <w:vMerge w:val="restart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联系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地址</w:t>
            </w:r>
          </w:p>
        </w:tc>
        <w:tc>
          <w:tcPr>
            <w:tcW w:w="4431" w:type="dxa"/>
            <w:gridSpan w:val="7"/>
            <w:vMerge w:val="restart"/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-64" w:left="31680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固定电话</w:t>
            </w:r>
          </w:p>
        </w:tc>
        <w:tc>
          <w:tcPr>
            <w:tcW w:w="2488" w:type="dxa"/>
            <w:gridSpan w:val="3"/>
            <w:tcBorders>
              <w:left w:val="single" w:sz="4" w:space="0" w:color="auto"/>
            </w:tcBorders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-64" w:left="31680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312"/>
          <w:jc w:val="center"/>
        </w:trPr>
        <w:tc>
          <w:tcPr>
            <w:tcW w:w="1085" w:type="dxa"/>
            <w:gridSpan w:val="3"/>
            <w:vMerge/>
            <w:noWrap/>
            <w:vAlign w:val="center"/>
          </w:tcPr>
          <w:p w:rsidR="003A2C6B" w:rsidRDefault="003A2C6B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4431" w:type="dxa"/>
            <w:gridSpan w:val="7"/>
            <w:vMerge/>
            <w:noWrap/>
            <w:vAlign w:val="center"/>
          </w:tcPr>
          <w:p w:rsidR="003A2C6B" w:rsidRDefault="003A2C6B"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移动电话</w:t>
            </w:r>
          </w:p>
        </w:tc>
        <w:tc>
          <w:tcPr>
            <w:tcW w:w="2488" w:type="dxa"/>
            <w:gridSpan w:val="3"/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-130" w:left="31680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613"/>
          <w:jc w:val="center"/>
        </w:trPr>
        <w:tc>
          <w:tcPr>
            <w:tcW w:w="1085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E-mail</w:t>
            </w:r>
          </w:p>
        </w:tc>
        <w:tc>
          <w:tcPr>
            <w:tcW w:w="4431" w:type="dxa"/>
            <w:gridSpan w:val="7"/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-8" w:left="31680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8" w:left="316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邮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编</w:t>
            </w:r>
          </w:p>
        </w:tc>
        <w:tc>
          <w:tcPr>
            <w:tcW w:w="2488" w:type="dxa"/>
            <w:gridSpan w:val="3"/>
            <w:noWrap/>
            <w:vAlign w:val="center"/>
          </w:tcPr>
          <w:p w:rsidR="003A2C6B" w:rsidRDefault="003A2C6B" w:rsidP="003A2C6B">
            <w:pPr>
              <w:widowControl/>
              <w:spacing w:line="240" w:lineRule="exact"/>
              <w:ind w:leftChars="-8" w:left="31680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hRule="exact" w:val="522"/>
          <w:jc w:val="center"/>
        </w:trPr>
        <w:tc>
          <w:tcPr>
            <w:tcW w:w="1453" w:type="dxa"/>
            <w:gridSpan w:val="4"/>
            <w:vMerge w:val="restart"/>
            <w:noWrap/>
            <w:vAlign w:val="center"/>
          </w:tcPr>
          <w:p w:rsidR="003A2C6B" w:rsidRDefault="003A2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毕业院</w:t>
            </w:r>
          </w:p>
          <w:p w:rsidR="003A2C6B" w:rsidRDefault="003A2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校及专业</w:t>
            </w:r>
          </w:p>
        </w:tc>
        <w:tc>
          <w:tcPr>
            <w:tcW w:w="1861" w:type="dxa"/>
            <w:gridSpan w:val="3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本科阶段</w:t>
            </w:r>
          </w:p>
        </w:tc>
        <w:tc>
          <w:tcPr>
            <w:tcW w:w="5950" w:type="dxa"/>
            <w:gridSpan w:val="9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hRule="exact" w:val="608"/>
          <w:jc w:val="center"/>
        </w:trPr>
        <w:tc>
          <w:tcPr>
            <w:tcW w:w="1453" w:type="dxa"/>
            <w:gridSpan w:val="4"/>
            <w:vMerge/>
            <w:noWrap/>
            <w:vAlign w:val="center"/>
          </w:tcPr>
          <w:p w:rsidR="003A2C6B" w:rsidRDefault="003A2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861" w:type="dxa"/>
            <w:gridSpan w:val="3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研究生阶段</w:t>
            </w:r>
          </w:p>
        </w:tc>
        <w:tc>
          <w:tcPr>
            <w:tcW w:w="5950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hRule="exact" w:val="680"/>
          <w:jc w:val="center"/>
        </w:trPr>
        <w:tc>
          <w:tcPr>
            <w:tcW w:w="1453" w:type="dxa"/>
            <w:gridSpan w:val="4"/>
            <w:noWrap/>
            <w:vAlign w:val="center"/>
          </w:tcPr>
          <w:p w:rsidR="003A2C6B" w:rsidRDefault="003A2C6B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现工作单位</w:t>
            </w:r>
          </w:p>
        </w:tc>
        <w:tc>
          <w:tcPr>
            <w:tcW w:w="4063" w:type="dxa"/>
            <w:gridSpan w:val="6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身份证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号码</w:t>
            </w:r>
          </w:p>
        </w:tc>
        <w:tc>
          <w:tcPr>
            <w:tcW w:w="2488" w:type="dxa"/>
            <w:gridSpan w:val="3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3147"/>
          <w:jc w:val="center"/>
        </w:trPr>
        <w:tc>
          <w:tcPr>
            <w:tcW w:w="774" w:type="dxa"/>
            <w:gridSpan w:val="2"/>
            <w:noWrap/>
            <w:vAlign w:val="center"/>
          </w:tcPr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个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人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简</w:t>
            </w: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 w:rsidR="003A2C6B" w:rsidRDefault="003A2C6B">
            <w:pPr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历</w:t>
            </w:r>
          </w:p>
        </w:tc>
        <w:tc>
          <w:tcPr>
            <w:tcW w:w="8490" w:type="dxa"/>
            <w:gridSpan w:val="14"/>
            <w:noWrap/>
            <w:vAlign w:val="center"/>
          </w:tcPr>
          <w:p w:rsidR="003A2C6B" w:rsidRDefault="003A2C6B">
            <w:pPr>
              <w:snapToGrid w:val="0"/>
              <w:spacing w:line="240" w:lineRule="exact"/>
              <w:rPr>
                <w:rFonts w:eastAsia="仿宋_GB2312"/>
                <w:sz w:val="24"/>
                <w:szCs w:val="24"/>
              </w:rPr>
            </w:pPr>
          </w:p>
        </w:tc>
      </w:tr>
      <w:tr w:rsidR="003A2C6B">
        <w:trPr>
          <w:cantSplit/>
          <w:trHeight w:val="1074"/>
          <w:jc w:val="center"/>
        </w:trPr>
        <w:tc>
          <w:tcPr>
            <w:tcW w:w="9264" w:type="dxa"/>
            <w:gridSpan w:val="16"/>
            <w:noWrap/>
            <w:vAlign w:val="center"/>
          </w:tcPr>
          <w:p w:rsidR="003A2C6B" w:rsidRDefault="003A2C6B" w:rsidP="003A2C6B">
            <w:pPr>
              <w:snapToGrid w:val="0"/>
              <w:spacing w:line="440" w:lineRule="exact"/>
              <w:ind w:left="31680" w:hangingChars="500" w:firstLine="31680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sz w:val="24"/>
                <w:szCs w:val="24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3A2C6B" w:rsidRDefault="003A2C6B">
            <w:pPr>
              <w:snapToGrid w:val="0"/>
              <w:spacing w:line="44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sz w:val="24"/>
                <w:szCs w:val="24"/>
              </w:rPr>
              <w:t>报考承诺人（签名）：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                          </w:t>
            </w:r>
            <w:r>
              <w:rPr>
                <w:rFonts w:eastAsia="仿宋_GB2312" w:cs="仿宋_GB2312" w:hint="eastAsia"/>
                <w:b/>
                <w:bCs/>
                <w:sz w:val="24"/>
                <w:szCs w:val="24"/>
              </w:rPr>
              <w:t>年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b/>
                <w:bCs/>
                <w:sz w:val="24"/>
                <w:szCs w:val="24"/>
              </w:rPr>
              <w:t>月</w:t>
            </w:r>
            <w:r>
              <w:rPr>
                <w:rFonts w:eastAsia="仿宋_GB2312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eastAsia="仿宋_GB2312" w:cs="仿宋_GB2312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3A2C6B">
        <w:trPr>
          <w:cantSplit/>
          <w:trHeight w:val="1020"/>
          <w:jc w:val="center"/>
        </w:trPr>
        <w:tc>
          <w:tcPr>
            <w:tcW w:w="717" w:type="dxa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3A2C6B" w:rsidRDefault="003A2C6B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bottom w:val="single" w:sz="12" w:space="0" w:color="auto"/>
            </w:tcBorders>
            <w:noWrap/>
            <w:vAlign w:val="center"/>
          </w:tcPr>
          <w:p w:rsidR="003A2C6B" w:rsidRDefault="003A2C6B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3A2C6B" w:rsidRDefault="003A2C6B" w:rsidP="003A2C6B">
      <w:pPr>
        <w:ind w:leftChars="-133" w:left="31680" w:firstLineChars="200" w:firstLine="31680"/>
        <w:rPr>
          <w:b/>
          <w:bCs/>
        </w:rPr>
      </w:pPr>
      <w:r>
        <w:rPr>
          <w:rFonts w:cs="宋体" w:hint="eastAsia"/>
          <w:b/>
          <w:bCs/>
        </w:rPr>
        <w:t>注意：以上表格内容必须填写齐全。要求每人限报一个岗位。</w:t>
      </w:r>
    </w:p>
    <w:p w:rsidR="003A2C6B" w:rsidRDefault="003A2C6B">
      <w:bookmarkStart w:id="0" w:name="_GoBack"/>
      <w:bookmarkEnd w:id="0"/>
    </w:p>
    <w:sectPr w:rsidR="003A2C6B" w:rsidSect="00B74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C6B" w:rsidRDefault="003A2C6B" w:rsidP="00A127A5">
      <w:r>
        <w:separator/>
      </w:r>
    </w:p>
  </w:endnote>
  <w:endnote w:type="continuationSeparator" w:id="1">
    <w:p w:rsidR="003A2C6B" w:rsidRDefault="003A2C6B" w:rsidP="00A12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C6B" w:rsidRDefault="003A2C6B" w:rsidP="00A127A5">
      <w:r>
        <w:separator/>
      </w:r>
    </w:p>
  </w:footnote>
  <w:footnote w:type="continuationSeparator" w:id="1">
    <w:p w:rsidR="003A2C6B" w:rsidRDefault="003A2C6B" w:rsidP="00A12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B4B"/>
    <w:rsid w:val="0001339E"/>
    <w:rsid w:val="0006327C"/>
    <w:rsid w:val="0008084C"/>
    <w:rsid w:val="00094B4B"/>
    <w:rsid w:val="000B1D12"/>
    <w:rsid w:val="00113489"/>
    <w:rsid w:val="00121BA1"/>
    <w:rsid w:val="001300D9"/>
    <w:rsid w:val="0014312F"/>
    <w:rsid w:val="00154CA5"/>
    <w:rsid w:val="00192B03"/>
    <w:rsid w:val="00253885"/>
    <w:rsid w:val="00275FE1"/>
    <w:rsid w:val="002766F5"/>
    <w:rsid w:val="00297ADC"/>
    <w:rsid w:val="002F0352"/>
    <w:rsid w:val="00333485"/>
    <w:rsid w:val="003A2C6B"/>
    <w:rsid w:val="0042306C"/>
    <w:rsid w:val="00425902"/>
    <w:rsid w:val="00483CBD"/>
    <w:rsid w:val="004C1128"/>
    <w:rsid w:val="00521415"/>
    <w:rsid w:val="00562F75"/>
    <w:rsid w:val="00583EA6"/>
    <w:rsid w:val="005D0029"/>
    <w:rsid w:val="005E0E1A"/>
    <w:rsid w:val="005E4529"/>
    <w:rsid w:val="0067482A"/>
    <w:rsid w:val="00682563"/>
    <w:rsid w:val="006919D4"/>
    <w:rsid w:val="006D4F9C"/>
    <w:rsid w:val="006F696B"/>
    <w:rsid w:val="00707E61"/>
    <w:rsid w:val="00731413"/>
    <w:rsid w:val="007403FE"/>
    <w:rsid w:val="00805BFA"/>
    <w:rsid w:val="0082066F"/>
    <w:rsid w:val="008844D1"/>
    <w:rsid w:val="009261A0"/>
    <w:rsid w:val="0096162E"/>
    <w:rsid w:val="009D698D"/>
    <w:rsid w:val="009E69E5"/>
    <w:rsid w:val="00A127A5"/>
    <w:rsid w:val="00A60314"/>
    <w:rsid w:val="00AC4DCB"/>
    <w:rsid w:val="00AC4E89"/>
    <w:rsid w:val="00B30913"/>
    <w:rsid w:val="00B74655"/>
    <w:rsid w:val="00BE0E89"/>
    <w:rsid w:val="00BE6746"/>
    <w:rsid w:val="00BF6372"/>
    <w:rsid w:val="00C20F6D"/>
    <w:rsid w:val="00CC6D67"/>
    <w:rsid w:val="00D5369F"/>
    <w:rsid w:val="00D653DD"/>
    <w:rsid w:val="00D80EB3"/>
    <w:rsid w:val="00D84A23"/>
    <w:rsid w:val="00DB0258"/>
    <w:rsid w:val="00DB38B2"/>
    <w:rsid w:val="00DF3190"/>
    <w:rsid w:val="00E012E9"/>
    <w:rsid w:val="00E25349"/>
    <w:rsid w:val="00E2757D"/>
    <w:rsid w:val="00E95696"/>
    <w:rsid w:val="00F24893"/>
    <w:rsid w:val="00F25E4F"/>
    <w:rsid w:val="00F62FF8"/>
    <w:rsid w:val="00FB750A"/>
    <w:rsid w:val="5DF2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655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74655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74655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B74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74655"/>
    <w:rPr>
      <w:sz w:val="18"/>
      <w:szCs w:val="18"/>
    </w:rPr>
  </w:style>
  <w:style w:type="paragraph" w:styleId="NormalWeb">
    <w:name w:val="Normal (Web)"/>
    <w:basedOn w:val="Normal"/>
    <w:uiPriority w:val="99"/>
    <w:rsid w:val="00B74655"/>
    <w:pPr>
      <w:spacing w:beforeAutospacing="1" w:afterAutospacing="1"/>
      <w:jc w:val="left"/>
    </w:pPr>
    <w:rPr>
      <w:rFonts w:ascii="Calibri" w:hAnsi="Calibri" w:cs="Calibri"/>
      <w:kern w:val="0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746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142</TotalTime>
  <Pages>1</Pages>
  <Words>54</Words>
  <Characters>313</Characters>
  <Application>Microsoft Office Outlook</Application>
  <DocSecurity>0</DocSecurity>
  <Lines>0</Lines>
  <Paragraphs>0</Paragraphs>
  <ScaleCrop>false</ScaleCrop>
  <Company>Windows 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章海波</cp:lastModifiedBy>
  <cp:revision>36</cp:revision>
  <cp:lastPrinted>2020-08-13T01:00:00Z</cp:lastPrinted>
  <dcterms:created xsi:type="dcterms:W3CDTF">2020-07-16T02:11:00Z</dcterms:created>
  <dcterms:modified xsi:type="dcterms:W3CDTF">2020-08-21T02:26:00Z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