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宋体" w:eastAsia="方正小标宋简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kern w:val="0"/>
          <w:sz w:val="36"/>
          <w:szCs w:val="36"/>
        </w:rPr>
        <w:t>淮南市公管局青年</w:t>
      </w:r>
      <w:r>
        <w:rPr>
          <w:rFonts w:ascii="方正小标宋简体" w:hAnsi="宋体" w:eastAsia="方正小标宋简体"/>
          <w:kern w:val="0"/>
          <w:sz w:val="36"/>
          <w:szCs w:val="36"/>
        </w:rPr>
        <w:t>就业见习</w:t>
      </w:r>
      <w:r>
        <w:rPr>
          <w:rFonts w:hint="eastAsia" w:ascii="方正小标宋简体" w:hAnsi="宋体" w:eastAsia="方正小标宋简体"/>
          <w:kern w:val="0"/>
          <w:sz w:val="36"/>
          <w:szCs w:val="36"/>
        </w:rPr>
        <w:t>岗位年度计划</w:t>
      </w:r>
      <w:r>
        <w:rPr>
          <w:rFonts w:ascii="方正小标宋简体" w:hAnsi="宋体" w:eastAsia="方正小标宋简体"/>
          <w:kern w:val="0"/>
          <w:sz w:val="36"/>
          <w:szCs w:val="36"/>
        </w:rPr>
        <w:t>表</w:t>
      </w:r>
    </w:p>
    <w:p>
      <w:pPr>
        <w:widowControl/>
        <w:adjustRightInd w:val="0"/>
        <w:snapToGrid w:val="0"/>
        <w:spacing w:line="600" w:lineRule="exact"/>
        <w:ind w:firstLine="140" w:firstLineChars="50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                                                                               2020 年8月18日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845"/>
        <w:gridCol w:w="1993"/>
        <w:gridCol w:w="2361"/>
        <w:gridCol w:w="2012"/>
        <w:gridCol w:w="2253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354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序号</w:t>
            </w:r>
          </w:p>
        </w:tc>
        <w:tc>
          <w:tcPr>
            <w:tcW w:w="6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见习岗位名称</w:t>
            </w:r>
          </w:p>
        </w:tc>
        <w:tc>
          <w:tcPr>
            <w:tcW w:w="70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拟接收见习</w:t>
            </w:r>
          </w:p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人员数</w:t>
            </w:r>
          </w:p>
        </w:tc>
        <w:tc>
          <w:tcPr>
            <w:tcW w:w="83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学历要求</w:t>
            </w:r>
          </w:p>
        </w:tc>
        <w:tc>
          <w:tcPr>
            <w:tcW w:w="710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专业要求</w:t>
            </w:r>
          </w:p>
        </w:tc>
        <w:tc>
          <w:tcPr>
            <w:tcW w:w="795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主要见习内容</w:t>
            </w:r>
          </w:p>
        </w:tc>
        <w:tc>
          <w:tcPr>
            <w:tcW w:w="9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 w:val="24"/>
              </w:rPr>
              <w:t>见习待遇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354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6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文秘岗</w:t>
            </w:r>
          </w:p>
        </w:tc>
        <w:tc>
          <w:tcPr>
            <w:tcW w:w="70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83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专科及以上学历</w:t>
            </w:r>
          </w:p>
        </w:tc>
        <w:tc>
          <w:tcPr>
            <w:tcW w:w="710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文秘类专业</w:t>
            </w:r>
          </w:p>
        </w:tc>
        <w:tc>
          <w:tcPr>
            <w:tcW w:w="795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主要从事综合材料撰写等工作</w:t>
            </w:r>
          </w:p>
        </w:tc>
        <w:tc>
          <w:tcPr>
            <w:tcW w:w="9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100元人身意外伤害保险；每月2000元基本生活补贴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354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2</w:t>
            </w:r>
          </w:p>
        </w:tc>
        <w:tc>
          <w:tcPr>
            <w:tcW w:w="6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业务岗</w:t>
            </w:r>
          </w:p>
        </w:tc>
        <w:tc>
          <w:tcPr>
            <w:tcW w:w="70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83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专科及以上学历</w:t>
            </w:r>
          </w:p>
        </w:tc>
        <w:tc>
          <w:tcPr>
            <w:tcW w:w="710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法律类专业</w:t>
            </w:r>
          </w:p>
        </w:tc>
        <w:tc>
          <w:tcPr>
            <w:tcW w:w="795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协助业务科室开展业务受理、监督检查等工作</w:t>
            </w:r>
          </w:p>
        </w:tc>
        <w:tc>
          <w:tcPr>
            <w:tcW w:w="9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100元人身意外伤害保险；每月2000元基本生活补贴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354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3</w:t>
            </w:r>
          </w:p>
        </w:tc>
        <w:tc>
          <w:tcPr>
            <w:tcW w:w="6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综合岗</w:t>
            </w:r>
          </w:p>
        </w:tc>
        <w:tc>
          <w:tcPr>
            <w:tcW w:w="70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</w:t>
            </w:r>
          </w:p>
        </w:tc>
        <w:tc>
          <w:tcPr>
            <w:tcW w:w="833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专科及以上学历</w:t>
            </w:r>
          </w:p>
        </w:tc>
        <w:tc>
          <w:tcPr>
            <w:tcW w:w="710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财会类专业</w:t>
            </w:r>
          </w:p>
        </w:tc>
        <w:tc>
          <w:tcPr>
            <w:tcW w:w="795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协助机关党建、财务等人员开展日常工作</w:t>
            </w:r>
          </w:p>
        </w:tc>
        <w:tc>
          <w:tcPr>
            <w:tcW w:w="951" w:type="pct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100元人身意外伤害保险；每月2000元基本生活补贴</w:t>
            </w:r>
          </w:p>
        </w:tc>
      </w:tr>
    </w:tbl>
    <w:p/>
    <w:sectPr>
      <w:pgSz w:w="16838" w:h="11906" w:orient="landscape"/>
      <w:pgMar w:top="1587" w:right="1440" w:bottom="1587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F337F"/>
    <w:rsid w:val="00453F19"/>
    <w:rsid w:val="007347F0"/>
    <w:rsid w:val="009959CE"/>
    <w:rsid w:val="07D558C0"/>
    <w:rsid w:val="07D80646"/>
    <w:rsid w:val="0CA51A40"/>
    <w:rsid w:val="10CA42DC"/>
    <w:rsid w:val="11A9402B"/>
    <w:rsid w:val="18835B22"/>
    <w:rsid w:val="22862EC5"/>
    <w:rsid w:val="2B09218B"/>
    <w:rsid w:val="343B1A4D"/>
    <w:rsid w:val="35BB2E9C"/>
    <w:rsid w:val="3BF97CB0"/>
    <w:rsid w:val="42985C48"/>
    <w:rsid w:val="45C21B57"/>
    <w:rsid w:val="487A7D71"/>
    <w:rsid w:val="4B7E28A2"/>
    <w:rsid w:val="54315991"/>
    <w:rsid w:val="5FED681D"/>
    <w:rsid w:val="68954BA7"/>
    <w:rsid w:val="6B922123"/>
    <w:rsid w:val="6CFB1528"/>
    <w:rsid w:val="6CFF337F"/>
    <w:rsid w:val="6D535020"/>
    <w:rsid w:val="6EE93175"/>
    <w:rsid w:val="700A6A96"/>
    <w:rsid w:val="70ED51E0"/>
    <w:rsid w:val="74CB7CCC"/>
    <w:rsid w:val="7568422C"/>
    <w:rsid w:val="759720A2"/>
    <w:rsid w:val="78CE0960"/>
    <w:rsid w:val="7A2D1A67"/>
    <w:rsid w:val="7E64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53</Words>
  <Characters>307</Characters>
  <Lines>2</Lines>
  <Paragraphs>1</Paragraphs>
  <TotalTime>1</TotalTime>
  <ScaleCrop>false</ScaleCrop>
  <LinksUpToDate>false</LinksUpToDate>
  <CharactersWithSpaces>359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2018-07-11T02:45:00Z</dcterms:created>
  <dc:creator>Administrator</dc:creator>
  <cp:lastModifiedBy>ぺ灬cc果冻ル</cp:lastModifiedBy>
  <cp:lastPrinted>2020-08-18T09:17:00Z</cp:lastPrinted>
  <dcterms:modified xsi:type="dcterms:W3CDTF">2020-08-20T05:00:31Z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