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Style w:val="7"/>
          <w:rFonts w:hint="default" w:ascii="方正小标宋简体" w:eastAsia="方正小标宋简体"/>
          <w:sz w:val="28"/>
          <w:szCs w:val="28"/>
          <w:lang w:val="en-US" w:eastAsia="zh-CN"/>
        </w:rPr>
      </w:pPr>
      <w:bookmarkStart w:id="0" w:name="_GoBack"/>
      <w:bookmarkEnd w:id="0"/>
      <w:r>
        <w:rPr>
          <w:rStyle w:val="7"/>
          <w:rFonts w:hint="eastAsia" w:ascii="方正小标宋简体" w:eastAsia="方正小标宋简体"/>
          <w:sz w:val="28"/>
          <w:szCs w:val="28"/>
          <w:lang w:val="en-US" w:eastAsia="zh-CN"/>
        </w:rPr>
        <w:t>附件一</w:t>
      </w:r>
    </w:p>
    <w:p>
      <w:pPr>
        <w:jc w:val="center"/>
        <w:rPr>
          <w:rStyle w:val="7"/>
          <w:rFonts w:hint="default" w:ascii="宋体" w:eastAsia="宋体"/>
          <w:b/>
          <w:sz w:val="44"/>
          <w:szCs w:val="44"/>
          <w:lang w:val="en-US" w:eastAsia="zh-CN"/>
        </w:rPr>
      </w:pPr>
      <w:r>
        <w:rPr>
          <w:rStyle w:val="7"/>
          <w:rFonts w:hint="eastAsia" w:ascii="宋体" w:hAnsi="宋体"/>
          <w:b/>
          <w:sz w:val="44"/>
          <w:szCs w:val="44"/>
        </w:rPr>
        <w:t>安阳市</w:t>
      </w:r>
      <w:r>
        <w:rPr>
          <w:rStyle w:val="7"/>
          <w:rFonts w:hint="eastAsia" w:ascii="宋体" w:hAnsi="宋体"/>
          <w:b/>
          <w:sz w:val="44"/>
          <w:szCs w:val="44"/>
          <w:lang w:val="en-US" w:eastAsia="zh-CN"/>
        </w:rPr>
        <w:t>产学研合作促进会</w:t>
      </w:r>
    </w:p>
    <w:p>
      <w:pPr>
        <w:jc w:val="center"/>
        <w:rPr>
          <w:rStyle w:val="7"/>
          <w:rFonts w:ascii="宋体"/>
          <w:b/>
          <w:sz w:val="44"/>
          <w:szCs w:val="44"/>
        </w:rPr>
      </w:pPr>
      <w:r>
        <w:rPr>
          <w:rStyle w:val="7"/>
          <w:rFonts w:hint="eastAsia" w:ascii="宋体" w:hAnsi="宋体"/>
          <w:b/>
          <w:sz w:val="44"/>
          <w:szCs w:val="44"/>
        </w:rPr>
        <w:t>招聘人事代理工作人员报名表</w:t>
      </w:r>
    </w:p>
    <w:p>
      <w:pPr>
        <w:spacing w:line="280" w:lineRule="exact"/>
        <w:rPr>
          <w:rStyle w:val="7"/>
        </w:rPr>
      </w:pPr>
    </w:p>
    <w:p>
      <w:pPr>
        <w:spacing w:line="280" w:lineRule="exact"/>
        <w:ind w:firstLine="720" w:firstLineChars="30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报名序号：</w:t>
      </w:r>
      <w:r>
        <w:rPr>
          <w:rFonts w:ascii="宋体" w:hAnsi="宋体"/>
          <w:color w:val="000000"/>
          <w:sz w:val="24"/>
          <w:szCs w:val="24"/>
        </w:rPr>
        <w:t xml:space="preserve">                                      </w:t>
      </w:r>
      <w:r>
        <w:rPr>
          <w:rFonts w:hint="eastAsia" w:ascii="宋体" w:hAnsi="宋体"/>
          <w:color w:val="000000"/>
          <w:sz w:val="24"/>
          <w:szCs w:val="24"/>
        </w:rPr>
        <w:t>填表时间</w:t>
      </w:r>
      <w:r>
        <w:rPr>
          <w:rFonts w:ascii="宋体" w:hAnsi="宋体"/>
          <w:color w:val="000000"/>
          <w:sz w:val="24"/>
          <w:szCs w:val="24"/>
        </w:rPr>
        <w:t xml:space="preserve">: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tbl>
      <w:tblPr>
        <w:tblStyle w:val="5"/>
        <w:tblpPr w:leftFromText="180" w:rightFromText="180" w:vertAnchor="text" w:horzAnchor="margin" w:tblpXSpec="center" w:tblpY="50"/>
        <w:tblW w:w="9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849"/>
        <w:gridCol w:w="852"/>
        <w:gridCol w:w="109"/>
        <w:gridCol w:w="83"/>
        <w:gridCol w:w="517"/>
        <w:gridCol w:w="567"/>
        <w:gridCol w:w="212"/>
        <w:gridCol w:w="174"/>
        <w:gridCol w:w="1031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04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岁）</w:t>
            </w:r>
          </w:p>
        </w:tc>
        <w:tc>
          <w:tcPr>
            <w:tcW w:w="120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04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0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 w:val="continue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全日制最高学历</w:t>
            </w:r>
          </w:p>
        </w:tc>
        <w:tc>
          <w:tcPr>
            <w:tcW w:w="24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 w:val="continue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毕业院校及专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 w:val="continue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参加工作时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362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62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报考专业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岗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62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exac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学习及工作简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63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exac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本人承诺</w:t>
            </w:r>
          </w:p>
        </w:tc>
        <w:tc>
          <w:tcPr>
            <w:tcW w:w="8163" w:type="dxa"/>
            <w:gridSpan w:val="11"/>
          </w:tcPr>
          <w:p>
            <w:pPr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报名人（签名）：</w:t>
            </w:r>
          </w:p>
          <w:p>
            <w:pPr>
              <w:spacing w:line="280" w:lineRule="exact"/>
              <w:ind w:firstLine="5760" w:firstLineChars="2400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280" w:lineRule="exact"/>
              <w:ind w:firstLine="5760" w:firstLineChars="240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</w:trPr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结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果</w:t>
            </w:r>
          </w:p>
        </w:tc>
        <w:tc>
          <w:tcPr>
            <w:tcW w:w="336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人员签字</w:t>
            </w:r>
          </w:p>
        </w:tc>
        <w:tc>
          <w:tcPr>
            <w:tcW w:w="324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280" w:lineRule="exact"/>
        <w:ind w:right="-458" w:rightChars="-218" w:firstLine="720" w:firstLineChars="3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注：</w:t>
      </w: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本表一式</w:t>
      </w:r>
      <w:r>
        <w:rPr>
          <w:rFonts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份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每份表格贴</w:t>
      </w: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</w:rPr>
        <w:t>张照片。</w:t>
      </w:r>
    </w:p>
    <w:p>
      <w:pPr>
        <w:numPr>
          <w:ilvl w:val="0"/>
          <w:numId w:val="0"/>
        </w:numPr>
        <w:spacing w:line="280" w:lineRule="exact"/>
        <w:ind w:right="-458" w:rightChars="-218" w:firstLine="1200" w:firstLineChars="5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color w:val="000000"/>
          <w:sz w:val="24"/>
          <w:szCs w:val="24"/>
        </w:rPr>
        <w:t>除序号和审核意见由负责资格审查的工作人员填写外，其它项目均由报考者填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写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numPr>
          <w:ilvl w:val="0"/>
          <w:numId w:val="0"/>
        </w:numPr>
        <w:spacing w:line="280" w:lineRule="exact"/>
        <w:ind w:right="-458" w:rightChars="-218" w:firstLine="1200" w:firstLineChars="5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color w:val="000000"/>
          <w:sz w:val="24"/>
          <w:szCs w:val="24"/>
        </w:rPr>
        <w:t>填写时请使用正楷字体。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DE55F652-2885-406D-81F4-3AA8725E48C4}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2" w:fontKey="{14E9D407-57B1-4576-8C9F-662F4194656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D5"/>
    <w:rsid w:val="0004094E"/>
    <w:rsid w:val="000E7EF7"/>
    <w:rsid w:val="00174E62"/>
    <w:rsid w:val="001927A4"/>
    <w:rsid w:val="001F6C6F"/>
    <w:rsid w:val="00213275"/>
    <w:rsid w:val="00221C50"/>
    <w:rsid w:val="0025271E"/>
    <w:rsid w:val="002A5C1D"/>
    <w:rsid w:val="00304715"/>
    <w:rsid w:val="00311EBE"/>
    <w:rsid w:val="003420D5"/>
    <w:rsid w:val="00357AC6"/>
    <w:rsid w:val="0036342E"/>
    <w:rsid w:val="0038378D"/>
    <w:rsid w:val="003D7A1E"/>
    <w:rsid w:val="003F254F"/>
    <w:rsid w:val="004125F5"/>
    <w:rsid w:val="00476514"/>
    <w:rsid w:val="00494728"/>
    <w:rsid w:val="004B15C1"/>
    <w:rsid w:val="004B624F"/>
    <w:rsid w:val="004F3532"/>
    <w:rsid w:val="00512FDA"/>
    <w:rsid w:val="0051681C"/>
    <w:rsid w:val="005903FA"/>
    <w:rsid w:val="005A0CC0"/>
    <w:rsid w:val="0060024D"/>
    <w:rsid w:val="00646269"/>
    <w:rsid w:val="00647B79"/>
    <w:rsid w:val="006541EA"/>
    <w:rsid w:val="00694C62"/>
    <w:rsid w:val="006E7139"/>
    <w:rsid w:val="007435A8"/>
    <w:rsid w:val="00790250"/>
    <w:rsid w:val="007A1614"/>
    <w:rsid w:val="007F1CA1"/>
    <w:rsid w:val="008529A5"/>
    <w:rsid w:val="0085511D"/>
    <w:rsid w:val="009268A0"/>
    <w:rsid w:val="00927D14"/>
    <w:rsid w:val="00936135"/>
    <w:rsid w:val="009E3627"/>
    <w:rsid w:val="00A011B7"/>
    <w:rsid w:val="00A033E3"/>
    <w:rsid w:val="00A2634D"/>
    <w:rsid w:val="00A45BAA"/>
    <w:rsid w:val="00A5550D"/>
    <w:rsid w:val="00A648D2"/>
    <w:rsid w:val="00A968D5"/>
    <w:rsid w:val="00B037DE"/>
    <w:rsid w:val="00B07ADF"/>
    <w:rsid w:val="00BB693C"/>
    <w:rsid w:val="00C131A5"/>
    <w:rsid w:val="00C178B3"/>
    <w:rsid w:val="00C41019"/>
    <w:rsid w:val="00CB1041"/>
    <w:rsid w:val="00D42CC7"/>
    <w:rsid w:val="00D475E3"/>
    <w:rsid w:val="00D638D9"/>
    <w:rsid w:val="00D67436"/>
    <w:rsid w:val="00D93298"/>
    <w:rsid w:val="00DA20D5"/>
    <w:rsid w:val="00E560D6"/>
    <w:rsid w:val="00E57887"/>
    <w:rsid w:val="00E71923"/>
    <w:rsid w:val="00E764DF"/>
    <w:rsid w:val="00ED569F"/>
    <w:rsid w:val="00F7767D"/>
    <w:rsid w:val="00F81AC1"/>
    <w:rsid w:val="00FC359D"/>
    <w:rsid w:val="25A43CE0"/>
    <w:rsid w:val="30E67CB1"/>
    <w:rsid w:val="585C1931"/>
    <w:rsid w:val="58AA777B"/>
    <w:rsid w:val="66D80F2F"/>
    <w:rsid w:val="670A37E8"/>
    <w:rsid w:val="6D17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ca-2"/>
    <w:basedOn w:val="6"/>
    <w:qFormat/>
    <w:uiPriority w:val="99"/>
    <w:rPr>
      <w:rFonts w:cs="Times New Roman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Balloon Text Char"/>
    <w:basedOn w:val="6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73</Words>
  <Characters>420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2020-06-19T03:21:00Z</dcterms:created>
  <dc:creator>Lenovo</dc:creator>
  <cp:lastModifiedBy>ぺ灬cc果冻ル</cp:lastModifiedBy>
  <cp:lastPrinted>2020-07-09T10:22:00Z</cp:lastPrinted>
  <dcterms:modified xsi:type="dcterms:W3CDTF">2020-08-19T01:38:48Z</dcterms:modified>
  <dc:title>安阳市不动产档案馆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