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8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adjustRightInd w:val="0"/>
        <w:snapToGrid w:val="0"/>
        <w:spacing w:beforeLines="50" w:afterLines="50" w:line="640" w:lineRule="exact"/>
        <w:jc w:val="center"/>
        <w:rPr>
          <w:rFonts w:ascii="方正小标宋简体" w:hAnsi="方正小标宋简体" w:eastAsia="方正小标宋简体"/>
          <w:spacing w:val="-20"/>
          <w:w w:val="9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w w:val="98"/>
          <w:sz w:val="44"/>
          <w:szCs w:val="44"/>
        </w:rPr>
        <w:t>台州市路桥区国有企业公开招聘工作人员报名表</w:t>
      </w:r>
    </w:p>
    <w:tbl>
      <w:tblPr>
        <w:tblStyle w:val="5"/>
        <w:tblW w:w="0" w:type="auto"/>
        <w:tblInd w:w="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"/>
        <w:gridCol w:w="99"/>
        <w:gridCol w:w="1510"/>
        <w:gridCol w:w="1125"/>
        <w:gridCol w:w="1303"/>
        <w:gridCol w:w="1204"/>
        <w:gridCol w:w="994"/>
        <w:gridCol w:w="17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123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 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）岁</w:t>
            </w:r>
          </w:p>
        </w:tc>
        <w:tc>
          <w:tcPr>
            <w:tcW w:w="9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照片</w:t>
            </w:r>
            <w:r>
              <w:rPr>
                <w:rFonts w:ascii="宋体"/>
                <w:kern w:val="0"/>
                <w:sz w:val="24"/>
                <w:szCs w:val="24"/>
              </w:rPr>
              <w:t> 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4" w:hRule="atLeast"/>
        </w:trPr>
        <w:tc>
          <w:tcPr>
            <w:tcW w:w="123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 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3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9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</w:trPr>
        <w:tc>
          <w:tcPr>
            <w:tcW w:w="123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30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9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710" w:type="dxa"/>
            <w:vMerge w:val="continue"/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393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专科</w:t>
            </w:r>
          </w:p>
        </w:tc>
        <w:tc>
          <w:tcPr>
            <w:tcW w:w="1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4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51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42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1230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18"/>
                <w:szCs w:val="18"/>
              </w:rPr>
            </w:pPr>
          </w:p>
        </w:tc>
        <w:tc>
          <w:tcPr>
            <w:tcW w:w="2428" w:type="dxa"/>
            <w:gridSpan w:val="2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</w:rPr>
              <w:t>专业技术职业资格</w:t>
            </w:r>
          </w:p>
        </w:tc>
        <w:tc>
          <w:tcPr>
            <w:tcW w:w="633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4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4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2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70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27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633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3" w:hRule="atLeast"/>
        </w:trPr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个</w:t>
            </w: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</w:t>
            </w: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简</w:t>
            </w: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历</w:t>
            </w:r>
          </w:p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7944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rPr>
                <w:rFonts w:ascii="宋体"/>
                <w:kern w:val="0"/>
                <w:sz w:val="24"/>
                <w:szCs w:val="24"/>
              </w:rPr>
            </w:pPr>
          </w:p>
          <w:p>
            <w:pPr>
              <w:tabs>
                <w:tab w:val="left" w:pos="5049"/>
              </w:tabs>
              <w:jc w:val="center"/>
            </w:pPr>
            <w:r>
              <w:rPr>
                <w:rFonts w:ascii="宋体" w:cs="宋体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（可附件）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atLeast"/>
        </w:trPr>
        <w:tc>
          <w:tcPr>
            <w:tcW w:w="11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况</w:t>
            </w:r>
          </w:p>
        </w:tc>
        <w:tc>
          <w:tcPr>
            <w:tcW w:w="7944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/>
                <w:kern w:val="0"/>
                <w:sz w:val="24"/>
                <w:szCs w:val="24"/>
              </w:rPr>
              <w:t> </w:t>
            </w:r>
            <w:r>
              <w:rPr>
                <w:rFonts w:ascii="宋体" w:cs="宋体"/>
                <w:kern w:val="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（可附件）</w:t>
            </w:r>
          </w:p>
        </w:tc>
      </w:tr>
    </w:tbl>
    <w:p>
      <w:r>
        <w:rPr>
          <w:rFonts w:hint="eastAsia" w:cs="宋体"/>
        </w:rPr>
        <w:t>注：个人简历一栏如实填写个人学习、工作经历、任职起止时间等信息；此表及相关材料须如实提供，如有弄虚作假，一经查实，取消资格。</w:t>
      </w:r>
    </w:p>
    <w:p>
      <w:pPr>
        <w:adjustRightInd w:val="0"/>
        <w:snapToGrid w:val="0"/>
        <w:spacing w:line="58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40" w:bottom="1440" w:left="1440" w:header="851" w:footer="992" w:gutter="0"/>
      <w:pgNumType w:fmt="numberInDash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LCC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oNotHyphenateCaps/>
  <w:drawingGridHorizontalSpacing w:val="105"/>
  <w:drawingGridVerticalSpacing w:val="161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1D6847"/>
    <w:rsid w:val="0036183A"/>
    <w:rsid w:val="003E78A3"/>
    <w:rsid w:val="004622E5"/>
    <w:rsid w:val="00676783"/>
    <w:rsid w:val="00A126AD"/>
    <w:rsid w:val="00C05946"/>
    <w:rsid w:val="0169337D"/>
    <w:rsid w:val="01C63792"/>
    <w:rsid w:val="03DE295D"/>
    <w:rsid w:val="04052D36"/>
    <w:rsid w:val="05277703"/>
    <w:rsid w:val="06981F10"/>
    <w:rsid w:val="08CD2F78"/>
    <w:rsid w:val="09F05266"/>
    <w:rsid w:val="0A2637E8"/>
    <w:rsid w:val="0A7F1F2D"/>
    <w:rsid w:val="0D261159"/>
    <w:rsid w:val="0DF42FB0"/>
    <w:rsid w:val="13ED332D"/>
    <w:rsid w:val="14A63D2E"/>
    <w:rsid w:val="173C2C27"/>
    <w:rsid w:val="189B28A5"/>
    <w:rsid w:val="1B5F03F1"/>
    <w:rsid w:val="1C606620"/>
    <w:rsid w:val="1C774270"/>
    <w:rsid w:val="1C8E1157"/>
    <w:rsid w:val="1E974D56"/>
    <w:rsid w:val="1EFB4FC0"/>
    <w:rsid w:val="20554E23"/>
    <w:rsid w:val="20B70C30"/>
    <w:rsid w:val="262A49EE"/>
    <w:rsid w:val="267E71B5"/>
    <w:rsid w:val="28787B24"/>
    <w:rsid w:val="290F4922"/>
    <w:rsid w:val="29A90A0B"/>
    <w:rsid w:val="2ABE69DE"/>
    <w:rsid w:val="2AE9422B"/>
    <w:rsid w:val="2D1E0E0D"/>
    <w:rsid w:val="2ED10B39"/>
    <w:rsid w:val="369264A4"/>
    <w:rsid w:val="36E04906"/>
    <w:rsid w:val="375D4F4D"/>
    <w:rsid w:val="376B435E"/>
    <w:rsid w:val="37813A21"/>
    <w:rsid w:val="3797248C"/>
    <w:rsid w:val="39401F08"/>
    <w:rsid w:val="399E2879"/>
    <w:rsid w:val="3C410303"/>
    <w:rsid w:val="3D5F0408"/>
    <w:rsid w:val="3E1C04EF"/>
    <w:rsid w:val="422F3A69"/>
    <w:rsid w:val="43556934"/>
    <w:rsid w:val="43A14E76"/>
    <w:rsid w:val="43BE2FA2"/>
    <w:rsid w:val="49B72DA0"/>
    <w:rsid w:val="4A293B49"/>
    <w:rsid w:val="4B0B0FD6"/>
    <w:rsid w:val="4B0D5D00"/>
    <w:rsid w:val="4C1906A0"/>
    <w:rsid w:val="4D227C64"/>
    <w:rsid w:val="4E1D28D0"/>
    <w:rsid w:val="4F6A5586"/>
    <w:rsid w:val="50A57AAE"/>
    <w:rsid w:val="51E42DFE"/>
    <w:rsid w:val="556A76C9"/>
    <w:rsid w:val="58924615"/>
    <w:rsid w:val="59672D81"/>
    <w:rsid w:val="59B50CBE"/>
    <w:rsid w:val="5A15047F"/>
    <w:rsid w:val="5ACF6A51"/>
    <w:rsid w:val="5F003B69"/>
    <w:rsid w:val="60511A20"/>
    <w:rsid w:val="60CC46C8"/>
    <w:rsid w:val="6201553A"/>
    <w:rsid w:val="62E22883"/>
    <w:rsid w:val="646B6B3E"/>
    <w:rsid w:val="656D5A70"/>
    <w:rsid w:val="65BB10C3"/>
    <w:rsid w:val="69587BB3"/>
    <w:rsid w:val="6A7B2F1A"/>
    <w:rsid w:val="6A8A2CE3"/>
    <w:rsid w:val="6E332ACF"/>
    <w:rsid w:val="6E712D6B"/>
    <w:rsid w:val="6F823709"/>
    <w:rsid w:val="70361A08"/>
    <w:rsid w:val="707C27BF"/>
    <w:rsid w:val="71BA76FE"/>
    <w:rsid w:val="745038F5"/>
    <w:rsid w:val="75632DC2"/>
    <w:rsid w:val="75DB795A"/>
    <w:rsid w:val="76DB6B0D"/>
    <w:rsid w:val="79C17836"/>
    <w:rsid w:val="7BCE49EA"/>
    <w:rsid w:val="7C7F328A"/>
    <w:rsid w:val="7D4E558D"/>
    <w:rsid w:val="7D730DB8"/>
    <w:rsid w:val="7E073507"/>
    <w:rsid w:val="7E431662"/>
    <w:rsid w:val="7EA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6">
    <w:name w:val="Table Grid"/>
    <w:basedOn w:val="5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99"/>
    <w:rPr>
      <w:color w:val="0000FF"/>
      <w:u w:val="single"/>
    </w:rPr>
  </w:style>
  <w:style w:type="character" w:customStyle="1" w:styleId="9">
    <w:name w:val="Footer Char"/>
    <w:basedOn w:val="7"/>
    <w:link w:val="2"/>
    <w:qFormat/>
    <w:locked/>
    <w:uiPriority w:val="99"/>
    <w:rPr>
      <w:rFonts w:ascii="Calibri" w:hAnsi="Calibri" w:cs="Calibri"/>
      <w:kern w:val="2"/>
      <w:sz w:val="18"/>
      <w:szCs w:val="18"/>
    </w:rPr>
  </w:style>
  <w:style w:type="character" w:customStyle="1" w:styleId="10">
    <w:name w:val="Header Char"/>
    <w:basedOn w:val="7"/>
    <w:link w:val="3"/>
    <w:qFormat/>
    <w:locked/>
    <w:uiPriority w:val="99"/>
    <w:rPr>
      <w:rFonts w:ascii="Calibri" w:hAnsi="Calibri" w:cs="Calibri"/>
      <w:kern w:val="2"/>
      <w:sz w:val="18"/>
      <w:szCs w:val="18"/>
    </w:rPr>
  </w:style>
  <w:style w:type="character" w:customStyle="1" w:styleId="11">
    <w:name w:val="font31"/>
    <w:qFormat/>
    <w:uiPriority w:val="99"/>
    <w:rPr>
      <w:rFonts w:ascii="黑体" w:hAnsi="宋体" w:eastAsia="黑体" w:cs="黑体"/>
      <w:color w:val="000000"/>
      <w:sz w:val="22"/>
      <w:szCs w:val="22"/>
      <w:u w:val="none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10</Pages>
  <Words>614</Words>
  <Characters>3505</Characters>
  <Lines>0</Lines>
  <Paragraphs>0</Paragraphs>
  <TotalTime>121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2019-10-30T00:38:00Z</dcterms:created>
  <dc:creator>微软用户</dc:creator>
  <cp:lastModifiedBy>陌陌mama</cp:lastModifiedBy>
  <cp:lastPrinted>2020-08-06T03:55:00Z</cp:lastPrinted>
  <dcterms:modified xsi:type="dcterms:W3CDTF">2020-08-10T01:40:33Z</dcterms:modified>
  <dc:title>2017年台州市路桥区社会事业发展有限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