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D3F" w:rsidRDefault="00F04D3F">
      <w:pPr>
        <w:suppressLineNumbers/>
        <w:spacing w:line="300" w:lineRule="exact"/>
        <w:rPr>
          <w:rFonts w:ascii="仿宋" w:eastAsia="仿宋" w:hAnsi="仿宋" w:cs="Times New Roman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>附件</w:t>
      </w:r>
      <w:r>
        <w:rPr>
          <w:rFonts w:ascii="仿宋" w:eastAsia="仿宋" w:hAnsi="仿宋" w:cs="仿宋"/>
          <w:color w:val="333333"/>
          <w:sz w:val="30"/>
          <w:szCs w:val="30"/>
        </w:rPr>
        <w:t>4</w:t>
      </w:r>
      <w:r>
        <w:rPr>
          <w:rFonts w:ascii="仿宋" w:eastAsia="仿宋" w:hAnsi="仿宋" w:cs="仿宋" w:hint="eastAsia"/>
          <w:color w:val="333333"/>
          <w:sz w:val="30"/>
          <w:szCs w:val="30"/>
        </w:rPr>
        <w:t>：</w:t>
      </w:r>
    </w:p>
    <w:tbl>
      <w:tblPr>
        <w:tblpPr w:leftFromText="180" w:rightFromText="180" w:vertAnchor="text" w:horzAnchor="page" w:tblpX="1162" w:tblpY="1257"/>
        <w:tblOverlap w:val="never"/>
        <w:tblW w:w="9956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873"/>
        <w:gridCol w:w="746"/>
        <w:gridCol w:w="1795"/>
        <w:gridCol w:w="1041"/>
        <w:gridCol w:w="975"/>
        <w:gridCol w:w="18"/>
        <w:gridCol w:w="1497"/>
        <w:gridCol w:w="13"/>
        <w:gridCol w:w="1192"/>
        <w:gridCol w:w="1806"/>
      </w:tblGrid>
      <w:tr w:rsidR="00F04D3F">
        <w:trPr>
          <w:cantSplit/>
          <w:trHeight w:val="578"/>
        </w:trPr>
        <w:tc>
          <w:tcPr>
            <w:tcW w:w="9956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04D3F">
        <w:trPr>
          <w:cantSplit/>
          <w:trHeight w:val="835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姓</w:t>
            </w: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6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照</w:t>
            </w: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片</w:t>
            </w:r>
          </w:p>
        </w:tc>
      </w:tr>
      <w:tr w:rsidR="00F04D3F">
        <w:trPr>
          <w:cantSplit/>
          <w:trHeight w:val="815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性</w:t>
            </w: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widowControl/>
              <w:spacing w:line="360" w:lineRule="exact"/>
              <w:jc w:val="left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04D3F">
        <w:trPr>
          <w:cantSplit/>
          <w:trHeight w:val="795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民</w:t>
            </w: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籍</w:t>
            </w: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04D3F">
        <w:trPr>
          <w:cantSplit/>
          <w:trHeight w:val="642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毕业院校及专业</w:t>
            </w:r>
          </w:p>
        </w:tc>
        <w:tc>
          <w:tcPr>
            <w:tcW w:w="29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04D3F">
        <w:trPr>
          <w:cantSplit/>
          <w:trHeight w:val="711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报考单位岗位</w:t>
            </w:r>
          </w:p>
        </w:tc>
        <w:tc>
          <w:tcPr>
            <w:tcW w:w="38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联系电话</w:t>
            </w:r>
            <w:bookmarkStart w:id="0" w:name="_GoBack"/>
            <w:bookmarkEnd w:id="0"/>
          </w:p>
        </w:tc>
        <w:tc>
          <w:tcPr>
            <w:tcW w:w="299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04D3F">
        <w:trPr>
          <w:cantSplit/>
          <w:trHeight w:val="720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教师资格证任教学段及学科</w:t>
            </w:r>
          </w:p>
        </w:tc>
        <w:tc>
          <w:tcPr>
            <w:tcW w:w="381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D3F" w:rsidRPr="00AF649B" w:rsidRDefault="00F04D3F" w:rsidP="00AF649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AF649B">
              <w:rPr>
                <w:rFonts w:ascii="仿宋_GB2312" w:eastAsia="仿宋_GB2312" w:hAnsi="仿宋" w:cs="仿宋_GB2312" w:hint="eastAsia"/>
                <w:color w:val="000000"/>
              </w:rPr>
              <w:t>是否取得</w:t>
            </w:r>
            <w:r>
              <w:rPr>
                <w:rFonts w:ascii="仿宋_GB2312" w:eastAsia="仿宋_GB2312" w:hAnsi="仿宋" w:cs="仿宋_GB2312" w:hint="eastAsia"/>
                <w:color w:val="000000"/>
              </w:rPr>
              <w:t>报考</w:t>
            </w:r>
            <w:r w:rsidRPr="00AF649B">
              <w:rPr>
                <w:rFonts w:ascii="仿宋_GB2312" w:eastAsia="仿宋_GB2312" w:hAnsi="仿宋" w:cs="仿宋_GB2312" w:hint="eastAsia"/>
                <w:color w:val="000000"/>
              </w:rPr>
              <w:t>岗位要求的教师资格证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04D3F">
        <w:trPr>
          <w:cantSplit/>
          <w:trHeight w:val="1594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个人简历</w:t>
            </w:r>
          </w:p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（从高中起）</w:t>
            </w:r>
          </w:p>
        </w:tc>
        <w:tc>
          <w:tcPr>
            <w:tcW w:w="8337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04D3F">
        <w:trPr>
          <w:cantSplit/>
          <w:trHeight w:val="1646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家庭主要成员情况</w:t>
            </w:r>
          </w:p>
        </w:tc>
        <w:tc>
          <w:tcPr>
            <w:tcW w:w="8337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04D3F" w:rsidRDefault="00F04D3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04D3F">
        <w:trPr>
          <w:cantSplit/>
          <w:trHeight w:val="2585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报</w:t>
            </w:r>
          </w:p>
          <w:p w:rsidR="00F04D3F" w:rsidRDefault="00F04D3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考</w:t>
            </w:r>
          </w:p>
          <w:p w:rsidR="00F04D3F" w:rsidRDefault="00F04D3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人</w:t>
            </w:r>
          </w:p>
          <w:p w:rsidR="00F04D3F" w:rsidRDefault="00F04D3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员</w:t>
            </w:r>
          </w:p>
          <w:p w:rsidR="00F04D3F" w:rsidRDefault="00F04D3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承</w:t>
            </w:r>
          </w:p>
          <w:p w:rsidR="00F04D3F" w:rsidRDefault="00F04D3F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3F" w:rsidRDefault="00F04D3F" w:rsidP="00F04D3F">
            <w:pPr>
              <w:autoSpaceDE w:val="0"/>
              <w:autoSpaceDN w:val="0"/>
              <w:adjustRightInd w:val="0"/>
              <w:spacing w:line="360" w:lineRule="exact"/>
              <w:ind w:firstLineChars="147" w:firstLine="31680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</w:p>
          <w:p w:rsidR="00F04D3F" w:rsidRDefault="00F04D3F" w:rsidP="00F04D3F">
            <w:pPr>
              <w:autoSpaceDE w:val="0"/>
              <w:autoSpaceDN w:val="0"/>
              <w:adjustRightInd w:val="0"/>
              <w:spacing w:line="300" w:lineRule="exact"/>
              <w:ind w:firstLineChars="147" w:firstLine="31680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本人所填上述信息真实有效，如有弄虚作假，承诺自动放弃考试和聘用资格。</w:t>
            </w:r>
          </w:p>
          <w:p w:rsidR="00F04D3F" w:rsidRDefault="00F04D3F" w:rsidP="00F04D3F">
            <w:pPr>
              <w:autoSpaceDE w:val="0"/>
              <w:autoSpaceDN w:val="0"/>
              <w:adjustRightInd w:val="0"/>
              <w:spacing w:line="300" w:lineRule="exact"/>
              <w:ind w:firstLineChars="196" w:firstLine="31680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</w:p>
          <w:p w:rsidR="00F04D3F" w:rsidRDefault="00F04D3F">
            <w:pPr>
              <w:autoSpaceDE w:val="0"/>
              <w:autoSpaceDN w:val="0"/>
              <w:adjustRightInd w:val="0"/>
              <w:spacing w:line="300" w:lineRule="exact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报考人签名：</w:t>
            </w:r>
          </w:p>
          <w:p w:rsidR="00F04D3F" w:rsidRDefault="00F04D3F" w:rsidP="00F04D3F">
            <w:pPr>
              <w:autoSpaceDE w:val="0"/>
              <w:autoSpaceDN w:val="0"/>
              <w:adjustRightInd w:val="0"/>
              <w:spacing w:line="300" w:lineRule="exact"/>
              <w:ind w:firstLineChars="500" w:firstLine="31680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年</w:t>
            </w:r>
            <w:r>
              <w:rPr>
                <w:rFonts w:ascii="仿宋" w:eastAsia="仿宋" w:hAnsi="仿宋" w:cs="仿宋"/>
                <w:b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月</w:t>
            </w:r>
            <w:r>
              <w:rPr>
                <w:rFonts w:ascii="仿宋" w:eastAsia="仿宋" w:hAnsi="仿宋" w:cs="仿宋"/>
                <w:b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日</w:t>
            </w:r>
          </w:p>
          <w:p w:rsidR="00F04D3F" w:rsidRDefault="00F04D3F">
            <w:pPr>
              <w:autoSpaceDE w:val="0"/>
              <w:autoSpaceDN w:val="0"/>
              <w:adjustRightInd w:val="0"/>
              <w:spacing w:line="360" w:lineRule="exact"/>
              <w:ind w:left="5340"/>
              <w:rPr>
                <w:rFonts w:ascii="仿宋" w:eastAsia="仿宋" w:hAnsi="仿宋" w:cs="Times New Roman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资</w:t>
            </w:r>
          </w:p>
          <w:p w:rsidR="00F04D3F" w:rsidRDefault="00F04D3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格</w:t>
            </w:r>
          </w:p>
          <w:p w:rsidR="00F04D3F" w:rsidRDefault="00F04D3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审</w:t>
            </w:r>
          </w:p>
          <w:p w:rsidR="00F04D3F" w:rsidRDefault="00F04D3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查</w:t>
            </w:r>
          </w:p>
          <w:p w:rsidR="00F04D3F" w:rsidRDefault="00F04D3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意</w:t>
            </w:r>
          </w:p>
          <w:p w:rsidR="00F04D3F" w:rsidRDefault="00F04D3F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3F" w:rsidRDefault="00F04D3F">
            <w:pPr>
              <w:widowControl/>
              <w:spacing w:line="320" w:lineRule="exact"/>
              <w:jc w:val="left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</w:p>
          <w:p w:rsidR="00F04D3F" w:rsidRDefault="00F04D3F">
            <w:pPr>
              <w:widowControl/>
              <w:spacing w:line="320" w:lineRule="exact"/>
              <w:jc w:val="left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</w:p>
          <w:p w:rsidR="00F04D3F" w:rsidRDefault="00F04D3F">
            <w:pPr>
              <w:widowControl/>
              <w:spacing w:line="320" w:lineRule="exact"/>
              <w:jc w:val="left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</w:p>
          <w:p w:rsidR="00F04D3F" w:rsidRDefault="00F04D3F">
            <w:pPr>
              <w:widowControl/>
              <w:spacing w:line="320" w:lineRule="exact"/>
              <w:jc w:val="left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审查人签名：</w:t>
            </w:r>
          </w:p>
          <w:p w:rsidR="00F04D3F" w:rsidRDefault="00F04D3F">
            <w:pPr>
              <w:widowControl/>
              <w:spacing w:line="320" w:lineRule="exact"/>
              <w:jc w:val="left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</w:p>
          <w:p w:rsidR="00F04D3F" w:rsidRDefault="00F04D3F" w:rsidP="00F04D3F">
            <w:pPr>
              <w:autoSpaceDE w:val="0"/>
              <w:autoSpaceDN w:val="0"/>
              <w:adjustRightInd w:val="0"/>
              <w:spacing w:line="320" w:lineRule="exact"/>
              <w:ind w:firstLineChars="550" w:firstLine="31680"/>
              <w:rPr>
                <w:rFonts w:ascii="仿宋" w:eastAsia="仿宋" w:hAnsi="仿宋" w:cs="Times New Roman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年</w:t>
            </w:r>
            <w:r>
              <w:rPr>
                <w:rFonts w:ascii="仿宋" w:eastAsia="仿宋" w:hAnsi="仿宋" w:cs="仿宋"/>
                <w:b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月</w:t>
            </w:r>
            <w:r>
              <w:rPr>
                <w:rFonts w:ascii="仿宋" w:eastAsia="仿宋" w:hAnsi="仿宋" w:cs="仿宋"/>
                <w:b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日</w:t>
            </w:r>
          </w:p>
        </w:tc>
      </w:tr>
    </w:tbl>
    <w:p w:rsidR="00F04D3F" w:rsidRDefault="00F04D3F">
      <w:pPr>
        <w:spacing w:line="540" w:lineRule="exact"/>
        <w:jc w:val="center"/>
        <w:rPr>
          <w:rFonts w:ascii="黑体" w:eastAsia="黑体" w:hAnsi="黑体" w:cs="Times New Roman"/>
          <w:b/>
          <w:bCs/>
          <w:color w:val="000000"/>
          <w:sz w:val="32"/>
          <w:szCs w:val="32"/>
        </w:rPr>
      </w:pPr>
      <w:r>
        <w:rPr>
          <w:rFonts w:ascii="黑体" w:eastAsia="黑体" w:hAnsi="黑体" w:cs="黑体"/>
          <w:b/>
          <w:bCs/>
          <w:color w:val="000000"/>
          <w:sz w:val="32"/>
          <w:szCs w:val="32"/>
        </w:rPr>
        <w:t>2020</w:t>
      </w: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年十堰市教育局所属学校公开招聘</w:t>
      </w:r>
    </w:p>
    <w:p w:rsidR="00F04D3F" w:rsidRDefault="00F04D3F">
      <w:pPr>
        <w:spacing w:line="540" w:lineRule="exact"/>
        <w:jc w:val="center"/>
        <w:rPr>
          <w:rFonts w:ascii="黑体" w:eastAsia="黑体" w:hAnsi="黑体" w:cs="Times New Roman"/>
          <w:b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应届公费师范毕业生报名表</w:t>
      </w:r>
    </w:p>
    <w:p w:rsidR="00F04D3F" w:rsidRDefault="00F04D3F">
      <w:pPr>
        <w:suppressLineNumbers/>
        <w:spacing w:line="300" w:lineRule="exact"/>
        <w:jc w:val="left"/>
        <w:rPr>
          <w:rFonts w:ascii="仿宋" w:eastAsia="仿宋" w:hAnsi="仿宋" w:cs="Times New Roman"/>
          <w:color w:val="000000"/>
          <w:sz w:val="24"/>
          <w:szCs w:val="24"/>
        </w:rPr>
      </w:pPr>
    </w:p>
    <w:p w:rsidR="00F04D3F" w:rsidRDefault="00F04D3F">
      <w:pPr>
        <w:suppressLineNumbers/>
        <w:spacing w:line="300" w:lineRule="exact"/>
        <w:jc w:val="left"/>
        <w:rPr>
          <w:rFonts w:cs="Times New Roman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考生需近期</w:t>
      </w:r>
      <w:r>
        <w:rPr>
          <w:rFonts w:ascii="仿宋" w:eastAsia="仿宋" w:hAnsi="仿宋" w:cs="仿宋"/>
          <w:color w:val="000000"/>
          <w:sz w:val="30"/>
          <w:szCs w:val="30"/>
        </w:rPr>
        <w:t>1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寸彩色证件照</w:t>
      </w:r>
      <w:r>
        <w:rPr>
          <w:rFonts w:ascii="仿宋" w:eastAsia="仿宋" w:hAnsi="仿宋" w:cs="仿宋"/>
          <w:color w:val="000000"/>
          <w:sz w:val="30"/>
          <w:szCs w:val="30"/>
        </w:rPr>
        <w:t>3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张，一张贴在“照片”处，另两张背后写上姓名轻粘于表格右上方备用。</w:t>
      </w:r>
    </w:p>
    <w:sectPr w:rsidR="00F04D3F" w:rsidSect="00A35E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D3F" w:rsidRDefault="00F04D3F" w:rsidP="009D6B9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04D3F" w:rsidRDefault="00F04D3F" w:rsidP="009D6B9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D3F" w:rsidRDefault="00F04D3F" w:rsidP="009D6B9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04D3F" w:rsidRDefault="00F04D3F" w:rsidP="009D6B9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16F1"/>
    <w:rsid w:val="00047E6D"/>
    <w:rsid w:val="000A0B8F"/>
    <w:rsid w:val="00292F25"/>
    <w:rsid w:val="00365D1B"/>
    <w:rsid w:val="00367E7C"/>
    <w:rsid w:val="004258FF"/>
    <w:rsid w:val="004410A0"/>
    <w:rsid w:val="004516F1"/>
    <w:rsid w:val="004D290E"/>
    <w:rsid w:val="006264A8"/>
    <w:rsid w:val="00662FFE"/>
    <w:rsid w:val="006653E1"/>
    <w:rsid w:val="007038FB"/>
    <w:rsid w:val="009D6B95"/>
    <w:rsid w:val="00A35EB5"/>
    <w:rsid w:val="00A57F98"/>
    <w:rsid w:val="00AF649B"/>
    <w:rsid w:val="00B51056"/>
    <w:rsid w:val="00B72ACB"/>
    <w:rsid w:val="00C730B2"/>
    <w:rsid w:val="00D050DA"/>
    <w:rsid w:val="00D84DBE"/>
    <w:rsid w:val="00DA0153"/>
    <w:rsid w:val="00F04D3F"/>
    <w:rsid w:val="00FB6994"/>
    <w:rsid w:val="00FF710A"/>
    <w:rsid w:val="041F7F6F"/>
    <w:rsid w:val="0BD80081"/>
    <w:rsid w:val="0D480475"/>
    <w:rsid w:val="23F63EE1"/>
    <w:rsid w:val="27E4484A"/>
    <w:rsid w:val="281F3419"/>
    <w:rsid w:val="30605CEB"/>
    <w:rsid w:val="32005CF0"/>
    <w:rsid w:val="3C01780C"/>
    <w:rsid w:val="4FA20CDF"/>
    <w:rsid w:val="555C2A51"/>
    <w:rsid w:val="597B7B7A"/>
    <w:rsid w:val="5AEF0EC0"/>
    <w:rsid w:val="683C3CC5"/>
    <w:rsid w:val="77174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EB5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D6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6B95"/>
    <w:rPr>
      <w:rFonts w:ascii="Calibri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D6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D6B95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48</Words>
  <Characters>279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11</cp:revision>
  <cp:lastPrinted>2018-10-18T06:59:00Z</cp:lastPrinted>
  <dcterms:created xsi:type="dcterms:W3CDTF">2018-10-18T01:09:00Z</dcterms:created>
  <dcterms:modified xsi:type="dcterms:W3CDTF">2020-07-31T02:15:00Z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