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4" w:type="dxa"/>
        <w:tblInd w:w="-1132" w:type="dxa"/>
        <w:tblLayout w:type="fixed"/>
        <w:tblLook w:val="00A0"/>
      </w:tblPr>
      <w:tblGrid>
        <w:gridCol w:w="821"/>
        <w:gridCol w:w="1233"/>
        <w:gridCol w:w="746"/>
        <w:gridCol w:w="1200"/>
        <w:gridCol w:w="971"/>
        <w:gridCol w:w="1069"/>
        <w:gridCol w:w="1148"/>
        <w:gridCol w:w="1650"/>
        <w:gridCol w:w="1666"/>
      </w:tblGrid>
      <w:tr w:rsidR="004846B7">
        <w:trPr>
          <w:trHeight w:val="825"/>
        </w:trPr>
        <w:tc>
          <w:tcPr>
            <w:tcW w:w="105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46B7" w:rsidRPr="00D0741D" w:rsidRDefault="004846B7">
            <w:pPr>
              <w:widowControl/>
              <w:jc w:val="center"/>
              <w:rPr>
                <w:rFonts w:ascii="宋体" w:cs="宋体"/>
                <w:kern w:val="0"/>
                <w:sz w:val="44"/>
                <w:szCs w:val="44"/>
              </w:rPr>
            </w:pPr>
            <w:r w:rsidRPr="00D0741D">
              <w:rPr>
                <w:rFonts w:ascii="宋体" w:hAnsi="宋体" w:cs="宋体"/>
                <w:b/>
                <w:kern w:val="0"/>
                <w:sz w:val="44"/>
                <w:szCs w:val="44"/>
              </w:rPr>
              <w:t>2020</w:t>
            </w:r>
            <w:bookmarkStart w:id="0" w:name="_GoBack"/>
            <w:bookmarkEnd w:id="0"/>
            <w:r w:rsidRPr="00D0741D">
              <w:rPr>
                <w:rFonts w:ascii="宋体" w:hAnsi="宋体" w:cs="宋体" w:hint="eastAsia"/>
                <w:b/>
                <w:kern w:val="0"/>
                <w:sz w:val="44"/>
                <w:szCs w:val="44"/>
              </w:rPr>
              <w:t>年度防城港市防城区基层医疗卫生</w:t>
            </w:r>
          </w:p>
          <w:p w:rsidR="004846B7" w:rsidRPr="00CB731A" w:rsidRDefault="004846B7" w:rsidP="00CB731A">
            <w:pPr>
              <w:widowControl/>
              <w:jc w:val="center"/>
              <w:rPr>
                <w:rFonts w:ascii="宋体" w:cs="宋体"/>
                <w:b/>
                <w:kern w:val="0"/>
                <w:sz w:val="36"/>
                <w:szCs w:val="36"/>
              </w:rPr>
            </w:pPr>
            <w:r w:rsidRPr="00D0741D">
              <w:rPr>
                <w:rFonts w:ascii="宋体" w:hAnsi="宋体" w:cs="宋体" w:hint="eastAsia"/>
                <w:b/>
                <w:kern w:val="0"/>
                <w:sz w:val="44"/>
                <w:szCs w:val="44"/>
              </w:rPr>
              <w:t>事业单位公开招聘专业技术人员报名登记表</w:t>
            </w:r>
          </w:p>
        </w:tc>
      </w:tr>
      <w:tr w:rsidR="004846B7">
        <w:trPr>
          <w:trHeight w:val="480"/>
        </w:trPr>
        <w:tc>
          <w:tcPr>
            <w:tcW w:w="105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46B7" w:rsidRDefault="004846B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报考单位：　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报考岗位：</w:t>
            </w:r>
          </w:p>
        </w:tc>
      </w:tr>
      <w:tr w:rsidR="004846B7">
        <w:trPr>
          <w:trHeight w:val="6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相片</w:t>
            </w:r>
          </w:p>
        </w:tc>
      </w:tr>
      <w:tr w:rsidR="004846B7">
        <w:trPr>
          <w:trHeight w:val="92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何时入何党派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4846B7">
        <w:trPr>
          <w:trHeight w:val="97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执业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健康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4846B7">
        <w:trPr>
          <w:trHeight w:val="793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76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在职教育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956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档案所在单位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现工作单位及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1061"/>
        </w:trPr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现工作单位是否同意报考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（在编或签订合同、协议的单位）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固定电话及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移动电话号码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974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是否服从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组织分配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联系地址</w:t>
            </w:r>
          </w:p>
        </w:tc>
        <w:tc>
          <w:tcPr>
            <w:tcW w:w="65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662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习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作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9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846B7">
        <w:trPr>
          <w:trHeight w:val="312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奖惩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9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51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庭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社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关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系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称谓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工作单位及职务</w:t>
            </w:r>
          </w:p>
        </w:tc>
      </w:tr>
      <w:tr w:rsidR="004846B7">
        <w:trPr>
          <w:trHeight w:val="909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97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843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1209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1442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846B7">
        <w:trPr>
          <w:trHeight w:val="290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个人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9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6B7" w:rsidRDefault="004846B7" w:rsidP="009832B2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本人承诺：上述填写内容和提供的相关依据真实，与报考岗位条件一致，如有不实、弄虚作假，本人自愿放弃聘用资格并承担相应责任。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  <w:t xml:space="preserve">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签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字：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  <w:t xml:space="preserve">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4846B7">
        <w:trPr>
          <w:trHeight w:val="309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96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46B7" w:rsidRDefault="004846B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审核人：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  <w:t xml:space="preserve">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4846B7" w:rsidRDefault="004846B7">
      <w:pPr>
        <w:jc w:val="center"/>
      </w:pPr>
    </w:p>
    <w:p w:rsidR="004846B7" w:rsidRDefault="004846B7"/>
    <w:sectPr w:rsidR="004846B7" w:rsidSect="00023F32">
      <w:pgSz w:w="11906" w:h="16838"/>
      <w:pgMar w:top="820" w:right="1797" w:bottom="276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121504"/>
    <w:rsid w:val="00023F32"/>
    <w:rsid w:val="00117194"/>
    <w:rsid w:val="003A34F3"/>
    <w:rsid w:val="004846B7"/>
    <w:rsid w:val="004C4575"/>
    <w:rsid w:val="006C517F"/>
    <w:rsid w:val="008127B5"/>
    <w:rsid w:val="009832B2"/>
    <w:rsid w:val="00CB731A"/>
    <w:rsid w:val="00D0741D"/>
    <w:rsid w:val="00D26269"/>
    <w:rsid w:val="00ED39ED"/>
    <w:rsid w:val="00EE362E"/>
    <w:rsid w:val="0BB5170A"/>
    <w:rsid w:val="0BFE62FE"/>
    <w:rsid w:val="0E214479"/>
    <w:rsid w:val="109A7B05"/>
    <w:rsid w:val="24AA1970"/>
    <w:rsid w:val="4A744883"/>
    <w:rsid w:val="760341B1"/>
    <w:rsid w:val="76AE4FCE"/>
    <w:rsid w:val="7B12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F3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23F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23F32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023F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23F32"/>
    <w:rPr>
      <w:rFonts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023F3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87</Words>
  <Characters>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夜阑卧听雨</dc:creator>
  <cp:keywords/>
  <dc:description/>
  <cp:lastModifiedBy>User</cp:lastModifiedBy>
  <cp:revision>11</cp:revision>
  <cp:lastPrinted>2019-10-22T03:34:00Z</cp:lastPrinted>
  <dcterms:created xsi:type="dcterms:W3CDTF">2019-10-12T11:02:00Z</dcterms:created>
  <dcterms:modified xsi:type="dcterms:W3CDTF">2020-07-07T09:02:00Z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