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CD1" w:rsidRPr="00371C33" w:rsidRDefault="00823CD1">
      <w:pPr>
        <w:spacing w:line="560" w:lineRule="exact"/>
        <w:rPr>
          <w:rFonts w:ascii="黑体" w:eastAsia="黑体" w:hAnsi="黑体"/>
          <w:sz w:val="32"/>
          <w:szCs w:val="32"/>
        </w:rPr>
      </w:pPr>
      <w:bookmarkStart w:id="0" w:name="_GoBack"/>
      <w:r w:rsidRPr="00371C33">
        <w:rPr>
          <w:rFonts w:ascii="黑体" w:eastAsia="黑体" w:hAnsi="黑体" w:cs="黑体" w:hint="eastAsia"/>
          <w:sz w:val="32"/>
          <w:szCs w:val="32"/>
        </w:rPr>
        <w:t>附件</w:t>
      </w:r>
      <w:r w:rsidRPr="00371C33">
        <w:rPr>
          <w:rFonts w:ascii="黑体" w:eastAsia="黑体" w:hAnsi="黑体" w:cs="黑体"/>
          <w:sz w:val="32"/>
          <w:szCs w:val="32"/>
        </w:rPr>
        <w:t>3</w:t>
      </w:r>
      <w:r w:rsidRPr="00371C33">
        <w:rPr>
          <w:rFonts w:ascii="黑体" w:eastAsia="黑体" w:hAnsi="黑体" w:cs="黑体" w:hint="eastAsia"/>
          <w:sz w:val="32"/>
          <w:szCs w:val="32"/>
        </w:rPr>
        <w:t>：</w:t>
      </w:r>
    </w:p>
    <w:bookmarkEnd w:id="0"/>
    <w:p w:rsidR="00823CD1" w:rsidRPr="006040F0" w:rsidRDefault="00823CD1">
      <w:pPr>
        <w:spacing w:line="520" w:lineRule="exact"/>
        <w:jc w:val="center"/>
        <w:rPr>
          <w:sz w:val="44"/>
          <w:szCs w:val="44"/>
        </w:rPr>
      </w:pPr>
    </w:p>
    <w:p w:rsidR="00823CD1" w:rsidRPr="00371C33" w:rsidRDefault="00823CD1">
      <w:pPr>
        <w:spacing w:line="520" w:lineRule="exact"/>
        <w:jc w:val="center"/>
        <w:rPr>
          <w:rFonts w:ascii="宋体" w:cs="宋体"/>
          <w:sz w:val="44"/>
          <w:szCs w:val="44"/>
        </w:rPr>
      </w:pPr>
      <w:r w:rsidRPr="00371C33">
        <w:rPr>
          <w:rFonts w:ascii="宋体" w:hAnsi="宋体" w:cs="宋体" w:hint="eastAsia"/>
          <w:sz w:val="44"/>
          <w:szCs w:val="44"/>
        </w:rPr>
        <w:t>江门市公开选调公务员报名表填写说明</w:t>
      </w:r>
    </w:p>
    <w:p w:rsidR="00823CD1" w:rsidRPr="006040F0" w:rsidRDefault="00823CD1" w:rsidP="00371C33">
      <w:pPr>
        <w:spacing w:line="520" w:lineRule="exact"/>
        <w:ind w:firstLineChars="200" w:firstLine="31680"/>
        <w:rPr>
          <w:sz w:val="44"/>
          <w:szCs w:val="44"/>
        </w:rPr>
      </w:pPr>
    </w:p>
    <w:p w:rsidR="00823CD1" w:rsidRPr="00371C33" w:rsidRDefault="00823CD1" w:rsidP="00371C33">
      <w:pPr>
        <w:spacing w:line="576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371C33">
        <w:rPr>
          <w:rFonts w:ascii="仿宋_GB2312" w:eastAsia="仿宋_GB2312" w:cs="仿宋_GB2312" w:hint="eastAsia"/>
          <w:sz w:val="32"/>
          <w:szCs w:val="32"/>
        </w:rPr>
        <w:t>一、“姓名”栏中填写户籍登记所用的姓名。少数民族干部的姓名用字要固定，不能用同音字代替。</w:t>
      </w:r>
    </w:p>
    <w:p w:rsidR="00823CD1" w:rsidRPr="00371C33" w:rsidRDefault="00823CD1" w:rsidP="00371C33">
      <w:pPr>
        <w:spacing w:line="576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371C33">
        <w:rPr>
          <w:rFonts w:ascii="仿宋_GB2312" w:eastAsia="仿宋_GB2312" w:cs="仿宋_GB2312" w:hint="eastAsia"/>
          <w:sz w:val="32"/>
          <w:szCs w:val="32"/>
        </w:rPr>
        <w:t>二、“出生年月（）”栏中填写出生年月和年龄。</w:t>
      </w:r>
    </w:p>
    <w:p w:rsidR="00823CD1" w:rsidRPr="00371C33" w:rsidRDefault="00823CD1" w:rsidP="00371C33">
      <w:pPr>
        <w:spacing w:line="576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371C33">
        <w:rPr>
          <w:rFonts w:ascii="仿宋_GB2312" w:eastAsia="仿宋_GB2312" w:cs="仿宋_GB2312" w:hint="eastAsia"/>
          <w:sz w:val="32"/>
          <w:szCs w:val="32"/>
        </w:rPr>
        <w:t>三、“民族”栏中填写民族的全族（如汉族、回族、朝鲜族、维吾尔族等），不能简称“汉”、“回”、“鲜”、“维”等。</w:t>
      </w:r>
    </w:p>
    <w:p w:rsidR="00823CD1" w:rsidRPr="00371C33" w:rsidRDefault="00823CD1" w:rsidP="00371C33">
      <w:pPr>
        <w:spacing w:line="576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371C33">
        <w:rPr>
          <w:rFonts w:ascii="仿宋_GB2312" w:eastAsia="仿宋_GB2312" w:cs="仿宋_GB2312" w:hint="eastAsia"/>
          <w:sz w:val="32"/>
          <w:szCs w:val="32"/>
        </w:rPr>
        <w:t>四、“籍贯”栏中填写祖籍所在地。</w:t>
      </w:r>
    </w:p>
    <w:p w:rsidR="00823CD1" w:rsidRPr="00371C33" w:rsidRDefault="00823CD1" w:rsidP="00371C33">
      <w:pPr>
        <w:spacing w:line="576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371C33">
        <w:rPr>
          <w:rFonts w:ascii="仿宋_GB2312" w:eastAsia="仿宋_GB2312" w:cs="仿宋_GB2312" w:hint="eastAsia"/>
          <w:sz w:val="32"/>
          <w:szCs w:val="32"/>
        </w:rPr>
        <w:t>五、“出生地”栏中填写干部本人出生的地方。</w:t>
      </w:r>
    </w:p>
    <w:p w:rsidR="00823CD1" w:rsidRPr="00371C33" w:rsidRDefault="00823CD1" w:rsidP="00371C33">
      <w:pPr>
        <w:spacing w:line="576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371C33">
        <w:rPr>
          <w:rFonts w:ascii="仿宋_GB2312" w:eastAsia="仿宋_GB2312" w:cs="仿宋_GB2312" w:hint="eastAsia"/>
          <w:sz w:val="32"/>
          <w:szCs w:val="32"/>
        </w:rPr>
        <w:t>“籍贯”和“出生地”按现在的行政区划填写，要填写省、市或县的名称，如“广东台山”、“河南林县”。直辖市直接填写市名，如“上海”、“重庆”等。</w:t>
      </w:r>
    </w:p>
    <w:p w:rsidR="00823CD1" w:rsidRPr="00371C33" w:rsidRDefault="00823CD1" w:rsidP="00371C33">
      <w:pPr>
        <w:spacing w:line="576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371C33">
        <w:rPr>
          <w:rFonts w:ascii="仿宋_GB2312" w:eastAsia="仿宋_GB2312" w:cs="仿宋_GB2312" w:hint="eastAsia"/>
          <w:sz w:val="32"/>
          <w:szCs w:val="32"/>
        </w:rPr>
        <w:t>六、“入党时间”栏，直接填写加入中国共产党的时间，如非中共党员。请填写具体名称，如“群众”、“民革党员”。</w:t>
      </w:r>
    </w:p>
    <w:p w:rsidR="00823CD1" w:rsidRPr="00371C33" w:rsidRDefault="00823CD1" w:rsidP="00371C33">
      <w:pPr>
        <w:spacing w:line="576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371C33">
        <w:rPr>
          <w:rFonts w:ascii="仿宋_GB2312" w:eastAsia="仿宋_GB2312" w:cs="仿宋_GB2312" w:hint="eastAsia"/>
          <w:sz w:val="32"/>
          <w:szCs w:val="32"/>
        </w:rPr>
        <w:t>“出生年月”、“入党时间”、“参加工作时间”填写时，年份一律用</w:t>
      </w:r>
      <w:r w:rsidRPr="00371C33">
        <w:rPr>
          <w:rFonts w:ascii="仿宋_GB2312" w:eastAsia="仿宋_GB2312" w:cs="仿宋_GB2312"/>
          <w:sz w:val="32"/>
          <w:szCs w:val="32"/>
        </w:rPr>
        <w:t>4</w:t>
      </w:r>
      <w:r w:rsidRPr="00371C33">
        <w:rPr>
          <w:rFonts w:ascii="仿宋_GB2312" w:eastAsia="仿宋_GB2312" w:cs="仿宋_GB2312" w:hint="eastAsia"/>
          <w:sz w:val="32"/>
          <w:szCs w:val="32"/>
        </w:rPr>
        <w:t>位数字表示，月份一律用</w:t>
      </w:r>
      <w:r w:rsidRPr="00371C33">
        <w:rPr>
          <w:rFonts w:ascii="仿宋_GB2312" w:eastAsia="仿宋_GB2312" w:cs="仿宋_GB2312"/>
          <w:sz w:val="32"/>
          <w:szCs w:val="32"/>
        </w:rPr>
        <w:t>2</w:t>
      </w:r>
      <w:r w:rsidRPr="00371C33">
        <w:rPr>
          <w:rFonts w:ascii="仿宋_GB2312" w:eastAsia="仿宋_GB2312" w:cs="仿宋_GB2312" w:hint="eastAsia"/>
          <w:sz w:val="32"/>
          <w:szCs w:val="32"/>
        </w:rPr>
        <w:t>位数字表示，如“</w:t>
      </w:r>
      <w:r w:rsidRPr="00371C33">
        <w:rPr>
          <w:rFonts w:ascii="仿宋_GB2312" w:eastAsia="仿宋_GB2312" w:cs="仿宋_GB2312"/>
          <w:sz w:val="32"/>
          <w:szCs w:val="32"/>
        </w:rPr>
        <w:t>1985.01</w:t>
      </w:r>
      <w:r w:rsidRPr="00371C33">
        <w:rPr>
          <w:rFonts w:ascii="仿宋_GB2312" w:eastAsia="仿宋_GB2312" w:cs="仿宋_GB2312" w:hint="eastAsia"/>
          <w:sz w:val="32"/>
          <w:szCs w:val="32"/>
        </w:rPr>
        <w:t>”。</w:t>
      </w:r>
    </w:p>
    <w:p w:rsidR="00823CD1" w:rsidRPr="00371C33" w:rsidRDefault="00823CD1" w:rsidP="00371C33">
      <w:pPr>
        <w:spacing w:line="576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371C33">
        <w:rPr>
          <w:rFonts w:ascii="仿宋_GB2312" w:eastAsia="仿宋_GB2312" w:cs="仿宋_GB2312" w:hint="eastAsia"/>
          <w:sz w:val="32"/>
          <w:szCs w:val="32"/>
        </w:rPr>
        <w:t>七、“健康状况”根据本人的具体情况填写“健康”、“一般”或“较差”；有严重疾病、慢性疾病或身体伤残的，要如实简要填写。</w:t>
      </w:r>
    </w:p>
    <w:p w:rsidR="00823CD1" w:rsidRPr="00371C33" w:rsidRDefault="00823CD1" w:rsidP="00371C33">
      <w:pPr>
        <w:spacing w:line="576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371C33">
        <w:rPr>
          <w:rFonts w:ascii="仿宋_GB2312" w:eastAsia="仿宋_GB2312" w:cs="仿宋_GB2312" w:hint="eastAsia"/>
          <w:sz w:val="32"/>
          <w:szCs w:val="32"/>
        </w:rPr>
        <w:t>八、“照片”栏中要求近期大</w:t>
      </w:r>
      <w:r w:rsidRPr="00371C33">
        <w:rPr>
          <w:rFonts w:ascii="仿宋_GB2312" w:eastAsia="仿宋_GB2312" w:cs="仿宋_GB2312"/>
          <w:sz w:val="32"/>
          <w:szCs w:val="32"/>
        </w:rPr>
        <w:t>1</w:t>
      </w:r>
      <w:r w:rsidRPr="00371C33">
        <w:rPr>
          <w:rFonts w:ascii="仿宋_GB2312" w:eastAsia="仿宋_GB2312" w:cs="仿宋_GB2312" w:hint="eastAsia"/>
          <w:sz w:val="32"/>
          <w:szCs w:val="32"/>
        </w:rPr>
        <w:t>寸免冠彩色照片，须插入电子版。</w:t>
      </w:r>
    </w:p>
    <w:p w:rsidR="00823CD1" w:rsidRPr="00371C33" w:rsidRDefault="00823CD1" w:rsidP="00371C33">
      <w:pPr>
        <w:spacing w:line="576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371C33">
        <w:rPr>
          <w:rFonts w:ascii="仿宋_GB2312" w:eastAsia="仿宋_GB2312" w:cs="仿宋_GB2312" w:hint="eastAsia"/>
          <w:sz w:val="32"/>
          <w:szCs w:val="32"/>
        </w:rPr>
        <w:t>九、“学历学位”栏按《干部任免审批表》中有关学历学位的规范要求填写。</w:t>
      </w:r>
    </w:p>
    <w:p w:rsidR="00823CD1" w:rsidRPr="00371C33" w:rsidRDefault="00823CD1" w:rsidP="00371C33">
      <w:pPr>
        <w:spacing w:line="576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371C33">
        <w:rPr>
          <w:rFonts w:ascii="仿宋_GB2312" w:eastAsia="仿宋_GB2312" w:cs="仿宋_GB2312" w:hint="eastAsia"/>
          <w:sz w:val="32"/>
          <w:szCs w:val="32"/>
        </w:rPr>
        <w:t>十、“工作单位及职务”栏中填写干部担任的主要工作单位、职务。</w:t>
      </w:r>
    </w:p>
    <w:p w:rsidR="00823CD1" w:rsidRPr="00371C33" w:rsidRDefault="00823CD1" w:rsidP="00371C33">
      <w:pPr>
        <w:spacing w:line="576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371C33">
        <w:rPr>
          <w:rFonts w:ascii="仿宋_GB2312" w:eastAsia="仿宋_GB2312" w:cs="仿宋_GB2312" w:hint="eastAsia"/>
          <w:sz w:val="32"/>
          <w:szCs w:val="32"/>
        </w:rPr>
        <w:t>十一、“简历”从参加工作时填起，大、中专院校学习毕业后参加工作的，从大、中专院校学习时填起。简历的起止时间填到月（年份用</w:t>
      </w:r>
      <w:r w:rsidRPr="00371C33">
        <w:rPr>
          <w:rFonts w:ascii="仿宋_GB2312" w:eastAsia="仿宋_GB2312" w:cs="仿宋_GB2312"/>
          <w:sz w:val="32"/>
          <w:szCs w:val="32"/>
        </w:rPr>
        <w:t>4</w:t>
      </w:r>
      <w:r w:rsidRPr="00371C33">
        <w:rPr>
          <w:rFonts w:ascii="仿宋_GB2312" w:eastAsia="仿宋_GB2312" w:cs="仿宋_GB2312" w:hint="eastAsia"/>
          <w:sz w:val="32"/>
          <w:szCs w:val="32"/>
        </w:rPr>
        <w:t>位数字表示，月份用</w:t>
      </w:r>
      <w:r w:rsidRPr="00371C33">
        <w:rPr>
          <w:rFonts w:ascii="仿宋_GB2312" w:eastAsia="仿宋_GB2312" w:cs="仿宋_GB2312"/>
          <w:sz w:val="32"/>
          <w:szCs w:val="32"/>
        </w:rPr>
        <w:t>2</w:t>
      </w:r>
      <w:r w:rsidRPr="00371C33">
        <w:rPr>
          <w:rFonts w:ascii="仿宋_GB2312" w:eastAsia="仿宋_GB2312" w:cs="仿宋_GB2312" w:hint="eastAsia"/>
          <w:sz w:val="32"/>
          <w:szCs w:val="32"/>
        </w:rPr>
        <w:t>位数字表示），前后要衔接，不得空断（因病休学、休养、待分配等都要如实填写）。例：</w:t>
      </w:r>
      <w:r w:rsidRPr="00371C33">
        <w:rPr>
          <w:rFonts w:ascii="仿宋_GB2312" w:eastAsia="仿宋_GB2312" w:cs="仿宋_GB2312"/>
          <w:sz w:val="32"/>
          <w:szCs w:val="32"/>
        </w:rPr>
        <w:t>1998.07-2002.06 XX</w:t>
      </w:r>
      <w:r w:rsidRPr="00371C33">
        <w:rPr>
          <w:rFonts w:ascii="仿宋_GB2312" w:eastAsia="仿宋_GB2312" w:cs="仿宋_GB2312" w:hint="eastAsia"/>
          <w:sz w:val="32"/>
          <w:szCs w:val="32"/>
        </w:rPr>
        <w:t>大学</w:t>
      </w:r>
      <w:r w:rsidRPr="00371C33">
        <w:rPr>
          <w:rFonts w:ascii="仿宋_GB2312" w:eastAsia="仿宋_GB2312" w:cs="仿宋_GB2312"/>
          <w:sz w:val="32"/>
          <w:szCs w:val="32"/>
        </w:rPr>
        <w:t>XX</w:t>
      </w:r>
      <w:r w:rsidRPr="00371C33">
        <w:rPr>
          <w:rFonts w:ascii="仿宋_GB2312" w:eastAsia="仿宋_GB2312" w:cs="仿宋_GB2312" w:hint="eastAsia"/>
          <w:sz w:val="32"/>
          <w:szCs w:val="32"/>
        </w:rPr>
        <w:t>专业学生。</w:t>
      </w:r>
    </w:p>
    <w:p w:rsidR="00823CD1" w:rsidRPr="00371C33" w:rsidRDefault="00823CD1" w:rsidP="00371C33">
      <w:pPr>
        <w:spacing w:line="576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371C33">
        <w:rPr>
          <w:rFonts w:ascii="仿宋_GB2312" w:eastAsia="仿宋_GB2312" w:cs="仿宋_GB2312" w:hint="eastAsia"/>
          <w:sz w:val="32"/>
          <w:szCs w:val="32"/>
        </w:rPr>
        <w:t>十二、“奖惩情况”栏，填写受区级以上的奖励和记功；受处分的，要填写何年何月因何问题经何单位批准受何种处分，何年何月经何单位批准撤销何种处分。没有受过奖励和处分的，要填“无”。</w:t>
      </w:r>
    </w:p>
    <w:p w:rsidR="00823CD1" w:rsidRPr="00371C33" w:rsidRDefault="00823CD1" w:rsidP="00371C33">
      <w:pPr>
        <w:spacing w:line="576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371C33">
        <w:rPr>
          <w:rFonts w:ascii="仿宋_GB2312" w:eastAsia="仿宋_GB2312" w:cs="仿宋_GB2312" w:hint="eastAsia"/>
          <w:sz w:val="32"/>
          <w:szCs w:val="32"/>
        </w:rPr>
        <w:t>十三、“年度考核结果”栏，根据实际情况填写近三年考核结果。</w:t>
      </w:r>
    </w:p>
    <w:p w:rsidR="00823CD1" w:rsidRPr="00371C33" w:rsidRDefault="00823CD1" w:rsidP="00371C33">
      <w:pPr>
        <w:spacing w:line="576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371C33">
        <w:rPr>
          <w:rFonts w:ascii="仿宋_GB2312" w:eastAsia="仿宋_GB2312" w:cs="仿宋_GB2312" w:hint="eastAsia"/>
          <w:sz w:val="32"/>
          <w:szCs w:val="32"/>
        </w:rPr>
        <w:t>十四、“家庭主要成员及重要社会关系”栏，应包括并写齐干部本人个人以下信息：</w:t>
      </w:r>
    </w:p>
    <w:p w:rsidR="00823CD1" w:rsidRPr="00371C33" w:rsidRDefault="00823CD1" w:rsidP="00371C33">
      <w:pPr>
        <w:spacing w:line="576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371C33">
        <w:rPr>
          <w:rFonts w:ascii="仿宋_GB2312" w:eastAsia="仿宋_GB2312" w:cs="仿宋_GB2312" w:hint="eastAsia"/>
          <w:sz w:val="32"/>
          <w:szCs w:val="32"/>
        </w:rPr>
        <w:t>（一）配偶；（二）子女；（三）父母；（四）岳父母（公公婆婆）；（五）兄弟姐妹。称谓、姓名、年龄、政治面貌、工作单位及职务要填写准确。称谓的写法要规范：配偶为妻子、丈夫，子女为儿子、女儿，多子女为长子、次子、三子、长女、次女、三女等，父母为父亲、母亲。</w:t>
      </w:r>
    </w:p>
    <w:p w:rsidR="00823CD1" w:rsidRPr="006040F0" w:rsidRDefault="00823CD1"/>
    <w:sectPr w:rsidR="00823CD1" w:rsidRPr="006040F0" w:rsidSect="00371C33"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CD1" w:rsidRDefault="00823CD1" w:rsidP="00DA1132">
      <w:r>
        <w:separator/>
      </w:r>
    </w:p>
  </w:endnote>
  <w:endnote w:type="continuationSeparator" w:id="1">
    <w:p w:rsidR="00823CD1" w:rsidRDefault="00823CD1" w:rsidP="00DA11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CD1" w:rsidRDefault="00823CD1" w:rsidP="00DA1132">
      <w:r>
        <w:separator/>
      </w:r>
    </w:p>
  </w:footnote>
  <w:footnote w:type="continuationSeparator" w:id="1">
    <w:p w:rsidR="00823CD1" w:rsidRDefault="00823CD1" w:rsidP="00DA11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4F79"/>
    <w:rsid w:val="00000A88"/>
    <w:rsid w:val="000012B9"/>
    <w:rsid w:val="000013D2"/>
    <w:rsid w:val="00001854"/>
    <w:rsid w:val="000021E7"/>
    <w:rsid w:val="000033AD"/>
    <w:rsid w:val="00003AB8"/>
    <w:rsid w:val="0000410B"/>
    <w:rsid w:val="0000450C"/>
    <w:rsid w:val="000056FC"/>
    <w:rsid w:val="00007011"/>
    <w:rsid w:val="00007C9C"/>
    <w:rsid w:val="000112B5"/>
    <w:rsid w:val="000115CB"/>
    <w:rsid w:val="00011A88"/>
    <w:rsid w:val="000122E2"/>
    <w:rsid w:val="000129D7"/>
    <w:rsid w:val="00012D01"/>
    <w:rsid w:val="00014853"/>
    <w:rsid w:val="000150E0"/>
    <w:rsid w:val="00015F32"/>
    <w:rsid w:val="000167D6"/>
    <w:rsid w:val="000171C8"/>
    <w:rsid w:val="00021203"/>
    <w:rsid w:val="0002145A"/>
    <w:rsid w:val="0002199D"/>
    <w:rsid w:val="00021D09"/>
    <w:rsid w:val="000224C9"/>
    <w:rsid w:val="0002319F"/>
    <w:rsid w:val="00023B0E"/>
    <w:rsid w:val="000240BD"/>
    <w:rsid w:val="000251CA"/>
    <w:rsid w:val="000257A1"/>
    <w:rsid w:val="0002596B"/>
    <w:rsid w:val="00025A9D"/>
    <w:rsid w:val="00025D6B"/>
    <w:rsid w:val="00026868"/>
    <w:rsid w:val="000301B4"/>
    <w:rsid w:val="00030B13"/>
    <w:rsid w:val="00033315"/>
    <w:rsid w:val="000333D9"/>
    <w:rsid w:val="0003386B"/>
    <w:rsid w:val="00034897"/>
    <w:rsid w:val="000354E1"/>
    <w:rsid w:val="00035C93"/>
    <w:rsid w:val="000371A7"/>
    <w:rsid w:val="00040244"/>
    <w:rsid w:val="000432B5"/>
    <w:rsid w:val="00043796"/>
    <w:rsid w:val="000439CC"/>
    <w:rsid w:val="00043B9B"/>
    <w:rsid w:val="00044148"/>
    <w:rsid w:val="00044525"/>
    <w:rsid w:val="00044957"/>
    <w:rsid w:val="00044C0D"/>
    <w:rsid w:val="000451BD"/>
    <w:rsid w:val="00045B6E"/>
    <w:rsid w:val="000469FC"/>
    <w:rsid w:val="00046F46"/>
    <w:rsid w:val="00050A76"/>
    <w:rsid w:val="00050C76"/>
    <w:rsid w:val="00051680"/>
    <w:rsid w:val="000519FD"/>
    <w:rsid w:val="00052682"/>
    <w:rsid w:val="00053905"/>
    <w:rsid w:val="00053B86"/>
    <w:rsid w:val="00054B7D"/>
    <w:rsid w:val="00056CD6"/>
    <w:rsid w:val="00056E69"/>
    <w:rsid w:val="000615D7"/>
    <w:rsid w:val="00062492"/>
    <w:rsid w:val="000639E3"/>
    <w:rsid w:val="00064B39"/>
    <w:rsid w:val="00064CA2"/>
    <w:rsid w:val="00065010"/>
    <w:rsid w:val="00065569"/>
    <w:rsid w:val="00065A22"/>
    <w:rsid w:val="00066C42"/>
    <w:rsid w:val="0006741C"/>
    <w:rsid w:val="00067D3D"/>
    <w:rsid w:val="00067D64"/>
    <w:rsid w:val="00070BDC"/>
    <w:rsid w:val="00070ED9"/>
    <w:rsid w:val="000710F5"/>
    <w:rsid w:val="00071771"/>
    <w:rsid w:val="00072DA2"/>
    <w:rsid w:val="0007307B"/>
    <w:rsid w:val="000734FE"/>
    <w:rsid w:val="0007435B"/>
    <w:rsid w:val="0007554A"/>
    <w:rsid w:val="00080124"/>
    <w:rsid w:val="00080314"/>
    <w:rsid w:val="00081C15"/>
    <w:rsid w:val="0008248E"/>
    <w:rsid w:val="000824D3"/>
    <w:rsid w:val="000826BF"/>
    <w:rsid w:val="00082C24"/>
    <w:rsid w:val="00084771"/>
    <w:rsid w:val="00084EAD"/>
    <w:rsid w:val="00085566"/>
    <w:rsid w:val="00085F9C"/>
    <w:rsid w:val="00086AFC"/>
    <w:rsid w:val="00087BB1"/>
    <w:rsid w:val="00091512"/>
    <w:rsid w:val="00091C25"/>
    <w:rsid w:val="00091D49"/>
    <w:rsid w:val="00092623"/>
    <w:rsid w:val="00092C31"/>
    <w:rsid w:val="00093E1C"/>
    <w:rsid w:val="000943D8"/>
    <w:rsid w:val="0009637E"/>
    <w:rsid w:val="000971A1"/>
    <w:rsid w:val="000974C7"/>
    <w:rsid w:val="00097CA1"/>
    <w:rsid w:val="000A11DF"/>
    <w:rsid w:val="000A28E8"/>
    <w:rsid w:val="000A2B32"/>
    <w:rsid w:val="000A7FE0"/>
    <w:rsid w:val="000B06F2"/>
    <w:rsid w:val="000B06F4"/>
    <w:rsid w:val="000B0BDB"/>
    <w:rsid w:val="000B1ABC"/>
    <w:rsid w:val="000B23ED"/>
    <w:rsid w:val="000B268E"/>
    <w:rsid w:val="000B4238"/>
    <w:rsid w:val="000B51B0"/>
    <w:rsid w:val="000B5510"/>
    <w:rsid w:val="000B5BC2"/>
    <w:rsid w:val="000B64E6"/>
    <w:rsid w:val="000B7730"/>
    <w:rsid w:val="000C37AA"/>
    <w:rsid w:val="000C3C1D"/>
    <w:rsid w:val="000C5084"/>
    <w:rsid w:val="000C5946"/>
    <w:rsid w:val="000D01CE"/>
    <w:rsid w:val="000D05C7"/>
    <w:rsid w:val="000D128A"/>
    <w:rsid w:val="000D1C42"/>
    <w:rsid w:val="000D2340"/>
    <w:rsid w:val="000D2EC8"/>
    <w:rsid w:val="000D30EB"/>
    <w:rsid w:val="000D3AF8"/>
    <w:rsid w:val="000D4AB2"/>
    <w:rsid w:val="000D51E2"/>
    <w:rsid w:val="000D545E"/>
    <w:rsid w:val="000D552E"/>
    <w:rsid w:val="000D5A3C"/>
    <w:rsid w:val="000D78BE"/>
    <w:rsid w:val="000E0C0E"/>
    <w:rsid w:val="000E1EBE"/>
    <w:rsid w:val="000E5069"/>
    <w:rsid w:val="000E5691"/>
    <w:rsid w:val="000E60E2"/>
    <w:rsid w:val="000E6E08"/>
    <w:rsid w:val="000F09DF"/>
    <w:rsid w:val="000F18F0"/>
    <w:rsid w:val="000F1B99"/>
    <w:rsid w:val="000F2E83"/>
    <w:rsid w:val="000F4F79"/>
    <w:rsid w:val="000F5310"/>
    <w:rsid w:val="000F7BE7"/>
    <w:rsid w:val="00100F65"/>
    <w:rsid w:val="0010149D"/>
    <w:rsid w:val="00102808"/>
    <w:rsid w:val="00102EF9"/>
    <w:rsid w:val="00102F1C"/>
    <w:rsid w:val="00104127"/>
    <w:rsid w:val="001041A6"/>
    <w:rsid w:val="00105235"/>
    <w:rsid w:val="00105588"/>
    <w:rsid w:val="00107E31"/>
    <w:rsid w:val="00110F8D"/>
    <w:rsid w:val="00110FCF"/>
    <w:rsid w:val="00112A43"/>
    <w:rsid w:val="00113736"/>
    <w:rsid w:val="00113D19"/>
    <w:rsid w:val="00115FBA"/>
    <w:rsid w:val="00116651"/>
    <w:rsid w:val="00116B92"/>
    <w:rsid w:val="00116F01"/>
    <w:rsid w:val="001205AB"/>
    <w:rsid w:val="001227DB"/>
    <w:rsid w:val="0012296C"/>
    <w:rsid w:val="001234E6"/>
    <w:rsid w:val="001234F7"/>
    <w:rsid w:val="001235EF"/>
    <w:rsid w:val="00123F7D"/>
    <w:rsid w:val="00123FC7"/>
    <w:rsid w:val="00124428"/>
    <w:rsid w:val="00125511"/>
    <w:rsid w:val="00125AEB"/>
    <w:rsid w:val="00126582"/>
    <w:rsid w:val="001301AC"/>
    <w:rsid w:val="00130D54"/>
    <w:rsid w:val="00132BB9"/>
    <w:rsid w:val="00133119"/>
    <w:rsid w:val="00133632"/>
    <w:rsid w:val="001348C0"/>
    <w:rsid w:val="00134BE2"/>
    <w:rsid w:val="00137245"/>
    <w:rsid w:val="00140955"/>
    <w:rsid w:val="00141976"/>
    <w:rsid w:val="00141BE8"/>
    <w:rsid w:val="00142556"/>
    <w:rsid w:val="00142711"/>
    <w:rsid w:val="00142E91"/>
    <w:rsid w:val="0014403E"/>
    <w:rsid w:val="001440A6"/>
    <w:rsid w:val="001448E0"/>
    <w:rsid w:val="00144E51"/>
    <w:rsid w:val="00145521"/>
    <w:rsid w:val="00146D7D"/>
    <w:rsid w:val="00147861"/>
    <w:rsid w:val="00147C00"/>
    <w:rsid w:val="00150139"/>
    <w:rsid w:val="001509E0"/>
    <w:rsid w:val="00150ED2"/>
    <w:rsid w:val="001510FD"/>
    <w:rsid w:val="001516CE"/>
    <w:rsid w:val="00152D6B"/>
    <w:rsid w:val="00153284"/>
    <w:rsid w:val="001540D5"/>
    <w:rsid w:val="001541CE"/>
    <w:rsid w:val="00154CFE"/>
    <w:rsid w:val="001557DD"/>
    <w:rsid w:val="00155FF1"/>
    <w:rsid w:val="0015761C"/>
    <w:rsid w:val="00157AC5"/>
    <w:rsid w:val="001620D0"/>
    <w:rsid w:val="0016289F"/>
    <w:rsid w:val="0016308C"/>
    <w:rsid w:val="00163E7C"/>
    <w:rsid w:val="00164A45"/>
    <w:rsid w:val="00164B49"/>
    <w:rsid w:val="0016538E"/>
    <w:rsid w:val="00165BC3"/>
    <w:rsid w:val="00165DF4"/>
    <w:rsid w:val="0016613C"/>
    <w:rsid w:val="00166890"/>
    <w:rsid w:val="00167006"/>
    <w:rsid w:val="0016724C"/>
    <w:rsid w:val="001708E4"/>
    <w:rsid w:val="00172CE7"/>
    <w:rsid w:val="00172D50"/>
    <w:rsid w:val="00173764"/>
    <w:rsid w:val="001737F3"/>
    <w:rsid w:val="00174000"/>
    <w:rsid w:val="0017501E"/>
    <w:rsid w:val="00177833"/>
    <w:rsid w:val="00177B7E"/>
    <w:rsid w:val="0018034B"/>
    <w:rsid w:val="00180422"/>
    <w:rsid w:val="0018084E"/>
    <w:rsid w:val="00180A90"/>
    <w:rsid w:val="00183C6B"/>
    <w:rsid w:val="00184149"/>
    <w:rsid w:val="001842D7"/>
    <w:rsid w:val="00184B5B"/>
    <w:rsid w:val="00185326"/>
    <w:rsid w:val="001860CA"/>
    <w:rsid w:val="001862DF"/>
    <w:rsid w:val="001875AE"/>
    <w:rsid w:val="001902E0"/>
    <w:rsid w:val="00190BD3"/>
    <w:rsid w:val="00192038"/>
    <w:rsid w:val="00192223"/>
    <w:rsid w:val="001926E7"/>
    <w:rsid w:val="001938E2"/>
    <w:rsid w:val="00193982"/>
    <w:rsid w:val="00194C6A"/>
    <w:rsid w:val="00194D61"/>
    <w:rsid w:val="0019582A"/>
    <w:rsid w:val="00195C61"/>
    <w:rsid w:val="001973F5"/>
    <w:rsid w:val="00197C2C"/>
    <w:rsid w:val="001A00B8"/>
    <w:rsid w:val="001A1976"/>
    <w:rsid w:val="001A22B7"/>
    <w:rsid w:val="001A2657"/>
    <w:rsid w:val="001A4E46"/>
    <w:rsid w:val="001A5597"/>
    <w:rsid w:val="001A5A5C"/>
    <w:rsid w:val="001A6152"/>
    <w:rsid w:val="001A7CF0"/>
    <w:rsid w:val="001B07FB"/>
    <w:rsid w:val="001B1774"/>
    <w:rsid w:val="001B281C"/>
    <w:rsid w:val="001B2FD3"/>
    <w:rsid w:val="001B39DC"/>
    <w:rsid w:val="001B5524"/>
    <w:rsid w:val="001B5544"/>
    <w:rsid w:val="001B6BDE"/>
    <w:rsid w:val="001B70DF"/>
    <w:rsid w:val="001C0192"/>
    <w:rsid w:val="001C0ABC"/>
    <w:rsid w:val="001C18CD"/>
    <w:rsid w:val="001C27F6"/>
    <w:rsid w:val="001C410E"/>
    <w:rsid w:val="001C56CB"/>
    <w:rsid w:val="001C5E06"/>
    <w:rsid w:val="001C5E40"/>
    <w:rsid w:val="001C64B8"/>
    <w:rsid w:val="001C6DAE"/>
    <w:rsid w:val="001C73B2"/>
    <w:rsid w:val="001C7A54"/>
    <w:rsid w:val="001D0038"/>
    <w:rsid w:val="001D015E"/>
    <w:rsid w:val="001D02CE"/>
    <w:rsid w:val="001D1CC7"/>
    <w:rsid w:val="001D4053"/>
    <w:rsid w:val="001D42F7"/>
    <w:rsid w:val="001D44C0"/>
    <w:rsid w:val="001D4EF6"/>
    <w:rsid w:val="001D4FFE"/>
    <w:rsid w:val="001D5147"/>
    <w:rsid w:val="001D5B89"/>
    <w:rsid w:val="001D672C"/>
    <w:rsid w:val="001D6D55"/>
    <w:rsid w:val="001D7AAE"/>
    <w:rsid w:val="001E0DAE"/>
    <w:rsid w:val="001E16B0"/>
    <w:rsid w:val="001E216A"/>
    <w:rsid w:val="001E292E"/>
    <w:rsid w:val="001E459E"/>
    <w:rsid w:val="001E547A"/>
    <w:rsid w:val="001E5504"/>
    <w:rsid w:val="001E5821"/>
    <w:rsid w:val="001E6AAF"/>
    <w:rsid w:val="001E6F50"/>
    <w:rsid w:val="001F1680"/>
    <w:rsid w:val="001F1790"/>
    <w:rsid w:val="001F269D"/>
    <w:rsid w:val="001F336E"/>
    <w:rsid w:val="001F538A"/>
    <w:rsid w:val="001F6B52"/>
    <w:rsid w:val="00200802"/>
    <w:rsid w:val="00201C58"/>
    <w:rsid w:val="002023CD"/>
    <w:rsid w:val="00202C68"/>
    <w:rsid w:val="00204B87"/>
    <w:rsid w:val="00204E61"/>
    <w:rsid w:val="0020565C"/>
    <w:rsid w:val="002061F0"/>
    <w:rsid w:val="00206AA3"/>
    <w:rsid w:val="00207B60"/>
    <w:rsid w:val="00210C04"/>
    <w:rsid w:val="00210FDA"/>
    <w:rsid w:val="0021101A"/>
    <w:rsid w:val="00211ACA"/>
    <w:rsid w:val="002122F3"/>
    <w:rsid w:val="00212F97"/>
    <w:rsid w:val="00213931"/>
    <w:rsid w:val="00213F87"/>
    <w:rsid w:val="00214263"/>
    <w:rsid w:val="00214AD5"/>
    <w:rsid w:val="00214B88"/>
    <w:rsid w:val="00215A74"/>
    <w:rsid w:val="00217671"/>
    <w:rsid w:val="00220CC3"/>
    <w:rsid w:val="00220F5C"/>
    <w:rsid w:val="00221137"/>
    <w:rsid w:val="00221A64"/>
    <w:rsid w:val="002220B2"/>
    <w:rsid w:val="0022217A"/>
    <w:rsid w:val="002222DE"/>
    <w:rsid w:val="00222602"/>
    <w:rsid w:val="00223771"/>
    <w:rsid w:val="00223D90"/>
    <w:rsid w:val="002244BB"/>
    <w:rsid w:val="002248E1"/>
    <w:rsid w:val="00224AD2"/>
    <w:rsid w:val="00224CE9"/>
    <w:rsid w:val="00224E8B"/>
    <w:rsid w:val="00225C3F"/>
    <w:rsid w:val="00225ED7"/>
    <w:rsid w:val="00227D4B"/>
    <w:rsid w:val="00227FE2"/>
    <w:rsid w:val="00230268"/>
    <w:rsid w:val="0023078C"/>
    <w:rsid w:val="0023139E"/>
    <w:rsid w:val="002313C1"/>
    <w:rsid w:val="00231B16"/>
    <w:rsid w:val="00232ECA"/>
    <w:rsid w:val="00232F39"/>
    <w:rsid w:val="00233612"/>
    <w:rsid w:val="00233782"/>
    <w:rsid w:val="0023397B"/>
    <w:rsid w:val="00236266"/>
    <w:rsid w:val="00236A21"/>
    <w:rsid w:val="00236BF7"/>
    <w:rsid w:val="0023710A"/>
    <w:rsid w:val="002371BC"/>
    <w:rsid w:val="00240F4A"/>
    <w:rsid w:val="00241700"/>
    <w:rsid w:val="002420E2"/>
    <w:rsid w:val="0024266E"/>
    <w:rsid w:val="002430C4"/>
    <w:rsid w:val="002435DA"/>
    <w:rsid w:val="00245076"/>
    <w:rsid w:val="002456A4"/>
    <w:rsid w:val="00245793"/>
    <w:rsid w:val="00245B39"/>
    <w:rsid w:val="00245C8D"/>
    <w:rsid w:val="00246DEC"/>
    <w:rsid w:val="0024745A"/>
    <w:rsid w:val="0024794A"/>
    <w:rsid w:val="0024796F"/>
    <w:rsid w:val="00250F06"/>
    <w:rsid w:val="00250F50"/>
    <w:rsid w:val="002510EA"/>
    <w:rsid w:val="002520A1"/>
    <w:rsid w:val="0025253D"/>
    <w:rsid w:val="00252AFD"/>
    <w:rsid w:val="002540B8"/>
    <w:rsid w:val="00254609"/>
    <w:rsid w:val="0025476F"/>
    <w:rsid w:val="00254D43"/>
    <w:rsid w:val="002552EE"/>
    <w:rsid w:val="00255365"/>
    <w:rsid w:val="00255D41"/>
    <w:rsid w:val="00256D01"/>
    <w:rsid w:val="00256DE9"/>
    <w:rsid w:val="0025747E"/>
    <w:rsid w:val="002601D7"/>
    <w:rsid w:val="00260EE4"/>
    <w:rsid w:val="002628C3"/>
    <w:rsid w:val="00263241"/>
    <w:rsid w:val="00263C0D"/>
    <w:rsid w:val="00263CF8"/>
    <w:rsid w:val="002657CA"/>
    <w:rsid w:val="00267449"/>
    <w:rsid w:val="002703E5"/>
    <w:rsid w:val="00270CC2"/>
    <w:rsid w:val="00274CB4"/>
    <w:rsid w:val="00275141"/>
    <w:rsid w:val="00275443"/>
    <w:rsid w:val="0027558A"/>
    <w:rsid w:val="00276798"/>
    <w:rsid w:val="0028242E"/>
    <w:rsid w:val="0028492D"/>
    <w:rsid w:val="00285961"/>
    <w:rsid w:val="00286948"/>
    <w:rsid w:val="00286C1D"/>
    <w:rsid w:val="0028767F"/>
    <w:rsid w:val="002878BD"/>
    <w:rsid w:val="00287B1C"/>
    <w:rsid w:val="002900DA"/>
    <w:rsid w:val="002901D3"/>
    <w:rsid w:val="00292853"/>
    <w:rsid w:val="00292C24"/>
    <w:rsid w:val="00292EA7"/>
    <w:rsid w:val="00296222"/>
    <w:rsid w:val="00296B26"/>
    <w:rsid w:val="002A1369"/>
    <w:rsid w:val="002A1594"/>
    <w:rsid w:val="002A1863"/>
    <w:rsid w:val="002A2359"/>
    <w:rsid w:val="002A2911"/>
    <w:rsid w:val="002A29F0"/>
    <w:rsid w:val="002A413D"/>
    <w:rsid w:val="002A4AAF"/>
    <w:rsid w:val="002A4BE9"/>
    <w:rsid w:val="002A576A"/>
    <w:rsid w:val="002A5910"/>
    <w:rsid w:val="002A63ED"/>
    <w:rsid w:val="002B0CC5"/>
    <w:rsid w:val="002B13CF"/>
    <w:rsid w:val="002B1761"/>
    <w:rsid w:val="002B3DA3"/>
    <w:rsid w:val="002B5171"/>
    <w:rsid w:val="002B7A5C"/>
    <w:rsid w:val="002B7B71"/>
    <w:rsid w:val="002C06AB"/>
    <w:rsid w:val="002C133B"/>
    <w:rsid w:val="002C25C4"/>
    <w:rsid w:val="002C290D"/>
    <w:rsid w:val="002C2D2B"/>
    <w:rsid w:val="002C2D4A"/>
    <w:rsid w:val="002C3B4B"/>
    <w:rsid w:val="002C499B"/>
    <w:rsid w:val="002C4C37"/>
    <w:rsid w:val="002C6384"/>
    <w:rsid w:val="002C669A"/>
    <w:rsid w:val="002C6904"/>
    <w:rsid w:val="002C7121"/>
    <w:rsid w:val="002C7995"/>
    <w:rsid w:val="002D032D"/>
    <w:rsid w:val="002D1DB2"/>
    <w:rsid w:val="002D289C"/>
    <w:rsid w:val="002D2F52"/>
    <w:rsid w:val="002D2FCD"/>
    <w:rsid w:val="002D3658"/>
    <w:rsid w:val="002D404A"/>
    <w:rsid w:val="002D4B56"/>
    <w:rsid w:val="002D4E66"/>
    <w:rsid w:val="002D5D26"/>
    <w:rsid w:val="002D62FA"/>
    <w:rsid w:val="002D6ECF"/>
    <w:rsid w:val="002D7413"/>
    <w:rsid w:val="002D760B"/>
    <w:rsid w:val="002E098A"/>
    <w:rsid w:val="002E09F5"/>
    <w:rsid w:val="002E0ACE"/>
    <w:rsid w:val="002E14F1"/>
    <w:rsid w:val="002E21CB"/>
    <w:rsid w:val="002E23A9"/>
    <w:rsid w:val="002E4D4B"/>
    <w:rsid w:val="002E5A2B"/>
    <w:rsid w:val="002E62D2"/>
    <w:rsid w:val="002E6DA2"/>
    <w:rsid w:val="002E7F1C"/>
    <w:rsid w:val="002F040E"/>
    <w:rsid w:val="002F1058"/>
    <w:rsid w:val="002F1AF2"/>
    <w:rsid w:val="002F2F4E"/>
    <w:rsid w:val="002F3F38"/>
    <w:rsid w:val="002F4769"/>
    <w:rsid w:val="002F538E"/>
    <w:rsid w:val="002F5962"/>
    <w:rsid w:val="002F5A50"/>
    <w:rsid w:val="002F762E"/>
    <w:rsid w:val="002F7999"/>
    <w:rsid w:val="00301BFB"/>
    <w:rsid w:val="00301F0D"/>
    <w:rsid w:val="00302230"/>
    <w:rsid w:val="00303D27"/>
    <w:rsid w:val="00304390"/>
    <w:rsid w:val="00304C99"/>
    <w:rsid w:val="00304D8A"/>
    <w:rsid w:val="00305B12"/>
    <w:rsid w:val="0030699A"/>
    <w:rsid w:val="00307D86"/>
    <w:rsid w:val="00307F3F"/>
    <w:rsid w:val="00310250"/>
    <w:rsid w:val="00311469"/>
    <w:rsid w:val="0031183E"/>
    <w:rsid w:val="00311990"/>
    <w:rsid w:val="003126FA"/>
    <w:rsid w:val="0031400B"/>
    <w:rsid w:val="00314189"/>
    <w:rsid w:val="003164A2"/>
    <w:rsid w:val="00316660"/>
    <w:rsid w:val="00316687"/>
    <w:rsid w:val="00323CA9"/>
    <w:rsid w:val="00324191"/>
    <w:rsid w:val="0032607C"/>
    <w:rsid w:val="00326A95"/>
    <w:rsid w:val="00327B8B"/>
    <w:rsid w:val="00331193"/>
    <w:rsid w:val="00331D06"/>
    <w:rsid w:val="00332EE8"/>
    <w:rsid w:val="0033370F"/>
    <w:rsid w:val="003347A8"/>
    <w:rsid w:val="0033589A"/>
    <w:rsid w:val="00337DB6"/>
    <w:rsid w:val="00341949"/>
    <w:rsid w:val="003419B7"/>
    <w:rsid w:val="0034276B"/>
    <w:rsid w:val="00342B0C"/>
    <w:rsid w:val="0034359B"/>
    <w:rsid w:val="00344184"/>
    <w:rsid w:val="00344622"/>
    <w:rsid w:val="00344F0B"/>
    <w:rsid w:val="003451DA"/>
    <w:rsid w:val="0034587C"/>
    <w:rsid w:val="00345D97"/>
    <w:rsid w:val="00345F7F"/>
    <w:rsid w:val="003473C0"/>
    <w:rsid w:val="00350AB6"/>
    <w:rsid w:val="00350F18"/>
    <w:rsid w:val="003517B8"/>
    <w:rsid w:val="00352680"/>
    <w:rsid w:val="0035275A"/>
    <w:rsid w:val="00353D20"/>
    <w:rsid w:val="00354EF3"/>
    <w:rsid w:val="00355566"/>
    <w:rsid w:val="0035616D"/>
    <w:rsid w:val="003564A7"/>
    <w:rsid w:val="00356D08"/>
    <w:rsid w:val="003570DA"/>
    <w:rsid w:val="003603C1"/>
    <w:rsid w:val="0036082C"/>
    <w:rsid w:val="00362E6D"/>
    <w:rsid w:val="00363052"/>
    <w:rsid w:val="00363124"/>
    <w:rsid w:val="0036396A"/>
    <w:rsid w:val="0036426D"/>
    <w:rsid w:val="0036489C"/>
    <w:rsid w:val="003649A9"/>
    <w:rsid w:val="003655FB"/>
    <w:rsid w:val="00365A50"/>
    <w:rsid w:val="003702E7"/>
    <w:rsid w:val="0037108D"/>
    <w:rsid w:val="00371C33"/>
    <w:rsid w:val="00371DDC"/>
    <w:rsid w:val="00372322"/>
    <w:rsid w:val="003724CE"/>
    <w:rsid w:val="00372BCA"/>
    <w:rsid w:val="003737DF"/>
    <w:rsid w:val="00373ADE"/>
    <w:rsid w:val="00374153"/>
    <w:rsid w:val="00375752"/>
    <w:rsid w:val="00375CE2"/>
    <w:rsid w:val="003763EB"/>
    <w:rsid w:val="003765D9"/>
    <w:rsid w:val="00376EA4"/>
    <w:rsid w:val="00376FCD"/>
    <w:rsid w:val="00377797"/>
    <w:rsid w:val="00377CB7"/>
    <w:rsid w:val="00380493"/>
    <w:rsid w:val="00380698"/>
    <w:rsid w:val="00380FAF"/>
    <w:rsid w:val="003813B3"/>
    <w:rsid w:val="003813B6"/>
    <w:rsid w:val="0038253C"/>
    <w:rsid w:val="00382784"/>
    <w:rsid w:val="003835C9"/>
    <w:rsid w:val="00383BFB"/>
    <w:rsid w:val="00383FBB"/>
    <w:rsid w:val="00384216"/>
    <w:rsid w:val="0038442D"/>
    <w:rsid w:val="00384CA8"/>
    <w:rsid w:val="00384D50"/>
    <w:rsid w:val="003862AA"/>
    <w:rsid w:val="00387B2D"/>
    <w:rsid w:val="00387CE4"/>
    <w:rsid w:val="00390996"/>
    <w:rsid w:val="0039104A"/>
    <w:rsid w:val="003928C8"/>
    <w:rsid w:val="003929A7"/>
    <w:rsid w:val="003935A6"/>
    <w:rsid w:val="00393A4F"/>
    <w:rsid w:val="003965B6"/>
    <w:rsid w:val="00396D5C"/>
    <w:rsid w:val="00397C96"/>
    <w:rsid w:val="00397E69"/>
    <w:rsid w:val="003A012A"/>
    <w:rsid w:val="003A080D"/>
    <w:rsid w:val="003A0BF2"/>
    <w:rsid w:val="003A0E06"/>
    <w:rsid w:val="003A16BB"/>
    <w:rsid w:val="003A1D21"/>
    <w:rsid w:val="003A3903"/>
    <w:rsid w:val="003A3FD3"/>
    <w:rsid w:val="003A44AC"/>
    <w:rsid w:val="003A46EB"/>
    <w:rsid w:val="003A507A"/>
    <w:rsid w:val="003A6A3E"/>
    <w:rsid w:val="003A6F56"/>
    <w:rsid w:val="003A719A"/>
    <w:rsid w:val="003A76CB"/>
    <w:rsid w:val="003A7E58"/>
    <w:rsid w:val="003B0627"/>
    <w:rsid w:val="003B07E8"/>
    <w:rsid w:val="003B1199"/>
    <w:rsid w:val="003B1AA6"/>
    <w:rsid w:val="003B2308"/>
    <w:rsid w:val="003B307B"/>
    <w:rsid w:val="003B3AAC"/>
    <w:rsid w:val="003B3D60"/>
    <w:rsid w:val="003B65F5"/>
    <w:rsid w:val="003C0087"/>
    <w:rsid w:val="003C0C21"/>
    <w:rsid w:val="003C11C9"/>
    <w:rsid w:val="003C13A9"/>
    <w:rsid w:val="003C30E7"/>
    <w:rsid w:val="003C4534"/>
    <w:rsid w:val="003C4821"/>
    <w:rsid w:val="003C4E6D"/>
    <w:rsid w:val="003C557D"/>
    <w:rsid w:val="003C6E11"/>
    <w:rsid w:val="003C77C0"/>
    <w:rsid w:val="003C78F3"/>
    <w:rsid w:val="003C797C"/>
    <w:rsid w:val="003D0658"/>
    <w:rsid w:val="003D2D0A"/>
    <w:rsid w:val="003D3514"/>
    <w:rsid w:val="003D4484"/>
    <w:rsid w:val="003D46FC"/>
    <w:rsid w:val="003D4827"/>
    <w:rsid w:val="003E07B2"/>
    <w:rsid w:val="003E129B"/>
    <w:rsid w:val="003E203E"/>
    <w:rsid w:val="003E2C87"/>
    <w:rsid w:val="003E4742"/>
    <w:rsid w:val="003E49BC"/>
    <w:rsid w:val="003E505E"/>
    <w:rsid w:val="003E6E43"/>
    <w:rsid w:val="003E7117"/>
    <w:rsid w:val="003E7662"/>
    <w:rsid w:val="003F009D"/>
    <w:rsid w:val="003F0460"/>
    <w:rsid w:val="003F125A"/>
    <w:rsid w:val="003F138D"/>
    <w:rsid w:val="003F419E"/>
    <w:rsid w:val="003F4367"/>
    <w:rsid w:val="003F4428"/>
    <w:rsid w:val="003F5FD1"/>
    <w:rsid w:val="003F6747"/>
    <w:rsid w:val="003F697C"/>
    <w:rsid w:val="003F7A89"/>
    <w:rsid w:val="003F7B03"/>
    <w:rsid w:val="003F7C3E"/>
    <w:rsid w:val="004000C3"/>
    <w:rsid w:val="0040042B"/>
    <w:rsid w:val="00400EF0"/>
    <w:rsid w:val="004019CD"/>
    <w:rsid w:val="00401B31"/>
    <w:rsid w:val="00402776"/>
    <w:rsid w:val="00403CA7"/>
    <w:rsid w:val="0040597D"/>
    <w:rsid w:val="00406750"/>
    <w:rsid w:val="00406F46"/>
    <w:rsid w:val="00407714"/>
    <w:rsid w:val="004078F3"/>
    <w:rsid w:val="004107C8"/>
    <w:rsid w:val="00411428"/>
    <w:rsid w:val="00412F9C"/>
    <w:rsid w:val="00413792"/>
    <w:rsid w:val="0041392A"/>
    <w:rsid w:val="00414B69"/>
    <w:rsid w:val="004152B3"/>
    <w:rsid w:val="00415C38"/>
    <w:rsid w:val="004177A6"/>
    <w:rsid w:val="0042083A"/>
    <w:rsid w:val="0042118A"/>
    <w:rsid w:val="004213BC"/>
    <w:rsid w:val="004213E1"/>
    <w:rsid w:val="0042396B"/>
    <w:rsid w:val="00423D64"/>
    <w:rsid w:val="004242CF"/>
    <w:rsid w:val="004244F1"/>
    <w:rsid w:val="00425128"/>
    <w:rsid w:val="004255A3"/>
    <w:rsid w:val="00426D64"/>
    <w:rsid w:val="00426E93"/>
    <w:rsid w:val="00427595"/>
    <w:rsid w:val="00427938"/>
    <w:rsid w:val="00427C75"/>
    <w:rsid w:val="00430F58"/>
    <w:rsid w:val="0043164A"/>
    <w:rsid w:val="00432C15"/>
    <w:rsid w:val="00432D78"/>
    <w:rsid w:val="004341A5"/>
    <w:rsid w:val="00436026"/>
    <w:rsid w:val="00436A73"/>
    <w:rsid w:val="00436F56"/>
    <w:rsid w:val="004377FE"/>
    <w:rsid w:val="00437870"/>
    <w:rsid w:val="004414E3"/>
    <w:rsid w:val="00442483"/>
    <w:rsid w:val="00442630"/>
    <w:rsid w:val="004426E4"/>
    <w:rsid w:val="004431B8"/>
    <w:rsid w:val="00443710"/>
    <w:rsid w:val="00443F48"/>
    <w:rsid w:val="0044419B"/>
    <w:rsid w:val="004448D0"/>
    <w:rsid w:val="0044573E"/>
    <w:rsid w:val="004464B0"/>
    <w:rsid w:val="00446AB6"/>
    <w:rsid w:val="00446AD6"/>
    <w:rsid w:val="00450376"/>
    <w:rsid w:val="00453A76"/>
    <w:rsid w:val="004543BD"/>
    <w:rsid w:val="004552B8"/>
    <w:rsid w:val="00455588"/>
    <w:rsid w:val="004579C6"/>
    <w:rsid w:val="00460697"/>
    <w:rsid w:val="0046070E"/>
    <w:rsid w:val="004617A4"/>
    <w:rsid w:val="00461DE1"/>
    <w:rsid w:val="00462215"/>
    <w:rsid w:val="004626D1"/>
    <w:rsid w:val="00462A67"/>
    <w:rsid w:val="0046313E"/>
    <w:rsid w:val="004648FD"/>
    <w:rsid w:val="00464EF6"/>
    <w:rsid w:val="004670E4"/>
    <w:rsid w:val="0046718F"/>
    <w:rsid w:val="0046743D"/>
    <w:rsid w:val="00470AF1"/>
    <w:rsid w:val="00470E14"/>
    <w:rsid w:val="00470E6E"/>
    <w:rsid w:val="004720FD"/>
    <w:rsid w:val="0047281C"/>
    <w:rsid w:val="00472B2E"/>
    <w:rsid w:val="00473618"/>
    <w:rsid w:val="0047398E"/>
    <w:rsid w:val="004754A5"/>
    <w:rsid w:val="0047586E"/>
    <w:rsid w:val="00475EE3"/>
    <w:rsid w:val="00477B7A"/>
    <w:rsid w:val="00481556"/>
    <w:rsid w:val="00482CF3"/>
    <w:rsid w:val="004833F4"/>
    <w:rsid w:val="0048366F"/>
    <w:rsid w:val="0048393C"/>
    <w:rsid w:val="00484FF3"/>
    <w:rsid w:val="00486199"/>
    <w:rsid w:val="004866D4"/>
    <w:rsid w:val="00487072"/>
    <w:rsid w:val="00487707"/>
    <w:rsid w:val="0049199E"/>
    <w:rsid w:val="00491A79"/>
    <w:rsid w:val="004933A5"/>
    <w:rsid w:val="0049390C"/>
    <w:rsid w:val="00495896"/>
    <w:rsid w:val="00495A25"/>
    <w:rsid w:val="00496548"/>
    <w:rsid w:val="004976CE"/>
    <w:rsid w:val="004A06FD"/>
    <w:rsid w:val="004A08B1"/>
    <w:rsid w:val="004A2A88"/>
    <w:rsid w:val="004A448A"/>
    <w:rsid w:val="004A52DC"/>
    <w:rsid w:val="004A5A22"/>
    <w:rsid w:val="004A633F"/>
    <w:rsid w:val="004A67CD"/>
    <w:rsid w:val="004A68ED"/>
    <w:rsid w:val="004B0F36"/>
    <w:rsid w:val="004B3046"/>
    <w:rsid w:val="004B3865"/>
    <w:rsid w:val="004B412D"/>
    <w:rsid w:val="004B4C83"/>
    <w:rsid w:val="004B5569"/>
    <w:rsid w:val="004B56B9"/>
    <w:rsid w:val="004B60D8"/>
    <w:rsid w:val="004B6758"/>
    <w:rsid w:val="004B6CDE"/>
    <w:rsid w:val="004B7B24"/>
    <w:rsid w:val="004C1A33"/>
    <w:rsid w:val="004C2BCF"/>
    <w:rsid w:val="004C2E91"/>
    <w:rsid w:val="004C4226"/>
    <w:rsid w:val="004C4858"/>
    <w:rsid w:val="004C48AA"/>
    <w:rsid w:val="004C53B0"/>
    <w:rsid w:val="004C5C17"/>
    <w:rsid w:val="004C64A4"/>
    <w:rsid w:val="004C73B1"/>
    <w:rsid w:val="004C7C0F"/>
    <w:rsid w:val="004D1BD9"/>
    <w:rsid w:val="004D268E"/>
    <w:rsid w:val="004D4365"/>
    <w:rsid w:val="004D568F"/>
    <w:rsid w:val="004D5B30"/>
    <w:rsid w:val="004D6CF3"/>
    <w:rsid w:val="004D6FAD"/>
    <w:rsid w:val="004D7DD9"/>
    <w:rsid w:val="004D7E6F"/>
    <w:rsid w:val="004E04BB"/>
    <w:rsid w:val="004E1768"/>
    <w:rsid w:val="004E201A"/>
    <w:rsid w:val="004E231D"/>
    <w:rsid w:val="004E6879"/>
    <w:rsid w:val="004E69CA"/>
    <w:rsid w:val="004E6B70"/>
    <w:rsid w:val="004E6D62"/>
    <w:rsid w:val="004F0D7D"/>
    <w:rsid w:val="004F2155"/>
    <w:rsid w:val="004F311A"/>
    <w:rsid w:val="004F32A1"/>
    <w:rsid w:val="004F3D8A"/>
    <w:rsid w:val="004F4BFF"/>
    <w:rsid w:val="004F4E74"/>
    <w:rsid w:val="004F5BC3"/>
    <w:rsid w:val="004F5D68"/>
    <w:rsid w:val="004F604A"/>
    <w:rsid w:val="004F67CE"/>
    <w:rsid w:val="004F69A3"/>
    <w:rsid w:val="004F7E25"/>
    <w:rsid w:val="00500A39"/>
    <w:rsid w:val="005011AA"/>
    <w:rsid w:val="0050127D"/>
    <w:rsid w:val="00501C17"/>
    <w:rsid w:val="00501C55"/>
    <w:rsid w:val="005022BF"/>
    <w:rsid w:val="005036C8"/>
    <w:rsid w:val="00503AF0"/>
    <w:rsid w:val="00504D3F"/>
    <w:rsid w:val="0050573E"/>
    <w:rsid w:val="005067DA"/>
    <w:rsid w:val="005068EA"/>
    <w:rsid w:val="00506BE4"/>
    <w:rsid w:val="00507150"/>
    <w:rsid w:val="005074FB"/>
    <w:rsid w:val="0050786C"/>
    <w:rsid w:val="0051058C"/>
    <w:rsid w:val="005111A7"/>
    <w:rsid w:val="005119BE"/>
    <w:rsid w:val="00513C7C"/>
    <w:rsid w:val="00514CA7"/>
    <w:rsid w:val="00516E2C"/>
    <w:rsid w:val="005173AE"/>
    <w:rsid w:val="00517FB2"/>
    <w:rsid w:val="00520A2A"/>
    <w:rsid w:val="00521521"/>
    <w:rsid w:val="00521869"/>
    <w:rsid w:val="0052222C"/>
    <w:rsid w:val="00522A6D"/>
    <w:rsid w:val="00522B80"/>
    <w:rsid w:val="005236D3"/>
    <w:rsid w:val="00523BEB"/>
    <w:rsid w:val="00523DFF"/>
    <w:rsid w:val="00523F13"/>
    <w:rsid w:val="005253CA"/>
    <w:rsid w:val="005266C8"/>
    <w:rsid w:val="00527240"/>
    <w:rsid w:val="0052759C"/>
    <w:rsid w:val="00530456"/>
    <w:rsid w:val="00530BE2"/>
    <w:rsid w:val="0053189E"/>
    <w:rsid w:val="00531F5C"/>
    <w:rsid w:val="00532341"/>
    <w:rsid w:val="0053246C"/>
    <w:rsid w:val="00532B23"/>
    <w:rsid w:val="005333D2"/>
    <w:rsid w:val="005334B1"/>
    <w:rsid w:val="005360C1"/>
    <w:rsid w:val="00536932"/>
    <w:rsid w:val="00537A05"/>
    <w:rsid w:val="00537AFC"/>
    <w:rsid w:val="005408FD"/>
    <w:rsid w:val="00543076"/>
    <w:rsid w:val="00543B40"/>
    <w:rsid w:val="00544FA4"/>
    <w:rsid w:val="00545E95"/>
    <w:rsid w:val="005472DB"/>
    <w:rsid w:val="00547A5F"/>
    <w:rsid w:val="00547E9E"/>
    <w:rsid w:val="00550FC2"/>
    <w:rsid w:val="00551878"/>
    <w:rsid w:val="0055213F"/>
    <w:rsid w:val="005523B5"/>
    <w:rsid w:val="005526EB"/>
    <w:rsid w:val="00552729"/>
    <w:rsid w:val="005529D0"/>
    <w:rsid w:val="00552B6E"/>
    <w:rsid w:val="005531AF"/>
    <w:rsid w:val="0055379C"/>
    <w:rsid w:val="005537C9"/>
    <w:rsid w:val="00553F2D"/>
    <w:rsid w:val="00553FBC"/>
    <w:rsid w:val="00554AC2"/>
    <w:rsid w:val="00554E27"/>
    <w:rsid w:val="005556EC"/>
    <w:rsid w:val="0055650B"/>
    <w:rsid w:val="00557FF8"/>
    <w:rsid w:val="00560313"/>
    <w:rsid w:val="005607F5"/>
    <w:rsid w:val="005633E1"/>
    <w:rsid w:val="00566EB6"/>
    <w:rsid w:val="005671E7"/>
    <w:rsid w:val="005678BE"/>
    <w:rsid w:val="00567F23"/>
    <w:rsid w:val="00567FB8"/>
    <w:rsid w:val="00570431"/>
    <w:rsid w:val="00570AD6"/>
    <w:rsid w:val="005719B0"/>
    <w:rsid w:val="005726A2"/>
    <w:rsid w:val="00572943"/>
    <w:rsid w:val="005733EF"/>
    <w:rsid w:val="005755D0"/>
    <w:rsid w:val="00576611"/>
    <w:rsid w:val="00576D1B"/>
    <w:rsid w:val="00576F87"/>
    <w:rsid w:val="00577447"/>
    <w:rsid w:val="00577AD8"/>
    <w:rsid w:val="00577F01"/>
    <w:rsid w:val="005801E0"/>
    <w:rsid w:val="00580616"/>
    <w:rsid w:val="00580D96"/>
    <w:rsid w:val="005813D9"/>
    <w:rsid w:val="00581BF9"/>
    <w:rsid w:val="005828FF"/>
    <w:rsid w:val="00584111"/>
    <w:rsid w:val="00584454"/>
    <w:rsid w:val="00584561"/>
    <w:rsid w:val="005851BD"/>
    <w:rsid w:val="00585340"/>
    <w:rsid w:val="005859C2"/>
    <w:rsid w:val="00585A93"/>
    <w:rsid w:val="00585E6A"/>
    <w:rsid w:val="005860B0"/>
    <w:rsid w:val="00586988"/>
    <w:rsid w:val="00590E30"/>
    <w:rsid w:val="00593083"/>
    <w:rsid w:val="00593487"/>
    <w:rsid w:val="005947AA"/>
    <w:rsid w:val="00594EE6"/>
    <w:rsid w:val="00595434"/>
    <w:rsid w:val="00595547"/>
    <w:rsid w:val="0059665B"/>
    <w:rsid w:val="00597AFA"/>
    <w:rsid w:val="005A1019"/>
    <w:rsid w:val="005A12C7"/>
    <w:rsid w:val="005A1B67"/>
    <w:rsid w:val="005A1E9A"/>
    <w:rsid w:val="005A2C1C"/>
    <w:rsid w:val="005A3231"/>
    <w:rsid w:val="005A3708"/>
    <w:rsid w:val="005A38B6"/>
    <w:rsid w:val="005A4E1C"/>
    <w:rsid w:val="005A5383"/>
    <w:rsid w:val="005A60BE"/>
    <w:rsid w:val="005A61C3"/>
    <w:rsid w:val="005A6468"/>
    <w:rsid w:val="005A6C0B"/>
    <w:rsid w:val="005A72A6"/>
    <w:rsid w:val="005A74F2"/>
    <w:rsid w:val="005A7975"/>
    <w:rsid w:val="005B12E1"/>
    <w:rsid w:val="005B26EB"/>
    <w:rsid w:val="005B2AFC"/>
    <w:rsid w:val="005B3791"/>
    <w:rsid w:val="005B435B"/>
    <w:rsid w:val="005B457F"/>
    <w:rsid w:val="005B5421"/>
    <w:rsid w:val="005B5485"/>
    <w:rsid w:val="005B5A3D"/>
    <w:rsid w:val="005B5CEA"/>
    <w:rsid w:val="005B5FA2"/>
    <w:rsid w:val="005B6985"/>
    <w:rsid w:val="005B71F8"/>
    <w:rsid w:val="005B7837"/>
    <w:rsid w:val="005C0550"/>
    <w:rsid w:val="005C19CD"/>
    <w:rsid w:val="005C1AF0"/>
    <w:rsid w:val="005C1DE8"/>
    <w:rsid w:val="005C2169"/>
    <w:rsid w:val="005C2CE9"/>
    <w:rsid w:val="005C4D82"/>
    <w:rsid w:val="005C524D"/>
    <w:rsid w:val="005C603C"/>
    <w:rsid w:val="005C609D"/>
    <w:rsid w:val="005C787A"/>
    <w:rsid w:val="005C7C50"/>
    <w:rsid w:val="005D054E"/>
    <w:rsid w:val="005D0A38"/>
    <w:rsid w:val="005D0F53"/>
    <w:rsid w:val="005D103D"/>
    <w:rsid w:val="005D1AE7"/>
    <w:rsid w:val="005D1F98"/>
    <w:rsid w:val="005D2B32"/>
    <w:rsid w:val="005D2C46"/>
    <w:rsid w:val="005D361F"/>
    <w:rsid w:val="005D3C69"/>
    <w:rsid w:val="005D5109"/>
    <w:rsid w:val="005D529D"/>
    <w:rsid w:val="005D6BD5"/>
    <w:rsid w:val="005D71BB"/>
    <w:rsid w:val="005D7558"/>
    <w:rsid w:val="005D7661"/>
    <w:rsid w:val="005D76DA"/>
    <w:rsid w:val="005D7CA9"/>
    <w:rsid w:val="005E1921"/>
    <w:rsid w:val="005E1AE6"/>
    <w:rsid w:val="005E3BDC"/>
    <w:rsid w:val="005E5117"/>
    <w:rsid w:val="005E52CD"/>
    <w:rsid w:val="005E561D"/>
    <w:rsid w:val="005E56EF"/>
    <w:rsid w:val="005E6281"/>
    <w:rsid w:val="005E6679"/>
    <w:rsid w:val="005E6BBF"/>
    <w:rsid w:val="005E7F0D"/>
    <w:rsid w:val="005F0193"/>
    <w:rsid w:val="005F01CC"/>
    <w:rsid w:val="005F1018"/>
    <w:rsid w:val="005F10F2"/>
    <w:rsid w:val="005F15DC"/>
    <w:rsid w:val="005F257B"/>
    <w:rsid w:val="005F5432"/>
    <w:rsid w:val="005F7393"/>
    <w:rsid w:val="005F7A53"/>
    <w:rsid w:val="005F7EB8"/>
    <w:rsid w:val="0060023C"/>
    <w:rsid w:val="006025B9"/>
    <w:rsid w:val="00602B61"/>
    <w:rsid w:val="006032D0"/>
    <w:rsid w:val="006040F0"/>
    <w:rsid w:val="006053CB"/>
    <w:rsid w:val="0060547F"/>
    <w:rsid w:val="00605A07"/>
    <w:rsid w:val="00607B92"/>
    <w:rsid w:val="0061054E"/>
    <w:rsid w:val="0061057A"/>
    <w:rsid w:val="006119E8"/>
    <w:rsid w:val="00612A01"/>
    <w:rsid w:val="006131B6"/>
    <w:rsid w:val="00613DF6"/>
    <w:rsid w:val="00614217"/>
    <w:rsid w:val="006144A5"/>
    <w:rsid w:val="00614823"/>
    <w:rsid w:val="0061498F"/>
    <w:rsid w:val="00614C93"/>
    <w:rsid w:val="006150D6"/>
    <w:rsid w:val="006154C9"/>
    <w:rsid w:val="00615593"/>
    <w:rsid w:val="00615FB3"/>
    <w:rsid w:val="00616048"/>
    <w:rsid w:val="00616700"/>
    <w:rsid w:val="00616E4D"/>
    <w:rsid w:val="0061710C"/>
    <w:rsid w:val="00617385"/>
    <w:rsid w:val="006178A8"/>
    <w:rsid w:val="00617BE1"/>
    <w:rsid w:val="006208FE"/>
    <w:rsid w:val="00621E69"/>
    <w:rsid w:val="00622439"/>
    <w:rsid w:val="00622A41"/>
    <w:rsid w:val="00623395"/>
    <w:rsid w:val="00624B10"/>
    <w:rsid w:val="00625EDC"/>
    <w:rsid w:val="00627090"/>
    <w:rsid w:val="00627673"/>
    <w:rsid w:val="00631AE0"/>
    <w:rsid w:val="0063220C"/>
    <w:rsid w:val="0063257F"/>
    <w:rsid w:val="00632C77"/>
    <w:rsid w:val="006332DE"/>
    <w:rsid w:val="006339B8"/>
    <w:rsid w:val="00633F1C"/>
    <w:rsid w:val="006342E4"/>
    <w:rsid w:val="00635ACE"/>
    <w:rsid w:val="00635E19"/>
    <w:rsid w:val="0063690B"/>
    <w:rsid w:val="006369F5"/>
    <w:rsid w:val="00637317"/>
    <w:rsid w:val="00637412"/>
    <w:rsid w:val="00637953"/>
    <w:rsid w:val="00640E0C"/>
    <w:rsid w:val="00640F17"/>
    <w:rsid w:val="006414AA"/>
    <w:rsid w:val="006421D2"/>
    <w:rsid w:val="00644135"/>
    <w:rsid w:val="006465D0"/>
    <w:rsid w:val="006472FB"/>
    <w:rsid w:val="00650F97"/>
    <w:rsid w:val="00651DC4"/>
    <w:rsid w:val="00652304"/>
    <w:rsid w:val="00652FDD"/>
    <w:rsid w:val="006537E2"/>
    <w:rsid w:val="00655170"/>
    <w:rsid w:val="00657283"/>
    <w:rsid w:val="006579B4"/>
    <w:rsid w:val="00657A1C"/>
    <w:rsid w:val="00661244"/>
    <w:rsid w:val="006615EF"/>
    <w:rsid w:val="006616AB"/>
    <w:rsid w:val="00661CD1"/>
    <w:rsid w:val="00663903"/>
    <w:rsid w:val="006639BC"/>
    <w:rsid w:val="00663ACB"/>
    <w:rsid w:val="00664B96"/>
    <w:rsid w:val="0066513D"/>
    <w:rsid w:val="00665ABD"/>
    <w:rsid w:val="00665E9F"/>
    <w:rsid w:val="006661C8"/>
    <w:rsid w:val="006673EB"/>
    <w:rsid w:val="00670AF4"/>
    <w:rsid w:val="00671C8A"/>
    <w:rsid w:val="0067425F"/>
    <w:rsid w:val="00675BB4"/>
    <w:rsid w:val="00675FB9"/>
    <w:rsid w:val="006761B3"/>
    <w:rsid w:val="0067623B"/>
    <w:rsid w:val="006773FB"/>
    <w:rsid w:val="00677F0E"/>
    <w:rsid w:val="0068065B"/>
    <w:rsid w:val="00680860"/>
    <w:rsid w:val="0068167A"/>
    <w:rsid w:val="0068243E"/>
    <w:rsid w:val="00682567"/>
    <w:rsid w:val="00683740"/>
    <w:rsid w:val="00683B97"/>
    <w:rsid w:val="00683C21"/>
    <w:rsid w:val="00684996"/>
    <w:rsid w:val="006849DD"/>
    <w:rsid w:val="00684E20"/>
    <w:rsid w:val="00685118"/>
    <w:rsid w:val="00686EAA"/>
    <w:rsid w:val="006903C3"/>
    <w:rsid w:val="006919A1"/>
    <w:rsid w:val="00692FCA"/>
    <w:rsid w:val="00693355"/>
    <w:rsid w:val="006935F3"/>
    <w:rsid w:val="00693A97"/>
    <w:rsid w:val="00694429"/>
    <w:rsid w:val="00695C1F"/>
    <w:rsid w:val="006A048B"/>
    <w:rsid w:val="006A04F2"/>
    <w:rsid w:val="006A4761"/>
    <w:rsid w:val="006A512F"/>
    <w:rsid w:val="006A5557"/>
    <w:rsid w:val="006A5DA9"/>
    <w:rsid w:val="006A5E2E"/>
    <w:rsid w:val="006A6126"/>
    <w:rsid w:val="006A61AA"/>
    <w:rsid w:val="006A6917"/>
    <w:rsid w:val="006A7328"/>
    <w:rsid w:val="006A7907"/>
    <w:rsid w:val="006B0170"/>
    <w:rsid w:val="006B090F"/>
    <w:rsid w:val="006B0D5C"/>
    <w:rsid w:val="006B0E18"/>
    <w:rsid w:val="006B2607"/>
    <w:rsid w:val="006B32E0"/>
    <w:rsid w:val="006B3ECE"/>
    <w:rsid w:val="006B4CE4"/>
    <w:rsid w:val="006B5150"/>
    <w:rsid w:val="006B6F11"/>
    <w:rsid w:val="006C34BC"/>
    <w:rsid w:val="006C4382"/>
    <w:rsid w:val="006C55D5"/>
    <w:rsid w:val="006C55E2"/>
    <w:rsid w:val="006C57CE"/>
    <w:rsid w:val="006C6EEF"/>
    <w:rsid w:val="006D142E"/>
    <w:rsid w:val="006D1D75"/>
    <w:rsid w:val="006D1FA6"/>
    <w:rsid w:val="006D3082"/>
    <w:rsid w:val="006D3735"/>
    <w:rsid w:val="006D3A4D"/>
    <w:rsid w:val="006D3D50"/>
    <w:rsid w:val="006D41FB"/>
    <w:rsid w:val="006D46D1"/>
    <w:rsid w:val="006D4C4C"/>
    <w:rsid w:val="006D5A7B"/>
    <w:rsid w:val="006D7595"/>
    <w:rsid w:val="006E055A"/>
    <w:rsid w:val="006E087B"/>
    <w:rsid w:val="006E0F20"/>
    <w:rsid w:val="006E15A6"/>
    <w:rsid w:val="006E1674"/>
    <w:rsid w:val="006E19E2"/>
    <w:rsid w:val="006E1A2C"/>
    <w:rsid w:val="006E34C4"/>
    <w:rsid w:val="006E3E23"/>
    <w:rsid w:val="006E670E"/>
    <w:rsid w:val="006F0560"/>
    <w:rsid w:val="006F1029"/>
    <w:rsid w:val="006F2082"/>
    <w:rsid w:val="006F26B6"/>
    <w:rsid w:val="006F344F"/>
    <w:rsid w:val="006F39C1"/>
    <w:rsid w:val="006F3BCA"/>
    <w:rsid w:val="006F4BD5"/>
    <w:rsid w:val="006F4FDA"/>
    <w:rsid w:val="006F51E0"/>
    <w:rsid w:val="006F650F"/>
    <w:rsid w:val="006F6E32"/>
    <w:rsid w:val="006F6EB0"/>
    <w:rsid w:val="0070070B"/>
    <w:rsid w:val="00701022"/>
    <w:rsid w:val="007016F2"/>
    <w:rsid w:val="00701818"/>
    <w:rsid w:val="00702BE3"/>
    <w:rsid w:val="00702BE6"/>
    <w:rsid w:val="00704B36"/>
    <w:rsid w:val="00705061"/>
    <w:rsid w:val="00705291"/>
    <w:rsid w:val="00705490"/>
    <w:rsid w:val="00705F63"/>
    <w:rsid w:val="007062CE"/>
    <w:rsid w:val="0070712D"/>
    <w:rsid w:val="00707D95"/>
    <w:rsid w:val="007100FB"/>
    <w:rsid w:val="00710AB7"/>
    <w:rsid w:val="00713028"/>
    <w:rsid w:val="00713C1D"/>
    <w:rsid w:val="007144E0"/>
    <w:rsid w:val="00714B66"/>
    <w:rsid w:val="0071536D"/>
    <w:rsid w:val="00715CA0"/>
    <w:rsid w:val="00715D82"/>
    <w:rsid w:val="0072071D"/>
    <w:rsid w:val="00721C5C"/>
    <w:rsid w:val="00723FFC"/>
    <w:rsid w:val="007247DC"/>
    <w:rsid w:val="00725969"/>
    <w:rsid w:val="0072706A"/>
    <w:rsid w:val="0072791A"/>
    <w:rsid w:val="007302CF"/>
    <w:rsid w:val="00730DC3"/>
    <w:rsid w:val="00731E4A"/>
    <w:rsid w:val="007323E4"/>
    <w:rsid w:val="00732DF9"/>
    <w:rsid w:val="00733523"/>
    <w:rsid w:val="007349C0"/>
    <w:rsid w:val="007370EB"/>
    <w:rsid w:val="007414D5"/>
    <w:rsid w:val="00741C1F"/>
    <w:rsid w:val="007422BA"/>
    <w:rsid w:val="00742475"/>
    <w:rsid w:val="0074393B"/>
    <w:rsid w:val="007442BB"/>
    <w:rsid w:val="00744AC5"/>
    <w:rsid w:val="007472F3"/>
    <w:rsid w:val="00747C98"/>
    <w:rsid w:val="0075024C"/>
    <w:rsid w:val="00750A2B"/>
    <w:rsid w:val="00751C89"/>
    <w:rsid w:val="00753688"/>
    <w:rsid w:val="00753D60"/>
    <w:rsid w:val="007547E2"/>
    <w:rsid w:val="0075505E"/>
    <w:rsid w:val="00756F77"/>
    <w:rsid w:val="00757E61"/>
    <w:rsid w:val="0076085D"/>
    <w:rsid w:val="007637EA"/>
    <w:rsid w:val="00764ED6"/>
    <w:rsid w:val="007669F7"/>
    <w:rsid w:val="00766C8E"/>
    <w:rsid w:val="00770EC7"/>
    <w:rsid w:val="007718F3"/>
    <w:rsid w:val="007721F8"/>
    <w:rsid w:val="00772B5D"/>
    <w:rsid w:val="0077323D"/>
    <w:rsid w:val="00773BBB"/>
    <w:rsid w:val="00773F2A"/>
    <w:rsid w:val="00775463"/>
    <w:rsid w:val="00775FC5"/>
    <w:rsid w:val="00776271"/>
    <w:rsid w:val="00776DB6"/>
    <w:rsid w:val="00777BA8"/>
    <w:rsid w:val="00780A71"/>
    <w:rsid w:val="00780E5D"/>
    <w:rsid w:val="00780F19"/>
    <w:rsid w:val="00780F42"/>
    <w:rsid w:val="0078178C"/>
    <w:rsid w:val="00781E5E"/>
    <w:rsid w:val="00781E7D"/>
    <w:rsid w:val="00782C09"/>
    <w:rsid w:val="00783B4E"/>
    <w:rsid w:val="007876F3"/>
    <w:rsid w:val="007878EF"/>
    <w:rsid w:val="007900D0"/>
    <w:rsid w:val="00790800"/>
    <w:rsid w:val="00792343"/>
    <w:rsid w:val="0079280F"/>
    <w:rsid w:val="007929D1"/>
    <w:rsid w:val="00793928"/>
    <w:rsid w:val="00794907"/>
    <w:rsid w:val="00794AF4"/>
    <w:rsid w:val="00795058"/>
    <w:rsid w:val="00795E0E"/>
    <w:rsid w:val="007A0A54"/>
    <w:rsid w:val="007A100B"/>
    <w:rsid w:val="007A16C2"/>
    <w:rsid w:val="007A23B7"/>
    <w:rsid w:val="007A2F91"/>
    <w:rsid w:val="007A2FF1"/>
    <w:rsid w:val="007A31E0"/>
    <w:rsid w:val="007A394D"/>
    <w:rsid w:val="007A4B5D"/>
    <w:rsid w:val="007A5871"/>
    <w:rsid w:val="007A59DB"/>
    <w:rsid w:val="007A6348"/>
    <w:rsid w:val="007A7B3E"/>
    <w:rsid w:val="007B0D6A"/>
    <w:rsid w:val="007B0DF5"/>
    <w:rsid w:val="007B17D9"/>
    <w:rsid w:val="007B2C06"/>
    <w:rsid w:val="007B3C3A"/>
    <w:rsid w:val="007B4342"/>
    <w:rsid w:val="007B4AD3"/>
    <w:rsid w:val="007B5CAD"/>
    <w:rsid w:val="007B5D4F"/>
    <w:rsid w:val="007B665A"/>
    <w:rsid w:val="007B696B"/>
    <w:rsid w:val="007B7C32"/>
    <w:rsid w:val="007C0018"/>
    <w:rsid w:val="007C0EC5"/>
    <w:rsid w:val="007C1628"/>
    <w:rsid w:val="007C1A92"/>
    <w:rsid w:val="007C21ED"/>
    <w:rsid w:val="007C2A79"/>
    <w:rsid w:val="007C2E6F"/>
    <w:rsid w:val="007C401D"/>
    <w:rsid w:val="007C622A"/>
    <w:rsid w:val="007C6B57"/>
    <w:rsid w:val="007C7B45"/>
    <w:rsid w:val="007D0F89"/>
    <w:rsid w:val="007D11ED"/>
    <w:rsid w:val="007D1790"/>
    <w:rsid w:val="007D31D9"/>
    <w:rsid w:val="007D332A"/>
    <w:rsid w:val="007D4377"/>
    <w:rsid w:val="007D4AE8"/>
    <w:rsid w:val="007D52CE"/>
    <w:rsid w:val="007D5376"/>
    <w:rsid w:val="007D6262"/>
    <w:rsid w:val="007D64A1"/>
    <w:rsid w:val="007E0282"/>
    <w:rsid w:val="007E0F0B"/>
    <w:rsid w:val="007E19FC"/>
    <w:rsid w:val="007E3041"/>
    <w:rsid w:val="007E3F24"/>
    <w:rsid w:val="007E54C3"/>
    <w:rsid w:val="007E56E3"/>
    <w:rsid w:val="007E6F68"/>
    <w:rsid w:val="007E7CE5"/>
    <w:rsid w:val="007F06DD"/>
    <w:rsid w:val="007F13BA"/>
    <w:rsid w:val="007F1985"/>
    <w:rsid w:val="007F1B4B"/>
    <w:rsid w:val="007F3614"/>
    <w:rsid w:val="007F4095"/>
    <w:rsid w:val="007F44EE"/>
    <w:rsid w:val="007F55F0"/>
    <w:rsid w:val="007F6095"/>
    <w:rsid w:val="007F6267"/>
    <w:rsid w:val="007F6A92"/>
    <w:rsid w:val="007F7750"/>
    <w:rsid w:val="008019D5"/>
    <w:rsid w:val="00801BD9"/>
    <w:rsid w:val="00802D3A"/>
    <w:rsid w:val="008034FF"/>
    <w:rsid w:val="00805ED9"/>
    <w:rsid w:val="00806A6D"/>
    <w:rsid w:val="00806B48"/>
    <w:rsid w:val="00806D15"/>
    <w:rsid w:val="00807ECC"/>
    <w:rsid w:val="00807FE6"/>
    <w:rsid w:val="0081001E"/>
    <w:rsid w:val="00810AE8"/>
    <w:rsid w:val="00810B54"/>
    <w:rsid w:val="00811CD1"/>
    <w:rsid w:val="008121D4"/>
    <w:rsid w:val="008125F7"/>
    <w:rsid w:val="00812610"/>
    <w:rsid w:val="008130E9"/>
    <w:rsid w:val="00813A6A"/>
    <w:rsid w:val="00813F2A"/>
    <w:rsid w:val="00814220"/>
    <w:rsid w:val="00815005"/>
    <w:rsid w:val="00816204"/>
    <w:rsid w:val="0082003E"/>
    <w:rsid w:val="008208EC"/>
    <w:rsid w:val="00820E9A"/>
    <w:rsid w:val="00821AC2"/>
    <w:rsid w:val="00821B8C"/>
    <w:rsid w:val="008220CA"/>
    <w:rsid w:val="00822264"/>
    <w:rsid w:val="00822987"/>
    <w:rsid w:val="008230CC"/>
    <w:rsid w:val="00823CD1"/>
    <w:rsid w:val="00823DE8"/>
    <w:rsid w:val="00824144"/>
    <w:rsid w:val="008249EF"/>
    <w:rsid w:val="00825F3A"/>
    <w:rsid w:val="008261A1"/>
    <w:rsid w:val="00827E57"/>
    <w:rsid w:val="008301E7"/>
    <w:rsid w:val="00830F94"/>
    <w:rsid w:val="0083150C"/>
    <w:rsid w:val="008319D3"/>
    <w:rsid w:val="00831D4C"/>
    <w:rsid w:val="00832A51"/>
    <w:rsid w:val="0083311D"/>
    <w:rsid w:val="00833D31"/>
    <w:rsid w:val="00833D6B"/>
    <w:rsid w:val="0083421A"/>
    <w:rsid w:val="00834C08"/>
    <w:rsid w:val="00834C1F"/>
    <w:rsid w:val="00835154"/>
    <w:rsid w:val="008355EF"/>
    <w:rsid w:val="008356CE"/>
    <w:rsid w:val="0083588B"/>
    <w:rsid w:val="00836335"/>
    <w:rsid w:val="00836841"/>
    <w:rsid w:val="00836B66"/>
    <w:rsid w:val="00837488"/>
    <w:rsid w:val="008376A0"/>
    <w:rsid w:val="00841097"/>
    <w:rsid w:val="00844239"/>
    <w:rsid w:val="00844ADC"/>
    <w:rsid w:val="00845299"/>
    <w:rsid w:val="00845CD1"/>
    <w:rsid w:val="00846372"/>
    <w:rsid w:val="0084678B"/>
    <w:rsid w:val="0085001F"/>
    <w:rsid w:val="00852BD1"/>
    <w:rsid w:val="0085378E"/>
    <w:rsid w:val="00853B2B"/>
    <w:rsid w:val="00855B28"/>
    <w:rsid w:val="0085658A"/>
    <w:rsid w:val="008578C0"/>
    <w:rsid w:val="00860B50"/>
    <w:rsid w:val="00862F07"/>
    <w:rsid w:val="00863150"/>
    <w:rsid w:val="008636B2"/>
    <w:rsid w:val="00864FB1"/>
    <w:rsid w:val="00865246"/>
    <w:rsid w:val="00867382"/>
    <w:rsid w:val="00867D2E"/>
    <w:rsid w:val="00870A56"/>
    <w:rsid w:val="00871740"/>
    <w:rsid w:val="00871D40"/>
    <w:rsid w:val="008731FD"/>
    <w:rsid w:val="0087335E"/>
    <w:rsid w:val="00873B37"/>
    <w:rsid w:val="00875DB7"/>
    <w:rsid w:val="00877D92"/>
    <w:rsid w:val="00877E4B"/>
    <w:rsid w:val="00880681"/>
    <w:rsid w:val="008820C6"/>
    <w:rsid w:val="00882978"/>
    <w:rsid w:val="008855FA"/>
    <w:rsid w:val="00887562"/>
    <w:rsid w:val="00887F28"/>
    <w:rsid w:val="008904B1"/>
    <w:rsid w:val="00890A66"/>
    <w:rsid w:val="00890D29"/>
    <w:rsid w:val="00892DE5"/>
    <w:rsid w:val="00894654"/>
    <w:rsid w:val="00895677"/>
    <w:rsid w:val="00895D13"/>
    <w:rsid w:val="008A058C"/>
    <w:rsid w:val="008A15FA"/>
    <w:rsid w:val="008A1D29"/>
    <w:rsid w:val="008A1F7F"/>
    <w:rsid w:val="008A2390"/>
    <w:rsid w:val="008A2867"/>
    <w:rsid w:val="008A2BCA"/>
    <w:rsid w:val="008A3051"/>
    <w:rsid w:val="008A3117"/>
    <w:rsid w:val="008A4D5E"/>
    <w:rsid w:val="008A5FE8"/>
    <w:rsid w:val="008A691B"/>
    <w:rsid w:val="008A698E"/>
    <w:rsid w:val="008A6DF6"/>
    <w:rsid w:val="008A7900"/>
    <w:rsid w:val="008B02A6"/>
    <w:rsid w:val="008B202C"/>
    <w:rsid w:val="008B2DA0"/>
    <w:rsid w:val="008B2E05"/>
    <w:rsid w:val="008B2F26"/>
    <w:rsid w:val="008B60AB"/>
    <w:rsid w:val="008B6519"/>
    <w:rsid w:val="008B6B05"/>
    <w:rsid w:val="008B6F9D"/>
    <w:rsid w:val="008B77F8"/>
    <w:rsid w:val="008C06C4"/>
    <w:rsid w:val="008C233E"/>
    <w:rsid w:val="008C282D"/>
    <w:rsid w:val="008C29FC"/>
    <w:rsid w:val="008C3029"/>
    <w:rsid w:val="008C52F4"/>
    <w:rsid w:val="008C5468"/>
    <w:rsid w:val="008C675D"/>
    <w:rsid w:val="008C7DB8"/>
    <w:rsid w:val="008D0363"/>
    <w:rsid w:val="008D12B0"/>
    <w:rsid w:val="008D1712"/>
    <w:rsid w:val="008D31C5"/>
    <w:rsid w:val="008D3AF2"/>
    <w:rsid w:val="008D51F7"/>
    <w:rsid w:val="008D62CE"/>
    <w:rsid w:val="008D668C"/>
    <w:rsid w:val="008D6BDB"/>
    <w:rsid w:val="008D79D9"/>
    <w:rsid w:val="008D7B76"/>
    <w:rsid w:val="008E06D5"/>
    <w:rsid w:val="008E23A1"/>
    <w:rsid w:val="008E2615"/>
    <w:rsid w:val="008E54D9"/>
    <w:rsid w:val="008E555D"/>
    <w:rsid w:val="008E57F9"/>
    <w:rsid w:val="008E5807"/>
    <w:rsid w:val="008E5A68"/>
    <w:rsid w:val="008F27AE"/>
    <w:rsid w:val="008F31A2"/>
    <w:rsid w:val="008F3A08"/>
    <w:rsid w:val="008F3E20"/>
    <w:rsid w:val="008F3FEC"/>
    <w:rsid w:val="008F4814"/>
    <w:rsid w:val="008F4A68"/>
    <w:rsid w:val="008F51CF"/>
    <w:rsid w:val="008F662A"/>
    <w:rsid w:val="008F7537"/>
    <w:rsid w:val="008F7A09"/>
    <w:rsid w:val="00900127"/>
    <w:rsid w:val="00900BFE"/>
    <w:rsid w:val="00901A8E"/>
    <w:rsid w:val="009047D8"/>
    <w:rsid w:val="009048D9"/>
    <w:rsid w:val="00904C08"/>
    <w:rsid w:val="00905A76"/>
    <w:rsid w:val="00906595"/>
    <w:rsid w:val="0090751D"/>
    <w:rsid w:val="009076D1"/>
    <w:rsid w:val="00907921"/>
    <w:rsid w:val="00907E93"/>
    <w:rsid w:val="00910720"/>
    <w:rsid w:val="00910750"/>
    <w:rsid w:val="00911087"/>
    <w:rsid w:val="0091390D"/>
    <w:rsid w:val="00914A3A"/>
    <w:rsid w:val="00915AFC"/>
    <w:rsid w:val="00915D25"/>
    <w:rsid w:val="009173B8"/>
    <w:rsid w:val="00917DE5"/>
    <w:rsid w:val="00921012"/>
    <w:rsid w:val="00921A2A"/>
    <w:rsid w:val="00921A41"/>
    <w:rsid w:val="00921CCB"/>
    <w:rsid w:val="009224D0"/>
    <w:rsid w:val="0092312A"/>
    <w:rsid w:val="00923389"/>
    <w:rsid w:val="00923CEE"/>
    <w:rsid w:val="00926F98"/>
    <w:rsid w:val="0092746C"/>
    <w:rsid w:val="00927DD9"/>
    <w:rsid w:val="00930474"/>
    <w:rsid w:val="009315D1"/>
    <w:rsid w:val="009321CD"/>
    <w:rsid w:val="00933B23"/>
    <w:rsid w:val="0093423D"/>
    <w:rsid w:val="00936143"/>
    <w:rsid w:val="00937656"/>
    <w:rsid w:val="009401BB"/>
    <w:rsid w:val="009411EC"/>
    <w:rsid w:val="00941F7C"/>
    <w:rsid w:val="009428E5"/>
    <w:rsid w:val="00943AA1"/>
    <w:rsid w:val="009447B5"/>
    <w:rsid w:val="00945030"/>
    <w:rsid w:val="0094574F"/>
    <w:rsid w:val="00947A1D"/>
    <w:rsid w:val="0095009A"/>
    <w:rsid w:val="009509D0"/>
    <w:rsid w:val="00950DC6"/>
    <w:rsid w:val="009514F3"/>
    <w:rsid w:val="00951C00"/>
    <w:rsid w:val="00951F08"/>
    <w:rsid w:val="00952A44"/>
    <w:rsid w:val="0095363C"/>
    <w:rsid w:val="00953D98"/>
    <w:rsid w:val="009549AB"/>
    <w:rsid w:val="009555A4"/>
    <w:rsid w:val="00955616"/>
    <w:rsid w:val="0095598F"/>
    <w:rsid w:val="00957ECA"/>
    <w:rsid w:val="00957F02"/>
    <w:rsid w:val="00960624"/>
    <w:rsid w:val="00961013"/>
    <w:rsid w:val="009612EC"/>
    <w:rsid w:val="00963045"/>
    <w:rsid w:val="00963A25"/>
    <w:rsid w:val="009648C8"/>
    <w:rsid w:val="00965430"/>
    <w:rsid w:val="00966483"/>
    <w:rsid w:val="00966FFF"/>
    <w:rsid w:val="009678CB"/>
    <w:rsid w:val="00967C1E"/>
    <w:rsid w:val="00971044"/>
    <w:rsid w:val="009711D3"/>
    <w:rsid w:val="00971965"/>
    <w:rsid w:val="00971AE2"/>
    <w:rsid w:val="00971AE6"/>
    <w:rsid w:val="00974906"/>
    <w:rsid w:val="00975BC1"/>
    <w:rsid w:val="00976336"/>
    <w:rsid w:val="00981628"/>
    <w:rsid w:val="00981957"/>
    <w:rsid w:val="009835A7"/>
    <w:rsid w:val="0098393E"/>
    <w:rsid w:val="00984149"/>
    <w:rsid w:val="009844BE"/>
    <w:rsid w:val="00984605"/>
    <w:rsid w:val="00987819"/>
    <w:rsid w:val="00990E50"/>
    <w:rsid w:val="00991839"/>
    <w:rsid w:val="0099229C"/>
    <w:rsid w:val="00992D43"/>
    <w:rsid w:val="009934A1"/>
    <w:rsid w:val="00994BA1"/>
    <w:rsid w:val="00994CD0"/>
    <w:rsid w:val="00994E8B"/>
    <w:rsid w:val="00995FB6"/>
    <w:rsid w:val="009960E6"/>
    <w:rsid w:val="00996183"/>
    <w:rsid w:val="009962EB"/>
    <w:rsid w:val="009963AB"/>
    <w:rsid w:val="00996FC7"/>
    <w:rsid w:val="009A08EE"/>
    <w:rsid w:val="009A135B"/>
    <w:rsid w:val="009A1389"/>
    <w:rsid w:val="009A17D0"/>
    <w:rsid w:val="009A22CC"/>
    <w:rsid w:val="009A2741"/>
    <w:rsid w:val="009A39B8"/>
    <w:rsid w:val="009A3D5C"/>
    <w:rsid w:val="009A6814"/>
    <w:rsid w:val="009A75B5"/>
    <w:rsid w:val="009B0C86"/>
    <w:rsid w:val="009B0E8C"/>
    <w:rsid w:val="009B10C1"/>
    <w:rsid w:val="009B19D7"/>
    <w:rsid w:val="009B1A4C"/>
    <w:rsid w:val="009B35BD"/>
    <w:rsid w:val="009B3A96"/>
    <w:rsid w:val="009B3F0E"/>
    <w:rsid w:val="009B4428"/>
    <w:rsid w:val="009B4FBD"/>
    <w:rsid w:val="009B6464"/>
    <w:rsid w:val="009B7245"/>
    <w:rsid w:val="009B7E2D"/>
    <w:rsid w:val="009C01BD"/>
    <w:rsid w:val="009C097C"/>
    <w:rsid w:val="009C0C83"/>
    <w:rsid w:val="009C11E6"/>
    <w:rsid w:val="009C257F"/>
    <w:rsid w:val="009C2EAF"/>
    <w:rsid w:val="009C37EA"/>
    <w:rsid w:val="009C38FE"/>
    <w:rsid w:val="009C4AC9"/>
    <w:rsid w:val="009C57C6"/>
    <w:rsid w:val="009C7117"/>
    <w:rsid w:val="009C75DC"/>
    <w:rsid w:val="009D06C1"/>
    <w:rsid w:val="009D0C3F"/>
    <w:rsid w:val="009D2017"/>
    <w:rsid w:val="009D2C99"/>
    <w:rsid w:val="009D3705"/>
    <w:rsid w:val="009D44D0"/>
    <w:rsid w:val="009D6EB3"/>
    <w:rsid w:val="009D7743"/>
    <w:rsid w:val="009D792E"/>
    <w:rsid w:val="009D7C91"/>
    <w:rsid w:val="009E154B"/>
    <w:rsid w:val="009E316D"/>
    <w:rsid w:val="009E3A06"/>
    <w:rsid w:val="009E3C13"/>
    <w:rsid w:val="009E5482"/>
    <w:rsid w:val="009E61AD"/>
    <w:rsid w:val="009F0072"/>
    <w:rsid w:val="009F1214"/>
    <w:rsid w:val="009F16E2"/>
    <w:rsid w:val="009F24FC"/>
    <w:rsid w:val="009F2C0A"/>
    <w:rsid w:val="009F4A20"/>
    <w:rsid w:val="009F544C"/>
    <w:rsid w:val="009F5C7F"/>
    <w:rsid w:val="009F5F3E"/>
    <w:rsid w:val="009F664F"/>
    <w:rsid w:val="00A00ABE"/>
    <w:rsid w:val="00A00C93"/>
    <w:rsid w:val="00A0164E"/>
    <w:rsid w:val="00A0220A"/>
    <w:rsid w:val="00A03A85"/>
    <w:rsid w:val="00A04383"/>
    <w:rsid w:val="00A04E70"/>
    <w:rsid w:val="00A05C9B"/>
    <w:rsid w:val="00A11511"/>
    <w:rsid w:val="00A116DA"/>
    <w:rsid w:val="00A12015"/>
    <w:rsid w:val="00A14127"/>
    <w:rsid w:val="00A14813"/>
    <w:rsid w:val="00A14C1B"/>
    <w:rsid w:val="00A150E1"/>
    <w:rsid w:val="00A1522B"/>
    <w:rsid w:val="00A152F2"/>
    <w:rsid w:val="00A2011B"/>
    <w:rsid w:val="00A203B6"/>
    <w:rsid w:val="00A21693"/>
    <w:rsid w:val="00A220FA"/>
    <w:rsid w:val="00A22B7B"/>
    <w:rsid w:val="00A22C01"/>
    <w:rsid w:val="00A23181"/>
    <w:rsid w:val="00A24103"/>
    <w:rsid w:val="00A2436E"/>
    <w:rsid w:val="00A243FE"/>
    <w:rsid w:val="00A24412"/>
    <w:rsid w:val="00A25E64"/>
    <w:rsid w:val="00A26846"/>
    <w:rsid w:val="00A30169"/>
    <w:rsid w:val="00A30A77"/>
    <w:rsid w:val="00A31161"/>
    <w:rsid w:val="00A31ED6"/>
    <w:rsid w:val="00A32CD5"/>
    <w:rsid w:val="00A32E4D"/>
    <w:rsid w:val="00A3673F"/>
    <w:rsid w:val="00A36F2E"/>
    <w:rsid w:val="00A37C6C"/>
    <w:rsid w:val="00A402A0"/>
    <w:rsid w:val="00A408E1"/>
    <w:rsid w:val="00A42231"/>
    <w:rsid w:val="00A4317E"/>
    <w:rsid w:val="00A43F68"/>
    <w:rsid w:val="00A477B9"/>
    <w:rsid w:val="00A52D1A"/>
    <w:rsid w:val="00A53C79"/>
    <w:rsid w:val="00A54227"/>
    <w:rsid w:val="00A546D1"/>
    <w:rsid w:val="00A549DE"/>
    <w:rsid w:val="00A54C4B"/>
    <w:rsid w:val="00A55FCC"/>
    <w:rsid w:val="00A56B91"/>
    <w:rsid w:val="00A56D4A"/>
    <w:rsid w:val="00A57235"/>
    <w:rsid w:val="00A57BC0"/>
    <w:rsid w:val="00A61D13"/>
    <w:rsid w:val="00A61E47"/>
    <w:rsid w:val="00A61ECF"/>
    <w:rsid w:val="00A62BA3"/>
    <w:rsid w:val="00A630CA"/>
    <w:rsid w:val="00A65450"/>
    <w:rsid w:val="00A6593E"/>
    <w:rsid w:val="00A65EBA"/>
    <w:rsid w:val="00A665C4"/>
    <w:rsid w:val="00A70CF9"/>
    <w:rsid w:val="00A714D9"/>
    <w:rsid w:val="00A7234C"/>
    <w:rsid w:val="00A72A6E"/>
    <w:rsid w:val="00A72CB0"/>
    <w:rsid w:val="00A73513"/>
    <w:rsid w:val="00A7370E"/>
    <w:rsid w:val="00A740D3"/>
    <w:rsid w:val="00A748DC"/>
    <w:rsid w:val="00A74D89"/>
    <w:rsid w:val="00A77711"/>
    <w:rsid w:val="00A80450"/>
    <w:rsid w:val="00A804A0"/>
    <w:rsid w:val="00A804CF"/>
    <w:rsid w:val="00A805D4"/>
    <w:rsid w:val="00A80914"/>
    <w:rsid w:val="00A81C9C"/>
    <w:rsid w:val="00A824D8"/>
    <w:rsid w:val="00A82895"/>
    <w:rsid w:val="00A82943"/>
    <w:rsid w:val="00A82EC0"/>
    <w:rsid w:val="00A82ED9"/>
    <w:rsid w:val="00A8401C"/>
    <w:rsid w:val="00A844FB"/>
    <w:rsid w:val="00A84A1C"/>
    <w:rsid w:val="00A85995"/>
    <w:rsid w:val="00A85C81"/>
    <w:rsid w:val="00A8653B"/>
    <w:rsid w:val="00A86877"/>
    <w:rsid w:val="00A86CB3"/>
    <w:rsid w:val="00A870E8"/>
    <w:rsid w:val="00A877CB"/>
    <w:rsid w:val="00A87B87"/>
    <w:rsid w:val="00A90202"/>
    <w:rsid w:val="00A9078F"/>
    <w:rsid w:val="00A917B3"/>
    <w:rsid w:val="00A9283A"/>
    <w:rsid w:val="00A930DC"/>
    <w:rsid w:val="00A9375F"/>
    <w:rsid w:val="00A93958"/>
    <w:rsid w:val="00A93D56"/>
    <w:rsid w:val="00A94815"/>
    <w:rsid w:val="00A94A96"/>
    <w:rsid w:val="00A950BB"/>
    <w:rsid w:val="00A95A24"/>
    <w:rsid w:val="00A96269"/>
    <w:rsid w:val="00A967C9"/>
    <w:rsid w:val="00A967E3"/>
    <w:rsid w:val="00A968F4"/>
    <w:rsid w:val="00A9717E"/>
    <w:rsid w:val="00A971F5"/>
    <w:rsid w:val="00A97A12"/>
    <w:rsid w:val="00AA06D7"/>
    <w:rsid w:val="00AA087E"/>
    <w:rsid w:val="00AA0C98"/>
    <w:rsid w:val="00AA0FAC"/>
    <w:rsid w:val="00AA11EA"/>
    <w:rsid w:val="00AA2905"/>
    <w:rsid w:val="00AA5FBB"/>
    <w:rsid w:val="00AA64BF"/>
    <w:rsid w:val="00AA6792"/>
    <w:rsid w:val="00AA70E2"/>
    <w:rsid w:val="00AA7314"/>
    <w:rsid w:val="00AA7DC5"/>
    <w:rsid w:val="00AB0483"/>
    <w:rsid w:val="00AB0CCF"/>
    <w:rsid w:val="00AB1510"/>
    <w:rsid w:val="00AB2E9E"/>
    <w:rsid w:val="00AB3562"/>
    <w:rsid w:val="00AB3BAD"/>
    <w:rsid w:val="00AB4057"/>
    <w:rsid w:val="00AB48E5"/>
    <w:rsid w:val="00AB4B4E"/>
    <w:rsid w:val="00AB4EE9"/>
    <w:rsid w:val="00AB6D97"/>
    <w:rsid w:val="00AB7A7E"/>
    <w:rsid w:val="00AB7EB7"/>
    <w:rsid w:val="00AC1D69"/>
    <w:rsid w:val="00AC23FF"/>
    <w:rsid w:val="00AC2711"/>
    <w:rsid w:val="00AC3BF0"/>
    <w:rsid w:val="00AC4A38"/>
    <w:rsid w:val="00AC50AB"/>
    <w:rsid w:val="00AC60FE"/>
    <w:rsid w:val="00AC64F4"/>
    <w:rsid w:val="00AC7058"/>
    <w:rsid w:val="00AC73CD"/>
    <w:rsid w:val="00AD00EC"/>
    <w:rsid w:val="00AD0C12"/>
    <w:rsid w:val="00AD0C65"/>
    <w:rsid w:val="00AD0C7A"/>
    <w:rsid w:val="00AD14BA"/>
    <w:rsid w:val="00AD18BE"/>
    <w:rsid w:val="00AD19A1"/>
    <w:rsid w:val="00AD2209"/>
    <w:rsid w:val="00AD2AED"/>
    <w:rsid w:val="00AD2F8E"/>
    <w:rsid w:val="00AD305F"/>
    <w:rsid w:val="00AD3FF0"/>
    <w:rsid w:val="00AD6B95"/>
    <w:rsid w:val="00AD6C6B"/>
    <w:rsid w:val="00AD7094"/>
    <w:rsid w:val="00AD7864"/>
    <w:rsid w:val="00AE05E9"/>
    <w:rsid w:val="00AE0CF1"/>
    <w:rsid w:val="00AE1207"/>
    <w:rsid w:val="00AE1C7D"/>
    <w:rsid w:val="00AE27ED"/>
    <w:rsid w:val="00AE2C44"/>
    <w:rsid w:val="00AE4160"/>
    <w:rsid w:val="00AE4EB3"/>
    <w:rsid w:val="00AE4F2D"/>
    <w:rsid w:val="00AE7F10"/>
    <w:rsid w:val="00AF0C9F"/>
    <w:rsid w:val="00AF119A"/>
    <w:rsid w:val="00AF18CF"/>
    <w:rsid w:val="00AF264E"/>
    <w:rsid w:val="00AF2DBD"/>
    <w:rsid w:val="00AF46C3"/>
    <w:rsid w:val="00AF6EC1"/>
    <w:rsid w:val="00B003AF"/>
    <w:rsid w:val="00B00426"/>
    <w:rsid w:val="00B03B81"/>
    <w:rsid w:val="00B03BFB"/>
    <w:rsid w:val="00B042C6"/>
    <w:rsid w:val="00B04CD9"/>
    <w:rsid w:val="00B05B42"/>
    <w:rsid w:val="00B0606E"/>
    <w:rsid w:val="00B0673F"/>
    <w:rsid w:val="00B079BC"/>
    <w:rsid w:val="00B10578"/>
    <w:rsid w:val="00B115BF"/>
    <w:rsid w:val="00B12230"/>
    <w:rsid w:val="00B126F8"/>
    <w:rsid w:val="00B1274A"/>
    <w:rsid w:val="00B13B25"/>
    <w:rsid w:val="00B141A2"/>
    <w:rsid w:val="00B16C59"/>
    <w:rsid w:val="00B16FDB"/>
    <w:rsid w:val="00B179A6"/>
    <w:rsid w:val="00B203E8"/>
    <w:rsid w:val="00B2074A"/>
    <w:rsid w:val="00B20944"/>
    <w:rsid w:val="00B20BFB"/>
    <w:rsid w:val="00B22F3A"/>
    <w:rsid w:val="00B242E5"/>
    <w:rsid w:val="00B2433F"/>
    <w:rsid w:val="00B24780"/>
    <w:rsid w:val="00B24B94"/>
    <w:rsid w:val="00B25D17"/>
    <w:rsid w:val="00B2606B"/>
    <w:rsid w:val="00B264F7"/>
    <w:rsid w:val="00B26C41"/>
    <w:rsid w:val="00B2770F"/>
    <w:rsid w:val="00B27D79"/>
    <w:rsid w:val="00B302BC"/>
    <w:rsid w:val="00B33168"/>
    <w:rsid w:val="00B33968"/>
    <w:rsid w:val="00B346C6"/>
    <w:rsid w:val="00B353BF"/>
    <w:rsid w:val="00B35836"/>
    <w:rsid w:val="00B370C7"/>
    <w:rsid w:val="00B37948"/>
    <w:rsid w:val="00B400B1"/>
    <w:rsid w:val="00B41E3F"/>
    <w:rsid w:val="00B42E5F"/>
    <w:rsid w:val="00B43ACB"/>
    <w:rsid w:val="00B445F8"/>
    <w:rsid w:val="00B45B0D"/>
    <w:rsid w:val="00B46171"/>
    <w:rsid w:val="00B47C2F"/>
    <w:rsid w:val="00B50484"/>
    <w:rsid w:val="00B511CA"/>
    <w:rsid w:val="00B5121D"/>
    <w:rsid w:val="00B51357"/>
    <w:rsid w:val="00B5254B"/>
    <w:rsid w:val="00B5313B"/>
    <w:rsid w:val="00B53DBF"/>
    <w:rsid w:val="00B54DEF"/>
    <w:rsid w:val="00B56256"/>
    <w:rsid w:val="00B57A60"/>
    <w:rsid w:val="00B63001"/>
    <w:rsid w:val="00B639F6"/>
    <w:rsid w:val="00B6407C"/>
    <w:rsid w:val="00B64174"/>
    <w:rsid w:val="00B64593"/>
    <w:rsid w:val="00B6467D"/>
    <w:rsid w:val="00B6480B"/>
    <w:rsid w:val="00B65A96"/>
    <w:rsid w:val="00B666DB"/>
    <w:rsid w:val="00B66AE4"/>
    <w:rsid w:val="00B66F39"/>
    <w:rsid w:val="00B706C4"/>
    <w:rsid w:val="00B70812"/>
    <w:rsid w:val="00B7095F"/>
    <w:rsid w:val="00B70EE1"/>
    <w:rsid w:val="00B717E7"/>
    <w:rsid w:val="00B724AF"/>
    <w:rsid w:val="00B726A2"/>
    <w:rsid w:val="00B74803"/>
    <w:rsid w:val="00B74A18"/>
    <w:rsid w:val="00B74B8B"/>
    <w:rsid w:val="00B7533C"/>
    <w:rsid w:val="00B754C4"/>
    <w:rsid w:val="00B76ADF"/>
    <w:rsid w:val="00B76B89"/>
    <w:rsid w:val="00B77302"/>
    <w:rsid w:val="00B7784C"/>
    <w:rsid w:val="00B80695"/>
    <w:rsid w:val="00B8176B"/>
    <w:rsid w:val="00B81B0E"/>
    <w:rsid w:val="00B81BD6"/>
    <w:rsid w:val="00B821B9"/>
    <w:rsid w:val="00B830AD"/>
    <w:rsid w:val="00B8335D"/>
    <w:rsid w:val="00B83AD9"/>
    <w:rsid w:val="00B84ED1"/>
    <w:rsid w:val="00B8644C"/>
    <w:rsid w:val="00B86516"/>
    <w:rsid w:val="00B9233D"/>
    <w:rsid w:val="00B93187"/>
    <w:rsid w:val="00B933A4"/>
    <w:rsid w:val="00B93FEA"/>
    <w:rsid w:val="00B9541B"/>
    <w:rsid w:val="00B95D93"/>
    <w:rsid w:val="00B96540"/>
    <w:rsid w:val="00B967DD"/>
    <w:rsid w:val="00B97480"/>
    <w:rsid w:val="00B97D3C"/>
    <w:rsid w:val="00BA03F2"/>
    <w:rsid w:val="00BA05E9"/>
    <w:rsid w:val="00BA063E"/>
    <w:rsid w:val="00BA0B24"/>
    <w:rsid w:val="00BA2392"/>
    <w:rsid w:val="00BA490E"/>
    <w:rsid w:val="00BA4C1F"/>
    <w:rsid w:val="00BA4DF4"/>
    <w:rsid w:val="00BA586A"/>
    <w:rsid w:val="00BA59A5"/>
    <w:rsid w:val="00BB07C9"/>
    <w:rsid w:val="00BB10FA"/>
    <w:rsid w:val="00BB1703"/>
    <w:rsid w:val="00BB1790"/>
    <w:rsid w:val="00BB1B3D"/>
    <w:rsid w:val="00BB2577"/>
    <w:rsid w:val="00BB2DB0"/>
    <w:rsid w:val="00BB4BE1"/>
    <w:rsid w:val="00BB4CB9"/>
    <w:rsid w:val="00BB5155"/>
    <w:rsid w:val="00BB5B51"/>
    <w:rsid w:val="00BB5FA7"/>
    <w:rsid w:val="00BB7642"/>
    <w:rsid w:val="00BB7645"/>
    <w:rsid w:val="00BB7A6C"/>
    <w:rsid w:val="00BB7DB4"/>
    <w:rsid w:val="00BC00D2"/>
    <w:rsid w:val="00BC21EF"/>
    <w:rsid w:val="00BC2453"/>
    <w:rsid w:val="00BC278F"/>
    <w:rsid w:val="00BC313C"/>
    <w:rsid w:val="00BC3665"/>
    <w:rsid w:val="00BC3733"/>
    <w:rsid w:val="00BC407A"/>
    <w:rsid w:val="00BC41E1"/>
    <w:rsid w:val="00BC421A"/>
    <w:rsid w:val="00BC4F4F"/>
    <w:rsid w:val="00BC5B33"/>
    <w:rsid w:val="00BC62D4"/>
    <w:rsid w:val="00BC7094"/>
    <w:rsid w:val="00BC7BDC"/>
    <w:rsid w:val="00BD076D"/>
    <w:rsid w:val="00BD0D30"/>
    <w:rsid w:val="00BD1951"/>
    <w:rsid w:val="00BD1D79"/>
    <w:rsid w:val="00BD20F5"/>
    <w:rsid w:val="00BD351D"/>
    <w:rsid w:val="00BD44A4"/>
    <w:rsid w:val="00BD4ED6"/>
    <w:rsid w:val="00BD6F1A"/>
    <w:rsid w:val="00BD7F7A"/>
    <w:rsid w:val="00BE011B"/>
    <w:rsid w:val="00BE070C"/>
    <w:rsid w:val="00BE0727"/>
    <w:rsid w:val="00BE0B0F"/>
    <w:rsid w:val="00BE25D0"/>
    <w:rsid w:val="00BE260D"/>
    <w:rsid w:val="00BE339C"/>
    <w:rsid w:val="00BE37B5"/>
    <w:rsid w:val="00BE3C08"/>
    <w:rsid w:val="00BE44A2"/>
    <w:rsid w:val="00BE695A"/>
    <w:rsid w:val="00BE7140"/>
    <w:rsid w:val="00BF0F7E"/>
    <w:rsid w:val="00BF1A33"/>
    <w:rsid w:val="00BF1D0C"/>
    <w:rsid w:val="00BF2BCC"/>
    <w:rsid w:val="00BF2DBB"/>
    <w:rsid w:val="00BF3ABD"/>
    <w:rsid w:val="00BF555F"/>
    <w:rsid w:val="00BF5E90"/>
    <w:rsid w:val="00BF6219"/>
    <w:rsid w:val="00BF643A"/>
    <w:rsid w:val="00BF665C"/>
    <w:rsid w:val="00BF6A37"/>
    <w:rsid w:val="00C00552"/>
    <w:rsid w:val="00C00649"/>
    <w:rsid w:val="00C00660"/>
    <w:rsid w:val="00C00796"/>
    <w:rsid w:val="00C0116D"/>
    <w:rsid w:val="00C014AE"/>
    <w:rsid w:val="00C03627"/>
    <w:rsid w:val="00C03CEA"/>
    <w:rsid w:val="00C0443B"/>
    <w:rsid w:val="00C048AC"/>
    <w:rsid w:val="00C05079"/>
    <w:rsid w:val="00C0538B"/>
    <w:rsid w:val="00C05E36"/>
    <w:rsid w:val="00C06485"/>
    <w:rsid w:val="00C078B1"/>
    <w:rsid w:val="00C07E26"/>
    <w:rsid w:val="00C10E48"/>
    <w:rsid w:val="00C11278"/>
    <w:rsid w:val="00C11413"/>
    <w:rsid w:val="00C115EF"/>
    <w:rsid w:val="00C12FF6"/>
    <w:rsid w:val="00C148C6"/>
    <w:rsid w:val="00C14F7F"/>
    <w:rsid w:val="00C154CC"/>
    <w:rsid w:val="00C1677D"/>
    <w:rsid w:val="00C16D38"/>
    <w:rsid w:val="00C16E76"/>
    <w:rsid w:val="00C1714F"/>
    <w:rsid w:val="00C17C74"/>
    <w:rsid w:val="00C20BFD"/>
    <w:rsid w:val="00C20E21"/>
    <w:rsid w:val="00C21569"/>
    <w:rsid w:val="00C218BE"/>
    <w:rsid w:val="00C21B3A"/>
    <w:rsid w:val="00C22E49"/>
    <w:rsid w:val="00C232BF"/>
    <w:rsid w:val="00C24388"/>
    <w:rsid w:val="00C243EF"/>
    <w:rsid w:val="00C2453C"/>
    <w:rsid w:val="00C2577B"/>
    <w:rsid w:val="00C271B6"/>
    <w:rsid w:val="00C277AB"/>
    <w:rsid w:val="00C27B39"/>
    <w:rsid w:val="00C27E75"/>
    <w:rsid w:val="00C30051"/>
    <w:rsid w:val="00C30880"/>
    <w:rsid w:val="00C30D34"/>
    <w:rsid w:val="00C316B2"/>
    <w:rsid w:val="00C31E79"/>
    <w:rsid w:val="00C3244E"/>
    <w:rsid w:val="00C32798"/>
    <w:rsid w:val="00C32CDC"/>
    <w:rsid w:val="00C331F7"/>
    <w:rsid w:val="00C33E69"/>
    <w:rsid w:val="00C34A56"/>
    <w:rsid w:val="00C34C0B"/>
    <w:rsid w:val="00C35038"/>
    <w:rsid w:val="00C358DD"/>
    <w:rsid w:val="00C35FE5"/>
    <w:rsid w:val="00C37845"/>
    <w:rsid w:val="00C415BA"/>
    <w:rsid w:val="00C416C6"/>
    <w:rsid w:val="00C4300B"/>
    <w:rsid w:val="00C44ED3"/>
    <w:rsid w:val="00C4554D"/>
    <w:rsid w:val="00C46086"/>
    <w:rsid w:val="00C46194"/>
    <w:rsid w:val="00C4687A"/>
    <w:rsid w:val="00C47482"/>
    <w:rsid w:val="00C47600"/>
    <w:rsid w:val="00C506EC"/>
    <w:rsid w:val="00C508B2"/>
    <w:rsid w:val="00C513E5"/>
    <w:rsid w:val="00C520D3"/>
    <w:rsid w:val="00C52D63"/>
    <w:rsid w:val="00C53FDA"/>
    <w:rsid w:val="00C55937"/>
    <w:rsid w:val="00C55C98"/>
    <w:rsid w:val="00C563EE"/>
    <w:rsid w:val="00C5673E"/>
    <w:rsid w:val="00C57B9B"/>
    <w:rsid w:val="00C6001B"/>
    <w:rsid w:val="00C604B8"/>
    <w:rsid w:val="00C611EC"/>
    <w:rsid w:val="00C61B8D"/>
    <w:rsid w:val="00C61DD6"/>
    <w:rsid w:val="00C626FF"/>
    <w:rsid w:val="00C62C5F"/>
    <w:rsid w:val="00C62FF3"/>
    <w:rsid w:val="00C6344C"/>
    <w:rsid w:val="00C653C4"/>
    <w:rsid w:val="00C66864"/>
    <w:rsid w:val="00C7046C"/>
    <w:rsid w:val="00C70A85"/>
    <w:rsid w:val="00C70B72"/>
    <w:rsid w:val="00C70D5F"/>
    <w:rsid w:val="00C719A0"/>
    <w:rsid w:val="00C72646"/>
    <w:rsid w:val="00C72840"/>
    <w:rsid w:val="00C72AEE"/>
    <w:rsid w:val="00C72C70"/>
    <w:rsid w:val="00C73228"/>
    <w:rsid w:val="00C73C1F"/>
    <w:rsid w:val="00C73C8A"/>
    <w:rsid w:val="00C746B8"/>
    <w:rsid w:val="00C749F3"/>
    <w:rsid w:val="00C74CC7"/>
    <w:rsid w:val="00C813E2"/>
    <w:rsid w:val="00C8196A"/>
    <w:rsid w:val="00C821EC"/>
    <w:rsid w:val="00C831FD"/>
    <w:rsid w:val="00C83C5B"/>
    <w:rsid w:val="00C840F7"/>
    <w:rsid w:val="00C876F5"/>
    <w:rsid w:val="00C91FAE"/>
    <w:rsid w:val="00C9255F"/>
    <w:rsid w:val="00C92915"/>
    <w:rsid w:val="00C9310B"/>
    <w:rsid w:val="00C93300"/>
    <w:rsid w:val="00C93A31"/>
    <w:rsid w:val="00C9562E"/>
    <w:rsid w:val="00C958AC"/>
    <w:rsid w:val="00C959DD"/>
    <w:rsid w:val="00C95FA4"/>
    <w:rsid w:val="00C969A8"/>
    <w:rsid w:val="00C96B75"/>
    <w:rsid w:val="00C96C7B"/>
    <w:rsid w:val="00C97F83"/>
    <w:rsid w:val="00CA17EA"/>
    <w:rsid w:val="00CA2A1C"/>
    <w:rsid w:val="00CA2B17"/>
    <w:rsid w:val="00CA2CDF"/>
    <w:rsid w:val="00CA3477"/>
    <w:rsid w:val="00CA3B5B"/>
    <w:rsid w:val="00CA44C9"/>
    <w:rsid w:val="00CA607F"/>
    <w:rsid w:val="00CA657E"/>
    <w:rsid w:val="00CA65AB"/>
    <w:rsid w:val="00CB04D0"/>
    <w:rsid w:val="00CB0E75"/>
    <w:rsid w:val="00CB1C0F"/>
    <w:rsid w:val="00CB2157"/>
    <w:rsid w:val="00CB27E8"/>
    <w:rsid w:val="00CB383A"/>
    <w:rsid w:val="00CB3F82"/>
    <w:rsid w:val="00CB536B"/>
    <w:rsid w:val="00CB5BA1"/>
    <w:rsid w:val="00CB67E9"/>
    <w:rsid w:val="00CB6FF5"/>
    <w:rsid w:val="00CC063E"/>
    <w:rsid w:val="00CC1A15"/>
    <w:rsid w:val="00CC21DE"/>
    <w:rsid w:val="00CC2F3C"/>
    <w:rsid w:val="00CC4091"/>
    <w:rsid w:val="00CC4350"/>
    <w:rsid w:val="00CC4736"/>
    <w:rsid w:val="00CC4A46"/>
    <w:rsid w:val="00CC4CF0"/>
    <w:rsid w:val="00CC5202"/>
    <w:rsid w:val="00CC6B21"/>
    <w:rsid w:val="00CC71F7"/>
    <w:rsid w:val="00CC7849"/>
    <w:rsid w:val="00CD048D"/>
    <w:rsid w:val="00CD04BE"/>
    <w:rsid w:val="00CD2A29"/>
    <w:rsid w:val="00CD31A6"/>
    <w:rsid w:val="00CD443F"/>
    <w:rsid w:val="00CD4C7F"/>
    <w:rsid w:val="00CD5BB6"/>
    <w:rsid w:val="00CD5C32"/>
    <w:rsid w:val="00CD6E3C"/>
    <w:rsid w:val="00CE005A"/>
    <w:rsid w:val="00CE1B92"/>
    <w:rsid w:val="00CE22B4"/>
    <w:rsid w:val="00CE2634"/>
    <w:rsid w:val="00CE2B43"/>
    <w:rsid w:val="00CE3FD2"/>
    <w:rsid w:val="00CE51CF"/>
    <w:rsid w:val="00CE64A8"/>
    <w:rsid w:val="00CE6CB0"/>
    <w:rsid w:val="00CE796E"/>
    <w:rsid w:val="00CF0F38"/>
    <w:rsid w:val="00CF13A9"/>
    <w:rsid w:val="00CF1514"/>
    <w:rsid w:val="00CF26B6"/>
    <w:rsid w:val="00CF3899"/>
    <w:rsid w:val="00CF3AAA"/>
    <w:rsid w:val="00CF41EC"/>
    <w:rsid w:val="00CF425B"/>
    <w:rsid w:val="00CF58A2"/>
    <w:rsid w:val="00CF64AE"/>
    <w:rsid w:val="00CF6C3F"/>
    <w:rsid w:val="00CF7105"/>
    <w:rsid w:val="00CF7FDE"/>
    <w:rsid w:val="00D017D3"/>
    <w:rsid w:val="00D025DD"/>
    <w:rsid w:val="00D028C1"/>
    <w:rsid w:val="00D02B60"/>
    <w:rsid w:val="00D03286"/>
    <w:rsid w:val="00D0350D"/>
    <w:rsid w:val="00D043BF"/>
    <w:rsid w:val="00D05C69"/>
    <w:rsid w:val="00D0683D"/>
    <w:rsid w:val="00D115F5"/>
    <w:rsid w:val="00D11662"/>
    <w:rsid w:val="00D123D2"/>
    <w:rsid w:val="00D12E19"/>
    <w:rsid w:val="00D13A3D"/>
    <w:rsid w:val="00D13C0E"/>
    <w:rsid w:val="00D149A8"/>
    <w:rsid w:val="00D15024"/>
    <w:rsid w:val="00D166A2"/>
    <w:rsid w:val="00D16731"/>
    <w:rsid w:val="00D1764E"/>
    <w:rsid w:val="00D20165"/>
    <w:rsid w:val="00D20334"/>
    <w:rsid w:val="00D2164E"/>
    <w:rsid w:val="00D22323"/>
    <w:rsid w:val="00D229FD"/>
    <w:rsid w:val="00D24A8D"/>
    <w:rsid w:val="00D25BE4"/>
    <w:rsid w:val="00D26572"/>
    <w:rsid w:val="00D26ADA"/>
    <w:rsid w:val="00D30CBE"/>
    <w:rsid w:val="00D32C4B"/>
    <w:rsid w:val="00D341A6"/>
    <w:rsid w:val="00D35F9A"/>
    <w:rsid w:val="00D36600"/>
    <w:rsid w:val="00D40769"/>
    <w:rsid w:val="00D42693"/>
    <w:rsid w:val="00D42755"/>
    <w:rsid w:val="00D42A16"/>
    <w:rsid w:val="00D434AE"/>
    <w:rsid w:val="00D43932"/>
    <w:rsid w:val="00D440A7"/>
    <w:rsid w:val="00D44177"/>
    <w:rsid w:val="00D445ED"/>
    <w:rsid w:val="00D449BD"/>
    <w:rsid w:val="00D44C21"/>
    <w:rsid w:val="00D45D66"/>
    <w:rsid w:val="00D462A4"/>
    <w:rsid w:val="00D46EF7"/>
    <w:rsid w:val="00D4799B"/>
    <w:rsid w:val="00D50D4A"/>
    <w:rsid w:val="00D51930"/>
    <w:rsid w:val="00D53F7C"/>
    <w:rsid w:val="00D54E2F"/>
    <w:rsid w:val="00D55760"/>
    <w:rsid w:val="00D55DD5"/>
    <w:rsid w:val="00D572D0"/>
    <w:rsid w:val="00D576AC"/>
    <w:rsid w:val="00D603C4"/>
    <w:rsid w:val="00D611B2"/>
    <w:rsid w:val="00D61C51"/>
    <w:rsid w:val="00D628C3"/>
    <w:rsid w:val="00D633F3"/>
    <w:rsid w:val="00D6384A"/>
    <w:rsid w:val="00D638A0"/>
    <w:rsid w:val="00D63C9A"/>
    <w:rsid w:val="00D64A03"/>
    <w:rsid w:val="00D66B52"/>
    <w:rsid w:val="00D6713F"/>
    <w:rsid w:val="00D67B88"/>
    <w:rsid w:val="00D70137"/>
    <w:rsid w:val="00D70B0C"/>
    <w:rsid w:val="00D70FB8"/>
    <w:rsid w:val="00D71106"/>
    <w:rsid w:val="00D719A6"/>
    <w:rsid w:val="00D7212A"/>
    <w:rsid w:val="00D733CC"/>
    <w:rsid w:val="00D73A78"/>
    <w:rsid w:val="00D73CD7"/>
    <w:rsid w:val="00D74E1C"/>
    <w:rsid w:val="00D755E0"/>
    <w:rsid w:val="00D775A9"/>
    <w:rsid w:val="00D8075D"/>
    <w:rsid w:val="00D80B94"/>
    <w:rsid w:val="00D8196B"/>
    <w:rsid w:val="00D81CEA"/>
    <w:rsid w:val="00D8281C"/>
    <w:rsid w:val="00D82EBA"/>
    <w:rsid w:val="00D83ABE"/>
    <w:rsid w:val="00D8415F"/>
    <w:rsid w:val="00D84B1D"/>
    <w:rsid w:val="00D87BE2"/>
    <w:rsid w:val="00D90567"/>
    <w:rsid w:val="00D91537"/>
    <w:rsid w:val="00D91878"/>
    <w:rsid w:val="00D92F3E"/>
    <w:rsid w:val="00D93A39"/>
    <w:rsid w:val="00D93EF8"/>
    <w:rsid w:val="00D94BA8"/>
    <w:rsid w:val="00D952A0"/>
    <w:rsid w:val="00D95529"/>
    <w:rsid w:val="00D97118"/>
    <w:rsid w:val="00D97140"/>
    <w:rsid w:val="00D977BF"/>
    <w:rsid w:val="00D9780E"/>
    <w:rsid w:val="00DA09EE"/>
    <w:rsid w:val="00DA0EB3"/>
    <w:rsid w:val="00DA0F1C"/>
    <w:rsid w:val="00DA1132"/>
    <w:rsid w:val="00DA188A"/>
    <w:rsid w:val="00DA2A68"/>
    <w:rsid w:val="00DA2F74"/>
    <w:rsid w:val="00DA5678"/>
    <w:rsid w:val="00DA5BCF"/>
    <w:rsid w:val="00DA7FFB"/>
    <w:rsid w:val="00DB0205"/>
    <w:rsid w:val="00DB05B0"/>
    <w:rsid w:val="00DB14C7"/>
    <w:rsid w:val="00DB254B"/>
    <w:rsid w:val="00DB277F"/>
    <w:rsid w:val="00DB2D38"/>
    <w:rsid w:val="00DB4D9F"/>
    <w:rsid w:val="00DB54ED"/>
    <w:rsid w:val="00DB63BA"/>
    <w:rsid w:val="00DB69A8"/>
    <w:rsid w:val="00DB7304"/>
    <w:rsid w:val="00DB7F2E"/>
    <w:rsid w:val="00DC04E3"/>
    <w:rsid w:val="00DC10F1"/>
    <w:rsid w:val="00DC1854"/>
    <w:rsid w:val="00DC2A3E"/>
    <w:rsid w:val="00DC3C28"/>
    <w:rsid w:val="00DC3CCA"/>
    <w:rsid w:val="00DC457F"/>
    <w:rsid w:val="00DC590C"/>
    <w:rsid w:val="00DC66F0"/>
    <w:rsid w:val="00DC6FAA"/>
    <w:rsid w:val="00DC71A2"/>
    <w:rsid w:val="00DC727D"/>
    <w:rsid w:val="00DD0341"/>
    <w:rsid w:val="00DD0DBD"/>
    <w:rsid w:val="00DD11E6"/>
    <w:rsid w:val="00DD1793"/>
    <w:rsid w:val="00DD184F"/>
    <w:rsid w:val="00DD2BAE"/>
    <w:rsid w:val="00DD34C4"/>
    <w:rsid w:val="00DD366B"/>
    <w:rsid w:val="00DD37EA"/>
    <w:rsid w:val="00DD4433"/>
    <w:rsid w:val="00DD5B3C"/>
    <w:rsid w:val="00DD68B9"/>
    <w:rsid w:val="00DD76EF"/>
    <w:rsid w:val="00DD7A7F"/>
    <w:rsid w:val="00DE176B"/>
    <w:rsid w:val="00DE2BBD"/>
    <w:rsid w:val="00DE426F"/>
    <w:rsid w:val="00DE59F3"/>
    <w:rsid w:val="00DE7784"/>
    <w:rsid w:val="00DE7A97"/>
    <w:rsid w:val="00DE7B8C"/>
    <w:rsid w:val="00DE7C9B"/>
    <w:rsid w:val="00DE7D08"/>
    <w:rsid w:val="00DF06C2"/>
    <w:rsid w:val="00DF118A"/>
    <w:rsid w:val="00DF1BDD"/>
    <w:rsid w:val="00DF2C6E"/>
    <w:rsid w:val="00DF362B"/>
    <w:rsid w:val="00DF3F07"/>
    <w:rsid w:val="00DF4586"/>
    <w:rsid w:val="00DF4EA3"/>
    <w:rsid w:val="00DF5482"/>
    <w:rsid w:val="00DF7058"/>
    <w:rsid w:val="00DF7902"/>
    <w:rsid w:val="00E0048E"/>
    <w:rsid w:val="00E00917"/>
    <w:rsid w:val="00E00B10"/>
    <w:rsid w:val="00E00E88"/>
    <w:rsid w:val="00E00EE0"/>
    <w:rsid w:val="00E0160A"/>
    <w:rsid w:val="00E022B5"/>
    <w:rsid w:val="00E02365"/>
    <w:rsid w:val="00E02416"/>
    <w:rsid w:val="00E03089"/>
    <w:rsid w:val="00E040F8"/>
    <w:rsid w:val="00E04CAE"/>
    <w:rsid w:val="00E05342"/>
    <w:rsid w:val="00E0578A"/>
    <w:rsid w:val="00E05995"/>
    <w:rsid w:val="00E05A8C"/>
    <w:rsid w:val="00E079F7"/>
    <w:rsid w:val="00E07A1C"/>
    <w:rsid w:val="00E100BA"/>
    <w:rsid w:val="00E1014B"/>
    <w:rsid w:val="00E107F2"/>
    <w:rsid w:val="00E10C70"/>
    <w:rsid w:val="00E125A6"/>
    <w:rsid w:val="00E13F88"/>
    <w:rsid w:val="00E146E3"/>
    <w:rsid w:val="00E146E9"/>
    <w:rsid w:val="00E14A54"/>
    <w:rsid w:val="00E14E96"/>
    <w:rsid w:val="00E170C8"/>
    <w:rsid w:val="00E214F9"/>
    <w:rsid w:val="00E21F4E"/>
    <w:rsid w:val="00E224E2"/>
    <w:rsid w:val="00E234C8"/>
    <w:rsid w:val="00E238A3"/>
    <w:rsid w:val="00E23A7A"/>
    <w:rsid w:val="00E243E9"/>
    <w:rsid w:val="00E2449F"/>
    <w:rsid w:val="00E2452C"/>
    <w:rsid w:val="00E24B46"/>
    <w:rsid w:val="00E251DC"/>
    <w:rsid w:val="00E25694"/>
    <w:rsid w:val="00E264D5"/>
    <w:rsid w:val="00E2714B"/>
    <w:rsid w:val="00E276D3"/>
    <w:rsid w:val="00E278D3"/>
    <w:rsid w:val="00E30440"/>
    <w:rsid w:val="00E30E92"/>
    <w:rsid w:val="00E3131A"/>
    <w:rsid w:val="00E31784"/>
    <w:rsid w:val="00E32A34"/>
    <w:rsid w:val="00E331AE"/>
    <w:rsid w:val="00E33610"/>
    <w:rsid w:val="00E33ACC"/>
    <w:rsid w:val="00E3467B"/>
    <w:rsid w:val="00E3672D"/>
    <w:rsid w:val="00E3780C"/>
    <w:rsid w:val="00E41D5A"/>
    <w:rsid w:val="00E428FD"/>
    <w:rsid w:val="00E429C9"/>
    <w:rsid w:val="00E44020"/>
    <w:rsid w:val="00E446C1"/>
    <w:rsid w:val="00E44867"/>
    <w:rsid w:val="00E44A39"/>
    <w:rsid w:val="00E451D0"/>
    <w:rsid w:val="00E468C4"/>
    <w:rsid w:val="00E50100"/>
    <w:rsid w:val="00E50ED4"/>
    <w:rsid w:val="00E51A6D"/>
    <w:rsid w:val="00E5277D"/>
    <w:rsid w:val="00E529EC"/>
    <w:rsid w:val="00E55034"/>
    <w:rsid w:val="00E5529D"/>
    <w:rsid w:val="00E60573"/>
    <w:rsid w:val="00E60D05"/>
    <w:rsid w:val="00E60E88"/>
    <w:rsid w:val="00E6327E"/>
    <w:rsid w:val="00E636FF"/>
    <w:rsid w:val="00E63CA9"/>
    <w:rsid w:val="00E647E7"/>
    <w:rsid w:val="00E64A28"/>
    <w:rsid w:val="00E65D19"/>
    <w:rsid w:val="00E674A3"/>
    <w:rsid w:val="00E674C1"/>
    <w:rsid w:val="00E677A8"/>
    <w:rsid w:val="00E67EC0"/>
    <w:rsid w:val="00E70478"/>
    <w:rsid w:val="00E70E92"/>
    <w:rsid w:val="00E72C96"/>
    <w:rsid w:val="00E72D0B"/>
    <w:rsid w:val="00E72FDB"/>
    <w:rsid w:val="00E75207"/>
    <w:rsid w:val="00E767DA"/>
    <w:rsid w:val="00E77199"/>
    <w:rsid w:val="00E81989"/>
    <w:rsid w:val="00E81FFD"/>
    <w:rsid w:val="00E83090"/>
    <w:rsid w:val="00E8381A"/>
    <w:rsid w:val="00E83822"/>
    <w:rsid w:val="00E83C9B"/>
    <w:rsid w:val="00E842D7"/>
    <w:rsid w:val="00E85702"/>
    <w:rsid w:val="00E85988"/>
    <w:rsid w:val="00E859F8"/>
    <w:rsid w:val="00E862F7"/>
    <w:rsid w:val="00E8649E"/>
    <w:rsid w:val="00E87862"/>
    <w:rsid w:val="00E9035A"/>
    <w:rsid w:val="00E91182"/>
    <w:rsid w:val="00E91F7C"/>
    <w:rsid w:val="00E927E7"/>
    <w:rsid w:val="00E92DAA"/>
    <w:rsid w:val="00E9306F"/>
    <w:rsid w:val="00E933C0"/>
    <w:rsid w:val="00E94817"/>
    <w:rsid w:val="00E94AC1"/>
    <w:rsid w:val="00E96011"/>
    <w:rsid w:val="00E9763D"/>
    <w:rsid w:val="00E9785B"/>
    <w:rsid w:val="00EA0384"/>
    <w:rsid w:val="00EA09A8"/>
    <w:rsid w:val="00EA1507"/>
    <w:rsid w:val="00EA1572"/>
    <w:rsid w:val="00EA20C6"/>
    <w:rsid w:val="00EA2122"/>
    <w:rsid w:val="00EA2E79"/>
    <w:rsid w:val="00EA3238"/>
    <w:rsid w:val="00EA3F2D"/>
    <w:rsid w:val="00EA4148"/>
    <w:rsid w:val="00EA4A4F"/>
    <w:rsid w:val="00EA5574"/>
    <w:rsid w:val="00EA6494"/>
    <w:rsid w:val="00EB01FE"/>
    <w:rsid w:val="00EB0D79"/>
    <w:rsid w:val="00EB133A"/>
    <w:rsid w:val="00EB1C8A"/>
    <w:rsid w:val="00EB1DCD"/>
    <w:rsid w:val="00EB1FDF"/>
    <w:rsid w:val="00EB3052"/>
    <w:rsid w:val="00EB3878"/>
    <w:rsid w:val="00EB42CC"/>
    <w:rsid w:val="00EB457E"/>
    <w:rsid w:val="00EB593D"/>
    <w:rsid w:val="00EB59DA"/>
    <w:rsid w:val="00EB6285"/>
    <w:rsid w:val="00EC05AF"/>
    <w:rsid w:val="00EC0756"/>
    <w:rsid w:val="00EC0C48"/>
    <w:rsid w:val="00EC1569"/>
    <w:rsid w:val="00EC1DE4"/>
    <w:rsid w:val="00EC1ED5"/>
    <w:rsid w:val="00EC38AF"/>
    <w:rsid w:val="00EC3B23"/>
    <w:rsid w:val="00EC4679"/>
    <w:rsid w:val="00EC4E1F"/>
    <w:rsid w:val="00EC4EAF"/>
    <w:rsid w:val="00EC720E"/>
    <w:rsid w:val="00EC7D7B"/>
    <w:rsid w:val="00ED026D"/>
    <w:rsid w:val="00ED050D"/>
    <w:rsid w:val="00ED0603"/>
    <w:rsid w:val="00ED0DDE"/>
    <w:rsid w:val="00ED29B9"/>
    <w:rsid w:val="00ED3CBD"/>
    <w:rsid w:val="00ED4257"/>
    <w:rsid w:val="00ED4757"/>
    <w:rsid w:val="00ED5505"/>
    <w:rsid w:val="00ED672E"/>
    <w:rsid w:val="00ED71F8"/>
    <w:rsid w:val="00ED733C"/>
    <w:rsid w:val="00EE2431"/>
    <w:rsid w:val="00EE246D"/>
    <w:rsid w:val="00EE2DC1"/>
    <w:rsid w:val="00EE2E5D"/>
    <w:rsid w:val="00EE35CA"/>
    <w:rsid w:val="00EE3F65"/>
    <w:rsid w:val="00EE4C7E"/>
    <w:rsid w:val="00EE52AA"/>
    <w:rsid w:val="00EE52AF"/>
    <w:rsid w:val="00EE5E8A"/>
    <w:rsid w:val="00EE5F96"/>
    <w:rsid w:val="00EE6699"/>
    <w:rsid w:val="00EF0FA7"/>
    <w:rsid w:val="00EF1C56"/>
    <w:rsid w:val="00EF1CE8"/>
    <w:rsid w:val="00EF3356"/>
    <w:rsid w:val="00EF33EB"/>
    <w:rsid w:val="00EF383F"/>
    <w:rsid w:val="00EF50A2"/>
    <w:rsid w:val="00EF536A"/>
    <w:rsid w:val="00EF5742"/>
    <w:rsid w:val="00EF6EC5"/>
    <w:rsid w:val="00EF7C84"/>
    <w:rsid w:val="00F01009"/>
    <w:rsid w:val="00F01D00"/>
    <w:rsid w:val="00F02734"/>
    <w:rsid w:val="00F028E3"/>
    <w:rsid w:val="00F03052"/>
    <w:rsid w:val="00F03E2F"/>
    <w:rsid w:val="00F06722"/>
    <w:rsid w:val="00F068D1"/>
    <w:rsid w:val="00F072A4"/>
    <w:rsid w:val="00F07ADF"/>
    <w:rsid w:val="00F100FE"/>
    <w:rsid w:val="00F10A1D"/>
    <w:rsid w:val="00F11937"/>
    <w:rsid w:val="00F14C50"/>
    <w:rsid w:val="00F16D51"/>
    <w:rsid w:val="00F202BE"/>
    <w:rsid w:val="00F2163A"/>
    <w:rsid w:val="00F2248F"/>
    <w:rsid w:val="00F23B62"/>
    <w:rsid w:val="00F24768"/>
    <w:rsid w:val="00F252A6"/>
    <w:rsid w:val="00F25DEE"/>
    <w:rsid w:val="00F26BF5"/>
    <w:rsid w:val="00F26D5B"/>
    <w:rsid w:val="00F27D99"/>
    <w:rsid w:val="00F30271"/>
    <w:rsid w:val="00F303F2"/>
    <w:rsid w:val="00F30E27"/>
    <w:rsid w:val="00F310EC"/>
    <w:rsid w:val="00F317DC"/>
    <w:rsid w:val="00F32013"/>
    <w:rsid w:val="00F3392F"/>
    <w:rsid w:val="00F33A8F"/>
    <w:rsid w:val="00F34B85"/>
    <w:rsid w:val="00F34C3D"/>
    <w:rsid w:val="00F3675F"/>
    <w:rsid w:val="00F40817"/>
    <w:rsid w:val="00F40C34"/>
    <w:rsid w:val="00F41DFD"/>
    <w:rsid w:val="00F42312"/>
    <w:rsid w:val="00F4253D"/>
    <w:rsid w:val="00F426EE"/>
    <w:rsid w:val="00F4313B"/>
    <w:rsid w:val="00F434F7"/>
    <w:rsid w:val="00F43BB2"/>
    <w:rsid w:val="00F43FDD"/>
    <w:rsid w:val="00F4414B"/>
    <w:rsid w:val="00F44823"/>
    <w:rsid w:val="00F44F37"/>
    <w:rsid w:val="00F4507A"/>
    <w:rsid w:val="00F45289"/>
    <w:rsid w:val="00F478C7"/>
    <w:rsid w:val="00F5018C"/>
    <w:rsid w:val="00F512A6"/>
    <w:rsid w:val="00F52552"/>
    <w:rsid w:val="00F52E8D"/>
    <w:rsid w:val="00F5559E"/>
    <w:rsid w:val="00F55CD8"/>
    <w:rsid w:val="00F56FB5"/>
    <w:rsid w:val="00F62548"/>
    <w:rsid w:val="00F638D9"/>
    <w:rsid w:val="00F63A1B"/>
    <w:rsid w:val="00F63B45"/>
    <w:rsid w:val="00F64425"/>
    <w:rsid w:val="00F64A9D"/>
    <w:rsid w:val="00F66F13"/>
    <w:rsid w:val="00F673E4"/>
    <w:rsid w:val="00F67E18"/>
    <w:rsid w:val="00F700BB"/>
    <w:rsid w:val="00F706D7"/>
    <w:rsid w:val="00F7096B"/>
    <w:rsid w:val="00F70C1C"/>
    <w:rsid w:val="00F70E2E"/>
    <w:rsid w:val="00F71007"/>
    <w:rsid w:val="00F71A7B"/>
    <w:rsid w:val="00F71E35"/>
    <w:rsid w:val="00F7224E"/>
    <w:rsid w:val="00F74EE7"/>
    <w:rsid w:val="00F765F9"/>
    <w:rsid w:val="00F766BF"/>
    <w:rsid w:val="00F76A29"/>
    <w:rsid w:val="00F76E16"/>
    <w:rsid w:val="00F771A5"/>
    <w:rsid w:val="00F77513"/>
    <w:rsid w:val="00F86B81"/>
    <w:rsid w:val="00F874CA"/>
    <w:rsid w:val="00F87B29"/>
    <w:rsid w:val="00F87D33"/>
    <w:rsid w:val="00F9283D"/>
    <w:rsid w:val="00F92FAA"/>
    <w:rsid w:val="00F9364D"/>
    <w:rsid w:val="00F942BC"/>
    <w:rsid w:val="00F94D8C"/>
    <w:rsid w:val="00F95419"/>
    <w:rsid w:val="00F95873"/>
    <w:rsid w:val="00F95B91"/>
    <w:rsid w:val="00F95C8A"/>
    <w:rsid w:val="00F96038"/>
    <w:rsid w:val="00F960CE"/>
    <w:rsid w:val="00F96795"/>
    <w:rsid w:val="00FA0852"/>
    <w:rsid w:val="00FA23D7"/>
    <w:rsid w:val="00FA3112"/>
    <w:rsid w:val="00FA3C13"/>
    <w:rsid w:val="00FA517D"/>
    <w:rsid w:val="00FA5485"/>
    <w:rsid w:val="00FA66FB"/>
    <w:rsid w:val="00FA6F80"/>
    <w:rsid w:val="00FA7086"/>
    <w:rsid w:val="00FA7910"/>
    <w:rsid w:val="00FB04E9"/>
    <w:rsid w:val="00FB05A9"/>
    <w:rsid w:val="00FB1737"/>
    <w:rsid w:val="00FB2DE0"/>
    <w:rsid w:val="00FB3C08"/>
    <w:rsid w:val="00FB3C17"/>
    <w:rsid w:val="00FB3FE6"/>
    <w:rsid w:val="00FB5AFB"/>
    <w:rsid w:val="00FB5D10"/>
    <w:rsid w:val="00FC03B9"/>
    <w:rsid w:val="00FC0731"/>
    <w:rsid w:val="00FC0BCA"/>
    <w:rsid w:val="00FC2E1F"/>
    <w:rsid w:val="00FC3940"/>
    <w:rsid w:val="00FC4E77"/>
    <w:rsid w:val="00FC5BA2"/>
    <w:rsid w:val="00FD0077"/>
    <w:rsid w:val="00FD074F"/>
    <w:rsid w:val="00FD2FB2"/>
    <w:rsid w:val="00FD31D0"/>
    <w:rsid w:val="00FD31E8"/>
    <w:rsid w:val="00FD3373"/>
    <w:rsid w:val="00FD34E3"/>
    <w:rsid w:val="00FD3C6B"/>
    <w:rsid w:val="00FD5879"/>
    <w:rsid w:val="00FD6BBA"/>
    <w:rsid w:val="00FD701E"/>
    <w:rsid w:val="00FE0307"/>
    <w:rsid w:val="00FE0871"/>
    <w:rsid w:val="00FE2139"/>
    <w:rsid w:val="00FE2BF4"/>
    <w:rsid w:val="00FE30D1"/>
    <w:rsid w:val="00FE36C8"/>
    <w:rsid w:val="00FE432F"/>
    <w:rsid w:val="00FE49BB"/>
    <w:rsid w:val="00FE50B8"/>
    <w:rsid w:val="00FE70F4"/>
    <w:rsid w:val="00FF0BAE"/>
    <w:rsid w:val="00FF1059"/>
    <w:rsid w:val="00FF2627"/>
    <w:rsid w:val="00FF459A"/>
    <w:rsid w:val="00FF5FA6"/>
    <w:rsid w:val="00FF73BE"/>
    <w:rsid w:val="00FF74A2"/>
    <w:rsid w:val="29631F9A"/>
    <w:rsid w:val="2C274C96"/>
    <w:rsid w:val="715D59D9"/>
    <w:rsid w:val="7D1021CA"/>
    <w:rsid w:val="7D403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F26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B2F26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B2F26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8B2F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B2F26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10280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0280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2</Pages>
  <Words>142</Words>
  <Characters>811</Characters>
  <Application>Microsoft Office Outlook</Application>
  <DocSecurity>0</DocSecurity>
  <Lines>0</Lines>
  <Paragraphs>0</Paragraphs>
  <ScaleCrop>false</ScaleCrop>
  <Company>盐田区政府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뾰ݿ쭐͓쭐͓͓</dc:creator>
  <cp:keywords/>
  <dc:description/>
  <cp:lastModifiedBy>njajs</cp:lastModifiedBy>
  <cp:revision>19</cp:revision>
  <cp:lastPrinted>2020-03-09T02:40:00Z</cp:lastPrinted>
  <dcterms:created xsi:type="dcterms:W3CDTF">2015-09-17T03:46:00Z</dcterms:created>
  <dcterms:modified xsi:type="dcterms:W3CDTF">2020-04-14T05:44:00Z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