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2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海南省电化教育馆</w:t>
      </w:r>
      <w:r>
        <w:rPr>
          <w:rFonts w:ascii="仿宋" w:hAnsi="仿宋" w:eastAsia="仿宋"/>
          <w:b/>
          <w:sz w:val="32"/>
          <w:szCs w:val="32"/>
        </w:rPr>
        <w:t>2020</w:t>
      </w:r>
      <w:r>
        <w:rPr>
          <w:rFonts w:hint="eastAsia" w:ascii="仿宋" w:hAnsi="仿宋" w:eastAsia="仿宋"/>
          <w:b/>
          <w:sz w:val="32"/>
          <w:szCs w:val="32"/>
        </w:rPr>
        <w:t>年公开招聘人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员</w:t>
      </w:r>
      <w:r>
        <w:rPr>
          <w:rFonts w:hint="eastAsia" w:ascii="仿宋" w:hAnsi="仿宋" w:eastAsia="仿宋"/>
          <w:b/>
          <w:sz w:val="32"/>
          <w:szCs w:val="32"/>
        </w:rPr>
        <w:t>岗位计划表</w:t>
      </w:r>
    </w:p>
    <w:tbl>
      <w:tblPr>
        <w:tblStyle w:val="14"/>
        <w:tblW w:w="1071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404"/>
        <w:gridCol w:w="819"/>
        <w:gridCol w:w="853"/>
        <w:gridCol w:w="995"/>
        <w:gridCol w:w="852"/>
        <w:gridCol w:w="853"/>
        <w:gridCol w:w="1963"/>
        <w:gridCol w:w="16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36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序</w:t>
            </w:r>
          </w:p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号</w:t>
            </w:r>
          </w:p>
        </w:tc>
        <w:tc>
          <w:tcPr>
            <w:tcW w:w="1404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招聘</w:t>
            </w:r>
          </w:p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岗位</w:t>
            </w:r>
          </w:p>
        </w:tc>
        <w:tc>
          <w:tcPr>
            <w:tcW w:w="81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招聘人数</w:t>
            </w:r>
          </w:p>
        </w:tc>
        <w:tc>
          <w:tcPr>
            <w:tcW w:w="5516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资格条件</w:t>
            </w:r>
          </w:p>
        </w:tc>
        <w:tc>
          <w:tcPr>
            <w:tcW w:w="160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366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19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b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b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学历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学位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b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0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网络安全管理员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不限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35周岁及以下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研究生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硕士及以上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</w:rPr>
              <w:t>计算机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科学与技术、软件工程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信息化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工作</w:t>
            </w:r>
            <w:r>
              <w:rPr>
                <w:rFonts w:eastAsia="仿宋_GB2312"/>
                <w:sz w:val="28"/>
                <w:szCs w:val="28"/>
              </w:rPr>
              <w:t>管理员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不限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hint="eastAsia" w:eastAsia="仿宋_GB2312"/>
                <w:sz w:val="28"/>
                <w:szCs w:val="28"/>
              </w:rPr>
              <w:t>5周岁及以下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研究生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硕士及以上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计算机科学与技术、软件工程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spacing w:line="520" w:lineRule="exact"/>
        <w:jc w:val="left"/>
      </w:pPr>
    </w:p>
    <w:sectPr>
      <w:footerReference r:id="rId3" w:type="default"/>
      <w:footerReference r:id="rId4" w:type="even"/>
      <w:pgSz w:w="16838" w:h="11906" w:orient="landscape"/>
      <w:pgMar w:top="1418" w:right="1440" w:bottom="1418" w:left="1440" w:header="851" w:footer="1134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5F53D3"/>
    <w:rsid w:val="00066785"/>
    <w:rsid w:val="000A192D"/>
    <w:rsid w:val="000F2B92"/>
    <w:rsid w:val="000F6E66"/>
    <w:rsid w:val="00115F9C"/>
    <w:rsid w:val="001317F3"/>
    <w:rsid w:val="00157751"/>
    <w:rsid w:val="00172A27"/>
    <w:rsid w:val="001F784C"/>
    <w:rsid w:val="002400DB"/>
    <w:rsid w:val="003104B2"/>
    <w:rsid w:val="003619F8"/>
    <w:rsid w:val="003741F8"/>
    <w:rsid w:val="003751F3"/>
    <w:rsid w:val="003B1FDB"/>
    <w:rsid w:val="003B2F2E"/>
    <w:rsid w:val="004D49E5"/>
    <w:rsid w:val="004F4FD0"/>
    <w:rsid w:val="00527725"/>
    <w:rsid w:val="00552B2F"/>
    <w:rsid w:val="005576D0"/>
    <w:rsid w:val="0056726E"/>
    <w:rsid w:val="005B1D76"/>
    <w:rsid w:val="006C1041"/>
    <w:rsid w:val="006C7359"/>
    <w:rsid w:val="00726D05"/>
    <w:rsid w:val="00770D19"/>
    <w:rsid w:val="0080021B"/>
    <w:rsid w:val="00800680"/>
    <w:rsid w:val="008123DE"/>
    <w:rsid w:val="0085586A"/>
    <w:rsid w:val="008C77F9"/>
    <w:rsid w:val="00946451"/>
    <w:rsid w:val="00952795"/>
    <w:rsid w:val="00967D53"/>
    <w:rsid w:val="009968E2"/>
    <w:rsid w:val="00A01E29"/>
    <w:rsid w:val="00A27014"/>
    <w:rsid w:val="00A66833"/>
    <w:rsid w:val="00A71632"/>
    <w:rsid w:val="00BD3BD6"/>
    <w:rsid w:val="00BE6ABA"/>
    <w:rsid w:val="00C50721"/>
    <w:rsid w:val="00C70FA1"/>
    <w:rsid w:val="00CB01BA"/>
    <w:rsid w:val="00DD06F2"/>
    <w:rsid w:val="00DE218B"/>
    <w:rsid w:val="00DE3D57"/>
    <w:rsid w:val="00E13FF1"/>
    <w:rsid w:val="00E16A47"/>
    <w:rsid w:val="00E70DAB"/>
    <w:rsid w:val="00EA67E2"/>
    <w:rsid w:val="00EB6799"/>
    <w:rsid w:val="00EE2E48"/>
    <w:rsid w:val="00F01942"/>
    <w:rsid w:val="00F174DD"/>
    <w:rsid w:val="00F35C71"/>
    <w:rsid w:val="00F761AC"/>
    <w:rsid w:val="00F83779"/>
    <w:rsid w:val="00F83D9F"/>
    <w:rsid w:val="01231F7D"/>
    <w:rsid w:val="024C4E1A"/>
    <w:rsid w:val="02D93A42"/>
    <w:rsid w:val="031D672C"/>
    <w:rsid w:val="03E41547"/>
    <w:rsid w:val="05C30B13"/>
    <w:rsid w:val="061D3B66"/>
    <w:rsid w:val="06210A11"/>
    <w:rsid w:val="06C06396"/>
    <w:rsid w:val="08D7543C"/>
    <w:rsid w:val="0A74507B"/>
    <w:rsid w:val="0B246F58"/>
    <w:rsid w:val="0B866657"/>
    <w:rsid w:val="0D213F1A"/>
    <w:rsid w:val="0DA13E26"/>
    <w:rsid w:val="10FD5FFC"/>
    <w:rsid w:val="110B4C63"/>
    <w:rsid w:val="12CA0552"/>
    <w:rsid w:val="14231277"/>
    <w:rsid w:val="1435124D"/>
    <w:rsid w:val="14F05916"/>
    <w:rsid w:val="15F27B7C"/>
    <w:rsid w:val="17353801"/>
    <w:rsid w:val="187D5E51"/>
    <w:rsid w:val="190B34A1"/>
    <w:rsid w:val="1A5F53D3"/>
    <w:rsid w:val="1BE243C3"/>
    <w:rsid w:val="1F4B3D49"/>
    <w:rsid w:val="21BB4D7B"/>
    <w:rsid w:val="222D644B"/>
    <w:rsid w:val="22C54664"/>
    <w:rsid w:val="24731B3D"/>
    <w:rsid w:val="288D2780"/>
    <w:rsid w:val="28EA28E2"/>
    <w:rsid w:val="29F67C59"/>
    <w:rsid w:val="2AEB0A58"/>
    <w:rsid w:val="2C4951D0"/>
    <w:rsid w:val="2EC208DA"/>
    <w:rsid w:val="30CE57F2"/>
    <w:rsid w:val="38DD0847"/>
    <w:rsid w:val="3AC32629"/>
    <w:rsid w:val="3C3E3B9D"/>
    <w:rsid w:val="3DD06B06"/>
    <w:rsid w:val="3EF211D4"/>
    <w:rsid w:val="3F433610"/>
    <w:rsid w:val="41583E58"/>
    <w:rsid w:val="41E13BF4"/>
    <w:rsid w:val="424B3870"/>
    <w:rsid w:val="433B35D1"/>
    <w:rsid w:val="46A44FD3"/>
    <w:rsid w:val="48860BFA"/>
    <w:rsid w:val="48E1527E"/>
    <w:rsid w:val="4C0E75E0"/>
    <w:rsid w:val="4C460BD3"/>
    <w:rsid w:val="4CC65E79"/>
    <w:rsid w:val="4D8419B0"/>
    <w:rsid w:val="4EF874EB"/>
    <w:rsid w:val="4F257C70"/>
    <w:rsid w:val="4FB44A3D"/>
    <w:rsid w:val="4FCD5A00"/>
    <w:rsid w:val="51F85071"/>
    <w:rsid w:val="52B70A27"/>
    <w:rsid w:val="53367212"/>
    <w:rsid w:val="55217116"/>
    <w:rsid w:val="58C13E59"/>
    <w:rsid w:val="5945784E"/>
    <w:rsid w:val="5AD91880"/>
    <w:rsid w:val="5C9E41A2"/>
    <w:rsid w:val="5D43062B"/>
    <w:rsid w:val="5D57409B"/>
    <w:rsid w:val="5D6151F8"/>
    <w:rsid w:val="5ED73FEC"/>
    <w:rsid w:val="5FD66400"/>
    <w:rsid w:val="602703B2"/>
    <w:rsid w:val="602E12E3"/>
    <w:rsid w:val="624B7843"/>
    <w:rsid w:val="664A66ED"/>
    <w:rsid w:val="66A84431"/>
    <w:rsid w:val="67911D22"/>
    <w:rsid w:val="67FA1C38"/>
    <w:rsid w:val="6A17700E"/>
    <w:rsid w:val="6C2246A4"/>
    <w:rsid w:val="6DA140F6"/>
    <w:rsid w:val="6EA254FF"/>
    <w:rsid w:val="701527E2"/>
    <w:rsid w:val="70784C72"/>
    <w:rsid w:val="7160340E"/>
    <w:rsid w:val="7288033B"/>
    <w:rsid w:val="73F756A2"/>
    <w:rsid w:val="754E6641"/>
    <w:rsid w:val="780E16D0"/>
    <w:rsid w:val="78AF11A3"/>
    <w:rsid w:val="78B651EE"/>
    <w:rsid w:val="78FD297F"/>
    <w:rsid w:val="798F18E1"/>
    <w:rsid w:val="7A303FEC"/>
    <w:rsid w:val="7A8B4DB4"/>
    <w:rsid w:val="7AE90F0C"/>
    <w:rsid w:val="7E03505E"/>
    <w:rsid w:val="7ECA7510"/>
    <w:rsid w:val="7F8C0A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6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Cs w:val="24"/>
    </w:rPr>
  </w:style>
  <w:style w:type="paragraph" w:styleId="3">
    <w:name w:val="Body Text"/>
    <w:basedOn w:val="1"/>
    <w:qFormat/>
    <w:uiPriority w:val="0"/>
    <w:pPr>
      <w:spacing w:line="660" w:lineRule="exact"/>
    </w:pPr>
    <w:rPr>
      <w:rFonts w:ascii="仿宋_GB2312" w:eastAsia="仿宋_GB2312"/>
      <w:sz w:val="32"/>
      <w:szCs w:val="24"/>
    </w:rPr>
  </w:style>
  <w:style w:type="paragraph" w:styleId="4">
    <w:name w:val="Body Text Indent"/>
    <w:basedOn w:val="1"/>
    <w:qFormat/>
    <w:uiPriority w:val="0"/>
    <w:pPr>
      <w:spacing w:line="460" w:lineRule="exact"/>
      <w:ind w:firstLine="640"/>
    </w:pPr>
    <w:rPr>
      <w:rFonts w:ascii="仿宋_GB2312" w:eastAsia="仿宋_GB2312"/>
      <w:sz w:val="32"/>
      <w:szCs w:val="24"/>
    </w:rPr>
  </w:style>
  <w:style w:type="paragraph" w:styleId="5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6">
    <w:name w:val="Date"/>
    <w:basedOn w:val="1"/>
    <w:next w:val="1"/>
    <w:qFormat/>
    <w:uiPriority w:val="0"/>
    <w:rPr>
      <w:rFonts w:ascii="宋体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/>
    </w:pPr>
  </w:style>
  <w:style w:type="paragraph" w:styleId="8">
    <w:name w:val="Balloon Text"/>
    <w:basedOn w:val="1"/>
    <w:link w:val="27"/>
    <w:unhideWhenUsed/>
    <w:qFormat/>
    <w:uiPriority w:val="99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Indent 3"/>
    <w:basedOn w:val="1"/>
    <w:qFormat/>
    <w:uiPriority w:val="0"/>
    <w:pPr>
      <w:spacing w:after="120"/>
      <w:ind w:left="420"/>
    </w:pPr>
    <w:rPr>
      <w:sz w:val="16"/>
      <w:szCs w:val="16"/>
    </w:rPr>
  </w:style>
  <w:style w:type="paragraph" w:styleId="12">
    <w:name w:val="Body Text 2"/>
    <w:basedOn w:val="1"/>
    <w:qFormat/>
    <w:uiPriority w:val="0"/>
    <w:pPr>
      <w:spacing w:line="480" w:lineRule="auto"/>
    </w:pPr>
    <w:rPr>
      <w:rFonts w:ascii="宋体" w:hAnsi="宋体"/>
      <w:color w:val="333333"/>
      <w:sz w:val="28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FollowedHyperlink"/>
    <w:basedOn w:val="16"/>
    <w:qFormat/>
    <w:uiPriority w:val="0"/>
    <w:rPr>
      <w:color w:val="800080"/>
      <w:u w:val="single"/>
    </w:rPr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character" w:customStyle="1" w:styleId="20">
    <w:name w:val="text_black1"/>
    <w:basedOn w:val="16"/>
    <w:qFormat/>
    <w:uiPriority w:val="0"/>
    <w:rPr>
      <w:color w:val="333333"/>
    </w:rPr>
  </w:style>
  <w:style w:type="paragraph" w:customStyle="1" w:styleId="21">
    <w:name w:val="样式3"/>
    <w:basedOn w:val="1"/>
    <w:qFormat/>
    <w:uiPriority w:val="0"/>
    <w:pPr>
      <w:ind w:firstLine="723" w:firstLineChars="200"/>
      <w:jc w:val="center"/>
    </w:pPr>
    <w:rPr>
      <w:rFonts w:ascii="宋体"/>
      <w:b/>
      <w:bCs/>
      <w:sz w:val="36"/>
      <w:szCs w:val="24"/>
    </w:rPr>
  </w:style>
  <w:style w:type="paragraph" w:customStyle="1" w:styleId="22">
    <w:name w:val="Char"/>
    <w:basedOn w:val="1"/>
    <w:qFormat/>
    <w:uiPriority w:val="0"/>
    <w:pPr>
      <w:widowControl/>
      <w:spacing w:before="100" w:beforeAutospacing="1" w:after="100" w:afterAutospacing="1" w:line="360" w:lineRule="auto"/>
      <w:ind w:left="360" w:firstLine="624"/>
      <w:jc w:val="left"/>
    </w:pPr>
  </w:style>
  <w:style w:type="paragraph" w:customStyle="1" w:styleId="23">
    <w:name w:val="p16"/>
    <w:basedOn w:val="1"/>
    <w:qFormat/>
    <w:uiPriority w:val="0"/>
    <w:pPr>
      <w:widowControl/>
    </w:pPr>
    <w:rPr>
      <w:kern w:val="0"/>
      <w:szCs w:val="21"/>
    </w:rPr>
  </w:style>
  <w:style w:type="paragraph" w:customStyle="1" w:styleId="2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5">
    <w:name w:val="xl2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hint="eastAsia" w:ascii="仿宋_GB2312" w:hAnsi="宋体" w:eastAsia="仿宋_GB2312"/>
      <w:kern w:val="0"/>
      <w:sz w:val="32"/>
      <w:szCs w:val="32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7">
    <w:name w:val="批注框文本 字符"/>
    <w:basedOn w:val="16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844;&#25991;&#25910;&#21457;\&#21457;&#25991;&#65292;&#28023;&#25945;&#30005;\&#28023;&#25945;&#30005;&#65292;&#21457;&#25991;&#27169;&#26495;&#65292;&#22823;&#32418;&#2283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海教电，发文模板，大红头</Template>
  <Pages>3</Pages>
  <Words>415</Words>
  <Characters>545</Characters>
  <Lines>1</Lines>
  <Paragraphs>1</Paragraphs>
  <TotalTime>18</TotalTime>
  <ScaleCrop>false</ScaleCrop>
  <LinksUpToDate>false</LinksUpToDate>
  <CharactersWithSpaces>547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2018-11-21T02:35:00Z</dcterms:created>
  <dc:creator>石名潍</dc:creator>
  <cp:lastModifiedBy>ぺ灬cc果冻ル</cp:lastModifiedBy>
  <cp:lastPrinted>2020-04-02T08:41:00Z</cp:lastPrinted>
  <dcterms:modified xsi:type="dcterms:W3CDTF">2020-04-17T01:59:21Z</dcterms:modified>
  <dc:title>海南省教育厅文件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