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A29" w:rsidRDefault="006033C3">
      <w:pPr>
        <w:spacing w:line="600" w:lineRule="exact"/>
        <w:jc w:val="lef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附件2</w:t>
      </w:r>
    </w:p>
    <w:p w:rsidR="00B11A29" w:rsidRDefault="00B11A29">
      <w:pPr>
        <w:spacing w:line="300" w:lineRule="exact"/>
        <w:jc w:val="left"/>
        <w:rPr>
          <w:rFonts w:ascii="宋体"/>
          <w:sz w:val="32"/>
          <w:szCs w:val="32"/>
        </w:rPr>
      </w:pPr>
    </w:p>
    <w:p w:rsidR="00B11A29" w:rsidRDefault="006033C3" w:rsidP="000E6A3B">
      <w:pPr>
        <w:spacing w:beforeLines="50" w:line="400" w:lineRule="exact"/>
        <w:jc w:val="center"/>
        <w:rPr>
          <w:rFonts w:ascii="方正小标宋简体" w:eastAsia="方正小标宋简体" w:hAnsi="微软雅黑" w:cs="宋体"/>
          <w:sz w:val="44"/>
          <w:szCs w:val="44"/>
        </w:rPr>
      </w:pPr>
      <w:r>
        <w:rPr>
          <w:rFonts w:ascii="方正小标宋简体" w:eastAsia="方正小标宋简体" w:hAnsi="宋体" w:cs="宋体" w:hint="eastAsia"/>
          <w:sz w:val="44"/>
          <w:szCs w:val="44"/>
        </w:rPr>
        <w:t>岳阳观盛投资发展有限公司</w:t>
      </w:r>
    </w:p>
    <w:p w:rsidR="00B11A29" w:rsidRDefault="006033C3" w:rsidP="000E6A3B">
      <w:pPr>
        <w:spacing w:beforeLines="50" w:line="400" w:lineRule="exact"/>
        <w:jc w:val="center"/>
        <w:rPr>
          <w:rFonts w:ascii="方正小标宋简体" w:eastAsia="方正小标宋简体" w:hAnsi="宋体"/>
          <w:w w:val="90"/>
          <w:sz w:val="44"/>
          <w:szCs w:val="44"/>
        </w:rPr>
      </w:pPr>
      <w:r>
        <w:rPr>
          <w:rFonts w:ascii="方正小标宋简体" w:eastAsia="方正小标宋简体" w:hAnsi="微软雅黑" w:cs="宋体" w:hint="eastAsia"/>
          <w:sz w:val="44"/>
          <w:szCs w:val="44"/>
        </w:rPr>
        <w:t>招聘人员报名表</w:t>
      </w:r>
    </w:p>
    <w:p w:rsidR="00B11A29" w:rsidRDefault="00B11A29">
      <w:pPr>
        <w:spacing w:line="280" w:lineRule="exact"/>
        <w:jc w:val="center"/>
        <w:rPr>
          <w:rFonts w:ascii="宋体"/>
        </w:rPr>
      </w:pPr>
    </w:p>
    <w:tbl>
      <w:tblPr>
        <w:tblW w:w="9360" w:type="dxa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899"/>
        <w:gridCol w:w="376"/>
        <w:gridCol w:w="1330"/>
        <w:gridCol w:w="1176"/>
        <w:gridCol w:w="715"/>
        <w:gridCol w:w="503"/>
        <w:gridCol w:w="11"/>
        <w:gridCol w:w="206"/>
        <w:gridCol w:w="948"/>
        <w:gridCol w:w="1480"/>
        <w:gridCol w:w="20"/>
        <w:gridCol w:w="1696"/>
      </w:tblGrid>
      <w:tr w:rsidR="00B11A29">
        <w:trPr>
          <w:cantSplit/>
          <w:trHeight w:val="280"/>
          <w:jc w:val="center"/>
        </w:trPr>
        <w:tc>
          <w:tcPr>
            <w:tcW w:w="9360" w:type="dxa"/>
            <w:gridSpan w:val="1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B11A29" w:rsidRDefault="000E6A3B" w:rsidP="000E6A3B"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应聘岗位：</w:t>
            </w:r>
            <w:r w:rsidR="006033C3">
              <w:rPr>
                <w:rFonts w:ascii="宋体" w:hAnsi="宋体" w:hint="eastAsia"/>
                <w:bCs/>
                <w:sz w:val="24"/>
              </w:rPr>
              <w:t xml:space="preserve">                                            报名序号：</w:t>
            </w:r>
          </w:p>
        </w:tc>
      </w:tr>
      <w:tr w:rsidR="00B11A29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  族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6" w:type="dxa"/>
            <w:gridSpan w:val="2"/>
            <w:vMerge w:val="restart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贴相片</w:t>
            </w:r>
          </w:p>
          <w:p w:rsidR="00B11A29" w:rsidRDefault="006033C3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（电子版）</w:t>
            </w:r>
          </w:p>
        </w:tc>
      </w:tr>
      <w:tr w:rsidR="00B11A29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B11A29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B11A29">
        <w:trPr>
          <w:cantSplit/>
          <w:trHeight w:val="555"/>
          <w:jc w:val="center"/>
        </w:trPr>
        <w:tc>
          <w:tcPr>
            <w:tcW w:w="2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职称、执（职）业资格</w:t>
            </w:r>
          </w:p>
        </w:tc>
        <w:tc>
          <w:tcPr>
            <w:tcW w:w="239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取得时间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B11A29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  籍</w:t>
            </w:r>
          </w:p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2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档案保</w:t>
            </w:r>
          </w:p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管单位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6" w:type="dxa"/>
            <w:gridSpan w:val="2"/>
            <w:vMerge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B11A29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72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16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有何特长</w:t>
            </w:r>
          </w:p>
        </w:tc>
        <w:tc>
          <w:tcPr>
            <w:tcW w:w="319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0A17E1" w:rsidTr="000A17E1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7E1" w:rsidRDefault="000A17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88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7E1" w:rsidRDefault="000A17E1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A17E1" w:rsidRPr="004D67DB" w:rsidRDefault="00C8778D" w:rsidP="00C32AB7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18"/>
                <w:szCs w:val="18"/>
              </w:rPr>
            </w:pPr>
            <w:r w:rsidRPr="004D67DB">
              <w:rPr>
                <w:rFonts w:ascii="宋体" w:hint="eastAsia"/>
                <w:sz w:val="18"/>
                <w:szCs w:val="18"/>
              </w:rPr>
              <w:t>意向工作地点（长沙/岳阳</w:t>
            </w:r>
            <w:r w:rsidR="00BA133E">
              <w:rPr>
                <w:rFonts w:ascii="宋体" w:hint="eastAsia"/>
                <w:sz w:val="18"/>
                <w:szCs w:val="18"/>
              </w:rPr>
              <w:t>/</w:t>
            </w:r>
            <w:r w:rsidR="00C32AB7">
              <w:rPr>
                <w:rFonts w:ascii="宋体" w:hint="eastAsia"/>
                <w:sz w:val="18"/>
                <w:szCs w:val="18"/>
              </w:rPr>
              <w:t>均可</w:t>
            </w:r>
            <w:r w:rsidRPr="004D67DB">
              <w:rPr>
                <w:rFonts w:ascii="宋体" w:hint="eastAsia"/>
                <w:sz w:val="18"/>
                <w:szCs w:val="18"/>
              </w:rPr>
              <w:t>）</w:t>
            </w:r>
          </w:p>
        </w:tc>
        <w:tc>
          <w:tcPr>
            <w:tcW w:w="1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17E1" w:rsidRPr="00BA133E" w:rsidRDefault="000A17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407D8F" w:rsidTr="00407D8F">
        <w:trPr>
          <w:cantSplit/>
          <w:trHeight w:val="555"/>
          <w:jc w:val="center"/>
        </w:trPr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D8F" w:rsidRDefault="00407D8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73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D8F" w:rsidRDefault="00407D8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D8F" w:rsidRDefault="00407D8F" w:rsidP="00407D8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31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D8F" w:rsidRDefault="00407D8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B11A29">
        <w:trPr>
          <w:cantSplit/>
          <w:trHeight w:val="1721"/>
          <w:jc w:val="center"/>
        </w:trPr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（从高中起</w:t>
            </w:r>
          </w:p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填写</w:t>
            </w:r>
            <w:r w:rsidR="000417E3">
              <w:rPr>
                <w:rFonts w:ascii="宋体" w:hAnsi="宋体" w:hint="eastAsia"/>
                <w:sz w:val="24"/>
              </w:rPr>
              <w:t>，包括所获职称资格、荣誉、奖励等情况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8461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  <w:p w:rsidR="00B11A29" w:rsidRPr="000417E3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</w:tr>
      <w:tr w:rsidR="00B11A29">
        <w:trPr>
          <w:cantSplit/>
          <w:trHeight w:val="2013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招聘</w:t>
            </w:r>
          </w:p>
          <w:p w:rsidR="00B11A29" w:rsidRDefault="006033C3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  <w:p w:rsidR="00B11A29" w:rsidRDefault="006033C3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</w:p>
          <w:p w:rsidR="00B11A29" w:rsidRDefault="006033C3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</w:t>
            </w:r>
          </w:p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35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b/>
                <w:sz w:val="24"/>
              </w:rPr>
            </w:pPr>
          </w:p>
          <w:p w:rsidR="00B11A29" w:rsidRDefault="006033C3">
            <w:pPr>
              <w:widowControl/>
              <w:ind w:firstLineChars="200" w:firstLine="482"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经审查，符合应聘资格条件。</w:t>
            </w:r>
          </w:p>
          <w:p w:rsidR="00B11A29" w:rsidRDefault="00B11A29">
            <w:pPr>
              <w:widowControl/>
              <w:jc w:val="left"/>
              <w:rPr>
                <w:rFonts w:ascii="宋体"/>
                <w:b/>
                <w:sz w:val="24"/>
              </w:rPr>
            </w:pPr>
          </w:p>
          <w:p w:rsidR="00B11A29" w:rsidRDefault="006033C3">
            <w:pPr>
              <w:widowControl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审查人签名：      单位（章）</w:t>
            </w:r>
          </w:p>
          <w:p w:rsidR="00B11A29" w:rsidRDefault="00B11A29">
            <w:pPr>
              <w:widowControl/>
              <w:jc w:val="left"/>
              <w:rPr>
                <w:rFonts w:ascii="宋体"/>
                <w:b/>
                <w:sz w:val="24"/>
              </w:rPr>
            </w:pPr>
          </w:p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ind w:firstLineChars="927" w:firstLine="2233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  月  日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管委会办公室</w:t>
            </w:r>
          </w:p>
          <w:p w:rsidR="00B11A29" w:rsidRDefault="006033C3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核准意见</w:t>
            </w:r>
          </w:p>
        </w:tc>
        <w:tc>
          <w:tcPr>
            <w:tcW w:w="4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widowControl/>
              <w:jc w:val="left"/>
              <w:rPr>
                <w:rFonts w:ascii="宋体"/>
                <w:b/>
                <w:sz w:val="24"/>
              </w:rPr>
            </w:pPr>
          </w:p>
          <w:p w:rsidR="00B11A29" w:rsidRDefault="006033C3">
            <w:pPr>
              <w:widowControl/>
              <w:ind w:firstLineChars="200" w:firstLine="482"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经审查，符合应聘资格条件。</w:t>
            </w:r>
          </w:p>
          <w:p w:rsidR="00B11A29" w:rsidRDefault="00B11A29">
            <w:pPr>
              <w:widowControl/>
              <w:jc w:val="left"/>
              <w:rPr>
                <w:rFonts w:ascii="宋体"/>
                <w:b/>
                <w:sz w:val="24"/>
              </w:rPr>
            </w:pPr>
          </w:p>
          <w:p w:rsidR="00B11A29" w:rsidRDefault="006033C3">
            <w:pPr>
              <w:widowControl/>
              <w:jc w:val="left"/>
              <w:rPr>
                <w:rFonts w:asci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审查人签名：       单位（章）</w:t>
            </w:r>
          </w:p>
          <w:p w:rsidR="00B11A29" w:rsidRDefault="00B11A29">
            <w:pPr>
              <w:widowControl/>
              <w:jc w:val="left"/>
              <w:rPr>
                <w:rFonts w:ascii="宋体"/>
                <w:b/>
                <w:sz w:val="24"/>
              </w:rPr>
            </w:pPr>
          </w:p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ind w:firstLineChars="1127" w:firstLine="2715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年  月  日</w:t>
            </w:r>
          </w:p>
        </w:tc>
      </w:tr>
      <w:tr w:rsidR="00B11A29">
        <w:trPr>
          <w:cantSplit/>
          <w:trHeight w:val="797"/>
          <w:jc w:val="center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</w:p>
          <w:p w:rsidR="00B11A29" w:rsidRDefault="006033C3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</w:t>
            </w:r>
          </w:p>
        </w:tc>
        <w:tc>
          <w:tcPr>
            <w:tcW w:w="84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A29" w:rsidRDefault="00B11A29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</w:p>
        </w:tc>
      </w:tr>
    </w:tbl>
    <w:p w:rsidR="00B11A29" w:rsidRDefault="006033C3">
      <w:pPr>
        <w:autoSpaceDE w:val="0"/>
        <w:autoSpaceDN w:val="0"/>
        <w:adjustRightInd w:val="0"/>
        <w:spacing w:line="280" w:lineRule="exact"/>
      </w:pPr>
      <w:r>
        <w:rPr>
          <w:rFonts w:ascii="黑体" w:eastAsia="黑体" w:hAnsi="黑体" w:hint="eastAsia"/>
          <w:szCs w:val="21"/>
        </w:rPr>
        <w:t>报名人员承诺：所提供的材料和填报的信息真实有效，符合应聘岗位所需的资格条件。如有弄虚作假，自动取消考试和聘用资格，并承担相应责任。</w:t>
      </w:r>
    </w:p>
    <w:sectPr w:rsidR="00B11A29" w:rsidSect="00B11A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89B" w:rsidRDefault="0066689B" w:rsidP="00A05611">
      <w:r>
        <w:separator/>
      </w:r>
    </w:p>
  </w:endnote>
  <w:endnote w:type="continuationSeparator" w:id="1">
    <w:p w:rsidR="0066689B" w:rsidRDefault="0066689B" w:rsidP="00A056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89B" w:rsidRDefault="0066689B" w:rsidP="00A05611">
      <w:r>
        <w:separator/>
      </w:r>
    </w:p>
  </w:footnote>
  <w:footnote w:type="continuationSeparator" w:id="1">
    <w:p w:rsidR="0066689B" w:rsidRDefault="0066689B" w:rsidP="00A056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05C43CE"/>
    <w:rsid w:val="00016931"/>
    <w:rsid w:val="000417E3"/>
    <w:rsid w:val="000A17E1"/>
    <w:rsid w:val="000A5B9D"/>
    <w:rsid w:val="000D4D63"/>
    <w:rsid w:val="000E6A3B"/>
    <w:rsid w:val="002150B3"/>
    <w:rsid w:val="002D38B6"/>
    <w:rsid w:val="00407D8F"/>
    <w:rsid w:val="004D67DB"/>
    <w:rsid w:val="004F12DF"/>
    <w:rsid w:val="006033C3"/>
    <w:rsid w:val="0066689B"/>
    <w:rsid w:val="0067341F"/>
    <w:rsid w:val="00673A8F"/>
    <w:rsid w:val="006D3E7D"/>
    <w:rsid w:val="00752AF5"/>
    <w:rsid w:val="00810A54"/>
    <w:rsid w:val="00A05611"/>
    <w:rsid w:val="00A31383"/>
    <w:rsid w:val="00A53C21"/>
    <w:rsid w:val="00A54AF3"/>
    <w:rsid w:val="00B11A29"/>
    <w:rsid w:val="00B42CFB"/>
    <w:rsid w:val="00B4306C"/>
    <w:rsid w:val="00BA133E"/>
    <w:rsid w:val="00C32AB7"/>
    <w:rsid w:val="00C8778D"/>
    <w:rsid w:val="00CA19D6"/>
    <w:rsid w:val="00E842BF"/>
    <w:rsid w:val="00F4217E"/>
    <w:rsid w:val="00FB499B"/>
    <w:rsid w:val="32FB08D9"/>
    <w:rsid w:val="64B60B92"/>
    <w:rsid w:val="6D535020"/>
    <w:rsid w:val="705C4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1A2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11A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B11A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B11A29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B11A2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4ECC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52</TotalTime>
  <Pages>1</Pages>
  <Words>72</Words>
  <Characters>416</Characters>
  <Application>Microsoft Office Word</Application>
  <DocSecurity>0</DocSecurity>
  <Lines>3</Lines>
  <Paragraphs>1</Paragraphs>
  <ScaleCrop>false</ScaleCrop>
  <Company>Microsoft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晨晨萌SomiMoya</dc:creator>
  <cp:lastModifiedBy>聂衍</cp:lastModifiedBy>
  <cp:revision>15</cp:revision>
  <cp:lastPrinted>2020-03-31T01:29:00Z</cp:lastPrinted>
  <dcterms:created xsi:type="dcterms:W3CDTF">2018-05-11T01:03:00Z</dcterms:created>
  <dcterms:modified xsi:type="dcterms:W3CDTF">2020-04-08T08:19:00Z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