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黑体" w:hAnsi="黑体" w:eastAsia="黑体" w:cs="Times New Roman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</w:p>
    <w:p>
      <w:pPr>
        <w:adjustRightInd w:val="0"/>
        <w:snapToGrid w:val="0"/>
        <w:spacing w:line="540" w:lineRule="exact"/>
        <w:jc w:val="center"/>
        <w:rPr>
          <w:rFonts w:ascii="宋体" w:cs="Times New Roman"/>
          <w:color w:val="000000"/>
          <w:sz w:val="32"/>
          <w:szCs w:val="32"/>
        </w:rPr>
      </w:pPr>
      <w:r>
        <w:rPr>
          <w:rFonts w:hint="eastAsia" w:ascii="FZXiaoBiaoSong-B05S" w:hAnsi="宋体" w:eastAsia="FZXiaoBiaoSong-B05S" w:cs="FZXiaoBiaoSong-B05S"/>
          <w:b/>
          <w:bCs/>
          <w:color w:val="000000"/>
          <w:kern w:val="0"/>
          <w:sz w:val="44"/>
          <w:szCs w:val="44"/>
        </w:rPr>
        <w:t>桐庐县医疗保障局公开招聘</w:t>
      </w:r>
    </w:p>
    <w:p>
      <w:pPr>
        <w:spacing w:line="540" w:lineRule="exact"/>
        <w:jc w:val="center"/>
        <w:rPr>
          <w:rFonts w:ascii="FZXiaoBiaoSong-B05S" w:hAnsi="宋体" w:eastAsia="FZXiaoBiaoSong-B05S" w:cs="Times New Roman"/>
          <w:b/>
          <w:bCs/>
          <w:color w:val="000000"/>
          <w:kern w:val="0"/>
          <w:sz w:val="44"/>
          <w:szCs w:val="44"/>
        </w:rPr>
      </w:pPr>
      <w:r>
        <w:rPr>
          <w:rFonts w:hint="eastAsia" w:ascii="FZXiaoBiaoSong-B05S" w:hAnsi="宋体" w:eastAsia="FZXiaoBiaoSong-B05S" w:cs="FZXiaoBiaoSong-B05S"/>
          <w:b/>
          <w:bCs/>
          <w:color w:val="000000"/>
          <w:kern w:val="0"/>
          <w:sz w:val="44"/>
          <w:szCs w:val="44"/>
        </w:rPr>
        <w:t>编外工作人员报名表</w:t>
      </w:r>
    </w:p>
    <w:tbl>
      <w:tblPr>
        <w:tblStyle w:val="6"/>
        <w:tblW w:w="9360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801"/>
        <w:gridCol w:w="1536"/>
        <w:gridCol w:w="176"/>
        <w:gridCol w:w="9"/>
        <w:gridCol w:w="799"/>
        <w:gridCol w:w="152"/>
        <w:gridCol w:w="133"/>
        <w:gridCol w:w="15"/>
        <w:gridCol w:w="724"/>
        <w:gridCol w:w="56"/>
        <w:gridCol w:w="1260"/>
        <w:gridCol w:w="484"/>
        <w:gridCol w:w="924"/>
        <w:gridCol w:w="1748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3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7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性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7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40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vMerge w:val="restart"/>
            <w:tcBorders>
              <w:top w:val="single" w:color="000000" w:sz="2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3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7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4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vMerge w:val="continue"/>
            <w:tcBorders>
              <w:top w:val="single" w:color="000000" w:sz="2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  <w:jc w:val="center"/>
        </w:trPr>
        <w:tc>
          <w:tcPr>
            <w:tcW w:w="13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毕业院校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及专业</w:t>
            </w:r>
          </w:p>
        </w:tc>
        <w:tc>
          <w:tcPr>
            <w:tcW w:w="36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40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vMerge w:val="continue"/>
            <w:tcBorders>
              <w:top w:val="single" w:color="000000" w:sz="2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户籍所在地</w:t>
            </w:r>
          </w:p>
        </w:tc>
        <w:tc>
          <w:tcPr>
            <w:tcW w:w="4547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vMerge w:val="continue"/>
            <w:tcBorders>
              <w:top w:val="single" w:color="000000" w:sz="2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3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健康状况</w:t>
            </w:r>
          </w:p>
        </w:tc>
        <w:tc>
          <w:tcPr>
            <w:tcW w:w="172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3463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  <w:jc w:val="center"/>
        </w:trPr>
        <w:tc>
          <w:tcPr>
            <w:tcW w:w="13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600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31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3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36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1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5" w:hRule="atLeast"/>
          <w:jc w:val="center"/>
        </w:trPr>
        <w:tc>
          <w:tcPr>
            <w:tcW w:w="1344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家庭情况</w:t>
            </w:r>
          </w:p>
        </w:tc>
        <w:tc>
          <w:tcPr>
            <w:tcW w:w="153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984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关系</w:t>
            </w:r>
          </w:p>
        </w:tc>
        <w:tc>
          <w:tcPr>
            <w:tcW w:w="1080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3156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工作单位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5" w:hRule="atLeast"/>
          <w:jc w:val="center"/>
        </w:trPr>
        <w:tc>
          <w:tcPr>
            <w:tcW w:w="1344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5" w:hRule="atLeast"/>
          <w:jc w:val="center"/>
        </w:trPr>
        <w:tc>
          <w:tcPr>
            <w:tcW w:w="1344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5" w:hRule="atLeast"/>
          <w:jc w:val="center"/>
        </w:trPr>
        <w:tc>
          <w:tcPr>
            <w:tcW w:w="1344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5" w:hRule="atLeast"/>
          <w:jc w:val="center"/>
        </w:trPr>
        <w:tc>
          <w:tcPr>
            <w:tcW w:w="1344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344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简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2672" w:type="dxa"/>
            <w:gridSpan w:val="5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2672" w:type="dxa"/>
            <w:gridSpan w:val="6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学习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2672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专业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/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职位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344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672" w:type="dxa"/>
            <w:gridSpan w:val="5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672" w:type="dxa"/>
            <w:gridSpan w:val="6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672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344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672" w:type="dxa"/>
            <w:gridSpan w:val="5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672" w:type="dxa"/>
            <w:gridSpan w:val="6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672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344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672" w:type="dxa"/>
            <w:gridSpan w:val="5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672" w:type="dxa"/>
            <w:gridSpan w:val="6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672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0" w:hRule="atLeast"/>
          <w:jc w:val="center"/>
        </w:trPr>
        <w:tc>
          <w:tcPr>
            <w:tcW w:w="1344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672" w:type="dxa"/>
            <w:gridSpan w:val="5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672" w:type="dxa"/>
            <w:gridSpan w:val="6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672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21" w:hRule="atLeast"/>
          <w:jc w:val="center"/>
        </w:trPr>
        <w:tc>
          <w:tcPr>
            <w:tcW w:w="13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奖惩情况</w:t>
            </w:r>
          </w:p>
        </w:tc>
        <w:tc>
          <w:tcPr>
            <w:tcW w:w="8016" w:type="dxa"/>
            <w:gridSpan w:val="13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366" w:hRule="atLeas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36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本人承诺所提供的材料真实有效，符合应聘岗位所需的资格条件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72" w:firstLineChars="196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资</w:t>
            </w:r>
          </w:p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格</w:t>
            </w:r>
          </w:p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审</w:t>
            </w:r>
          </w:p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查</w:t>
            </w:r>
          </w:p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47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2" w:firstLineChars="200"/>
              <w:jc w:val="left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经审查，符合应聘资格条件。</w:t>
            </w:r>
          </w:p>
          <w:p>
            <w:pPr>
              <w:jc w:val="left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jc w:val="left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审查人签名：</w:t>
            </w:r>
            <w:r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招聘单位（章）</w:t>
            </w:r>
          </w:p>
          <w:p>
            <w:pPr>
              <w:jc w:val="left"/>
              <w:rPr>
                <w:rFonts w:ascii="宋体" w:cs="Times New Roman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66" w:hRule="atLeast"/>
          <w:jc w:val="center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881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20" w:lineRule="exact"/>
        <w:rPr>
          <w:rFonts w:ascii="宋体" w:cs="Times New Roman"/>
          <w:color w:val="00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FZXiaoBiaoSong-B05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981"/>
    <w:rsid w:val="0000777B"/>
    <w:rsid w:val="000404DB"/>
    <w:rsid w:val="00047926"/>
    <w:rsid w:val="00052E69"/>
    <w:rsid w:val="000546F2"/>
    <w:rsid w:val="00066979"/>
    <w:rsid w:val="000675F9"/>
    <w:rsid w:val="00071899"/>
    <w:rsid w:val="000A430C"/>
    <w:rsid w:val="000A6A3C"/>
    <w:rsid w:val="000B1641"/>
    <w:rsid w:val="000B785B"/>
    <w:rsid w:val="000B78D6"/>
    <w:rsid w:val="000D1158"/>
    <w:rsid w:val="000E42E4"/>
    <w:rsid w:val="001059FA"/>
    <w:rsid w:val="0011278D"/>
    <w:rsid w:val="001137CA"/>
    <w:rsid w:val="0012357E"/>
    <w:rsid w:val="00153B34"/>
    <w:rsid w:val="00157BDB"/>
    <w:rsid w:val="001A7F35"/>
    <w:rsid w:val="001E1490"/>
    <w:rsid w:val="00211962"/>
    <w:rsid w:val="002147EF"/>
    <w:rsid w:val="002343EF"/>
    <w:rsid w:val="002351A3"/>
    <w:rsid w:val="00257D27"/>
    <w:rsid w:val="00283A78"/>
    <w:rsid w:val="002A60B9"/>
    <w:rsid w:val="002D56EC"/>
    <w:rsid w:val="003041D6"/>
    <w:rsid w:val="00340526"/>
    <w:rsid w:val="003A66C5"/>
    <w:rsid w:val="003B5623"/>
    <w:rsid w:val="00401D9C"/>
    <w:rsid w:val="004111A1"/>
    <w:rsid w:val="00424557"/>
    <w:rsid w:val="0044129A"/>
    <w:rsid w:val="00456148"/>
    <w:rsid w:val="00463D49"/>
    <w:rsid w:val="004672C9"/>
    <w:rsid w:val="004834EE"/>
    <w:rsid w:val="004929F7"/>
    <w:rsid w:val="004B7CC4"/>
    <w:rsid w:val="004D5C5A"/>
    <w:rsid w:val="004E7696"/>
    <w:rsid w:val="004F1D99"/>
    <w:rsid w:val="00504CA4"/>
    <w:rsid w:val="0053289B"/>
    <w:rsid w:val="0055724F"/>
    <w:rsid w:val="005765F6"/>
    <w:rsid w:val="00586355"/>
    <w:rsid w:val="005D5EB0"/>
    <w:rsid w:val="00607644"/>
    <w:rsid w:val="006127C2"/>
    <w:rsid w:val="0061612E"/>
    <w:rsid w:val="0061643E"/>
    <w:rsid w:val="00621440"/>
    <w:rsid w:val="00663509"/>
    <w:rsid w:val="00675B5C"/>
    <w:rsid w:val="00690B0F"/>
    <w:rsid w:val="006A4563"/>
    <w:rsid w:val="007321ED"/>
    <w:rsid w:val="00746E2E"/>
    <w:rsid w:val="00760323"/>
    <w:rsid w:val="00784620"/>
    <w:rsid w:val="00797E73"/>
    <w:rsid w:val="007A196D"/>
    <w:rsid w:val="007E1489"/>
    <w:rsid w:val="007E52EB"/>
    <w:rsid w:val="007F6071"/>
    <w:rsid w:val="00845973"/>
    <w:rsid w:val="008525BE"/>
    <w:rsid w:val="00867A3D"/>
    <w:rsid w:val="008B20CB"/>
    <w:rsid w:val="008B68DC"/>
    <w:rsid w:val="008D7063"/>
    <w:rsid w:val="00915E52"/>
    <w:rsid w:val="00977CCC"/>
    <w:rsid w:val="009901DD"/>
    <w:rsid w:val="00995981"/>
    <w:rsid w:val="009B3C8A"/>
    <w:rsid w:val="00A00BB1"/>
    <w:rsid w:val="00A5414F"/>
    <w:rsid w:val="00A57A4A"/>
    <w:rsid w:val="00A92EB0"/>
    <w:rsid w:val="00A92F9B"/>
    <w:rsid w:val="00AC3E06"/>
    <w:rsid w:val="00AC5B9F"/>
    <w:rsid w:val="00AD4EAB"/>
    <w:rsid w:val="00B3600B"/>
    <w:rsid w:val="00B44304"/>
    <w:rsid w:val="00B45EA7"/>
    <w:rsid w:val="00B64468"/>
    <w:rsid w:val="00B93052"/>
    <w:rsid w:val="00BA5752"/>
    <w:rsid w:val="00BA67B8"/>
    <w:rsid w:val="00BC1E9F"/>
    <w:rsid w:val="00BE3CDD"/>
    <w:rsid w:val="00C02D5F"/>
    <w:rsid w:val="00C231B6"/>
    <w:rsid w:val="00C3517E"/>
    <w:rsid w:val="00C834BF"/>
    <w:rsid w:val="00CA43BF"/>
    <w:rsid w:val="00CB5738"/>
    <w:rsid w:val="00CF3C86"/>
    <w:rsid w:val="00D06D99"/>
    <w:rsid w:val="00D13988"/>
    <w:rsid w:val="00D17300"/>
    <w:rsid w:val="00D26266"/>
    <w:rsid w:val="00D32CA2"/>
    <w:rsid w:val="00DE58A4"/>
    <w:rsid w:val="00DF2D19"/>
    <w:rsid w:val="00E25CD7"/>
    <w:rsid w:val="00E36789"/>
    <w:rsid w:val="00E66E07"/>
    <w:rsid w:val="00E670BC"/>
    <w:rsid w:val="00EC031B"/>
    <w:rsid w:val="00F40CD2"/>
    <w:rsid w:val="00F66C13"/>
    <w:rsid w:val="00F9255C"/>
    <w:rsid w:val="00F96FDE"/>
    <w:rsid w:val="00FA4BF2"/>
    <w:rsid w:val="00FB205A"/>
    <w:rsid w:val="00FD0F3C"/>
    <w:rsid w:val="00FE3630"/>
    <w:rsid w:val="041F5AA4"/>
    <w:rsid w:val="1A3E11A7"/>
    <w:rsid w:val="443B0FF2"/>
    <w:rsid w:val="4F752631"/>
    <w:rsid w:val="7240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character" w:customStyle="1" w:styleId="8">
    <w:name w:val="Heading 1 Char"/>
    <w:basedOn w:val="7"/>
    <w:link w:val="2"/>
    <w:locked/>
    <w:uiPriority w:val="99"/>
    <w:rPr>
      <w:rFonts w:ascii="Calibri" w:hAnsi="Calibri" w:cs="Calibri"/>
      <w:b/>
      <w:bCs/>
      <w:kern w:val="44"/>
      <w:sz w:val="44"/>
      <w:szCs w:val="44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Header Char"/>
    <w:basedOn w:val="7"/>
    <w:link w:val="4"/>
    <w:qFormat/>
    <w:locked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11">
    <w:name w:val="Footer Char"/>
    <w:basedOn w:val="7"/>
    <w:link w:val="3"/>
    <w:locked/>
    <w:uiPriority w:val="99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59</Words>
  <Characters>339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2020-01-08T03:41:00Z</dcterms:created>
  <dc:creator>Administrator</dc:creator>
  <cp:lastModifiedBy>ぺ灬cc果冻ル</cp:lastModifiedBy>
  <dcterms:modified xsi:type="dcterms:W3CDTF">2020-01-09T03:51:01Z</dcterms:modified>
  <dc:title>桐庐县医疗保障局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